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b/>
          <w:sz w:val="36"/>
          <w:szCs w:val="30"/>
        </w:rPr>
        <w:id w:val="-1467968265"/>
        <w:lock w:val="sdtContentLocked"/>
        <w:placeholder>
          <w:docPart w:val="DefaultPlaceholder_1082065158"/>
        </w:placeholder>
      </w:sdtPr>
      <w:sdtEndPr>
        <w:rPr>
          <w:rStyle w:val="Hyperlink"/>
          <w:b w:val="0"/>
          <w:color w:val="0000FF" w:themeColor="hyperlink"/>
          <w:sz w:val="22"/>
          <w:szCs w:val="22"/>
          <w:u w:val="single"/>
        </w:rPr>
      </w:sdtEndPr>
      <w:sdtContent>
        <w:p w:rsidR="00FB5B01" w:rsidRPr="00FB5B01" w:rsidRDefault="00A222C5" w:rsidP="00FB5B01">
          <w:pPr>
            <w:spacing w:before="120" w:after="240" w:line="240" w:lineRule="auto"/>
            <w:outlineLvl w:val="0"/>
            <w:rPr>
              <w:b/>
              <w:sz w:val="36"/>
              <w:szCs w:val="30"/>
            </w:rPr>
          </w:pPr>
          <w:r w:rsidRPr="00A222C5">
            <w:rPr>
              <w:b/>
              <w:sz w:val="36"/>
              <w:szCs w:val="30"/>
            </w:rPr>
            <w:t xml:space="preserve">Independently </w:t>
          </w:r>
          <w:r>
            <w:rPr>
              <w:b/>
              <w:sz w:val="36"/>
              <w:szCs w:val="30"/>
            </w:rPr>
            <w:t>Q</w:t>
          </w:r>
          <w:r w:rsidRPr="00A222C5">
            <w:rPr>
              <w:b/>
              <w:sz w:val="36"/>
              <w:szCs w:val="30"/>
            </w:rPr>
            <w:t xml:space="preserve">ualified </w:t>
          </w:r>
          <w:r>
            <w:rPr>
              <w:b/>
              <w:sz w:val="36"/>
              <w:szCs w:val="30"/>
            </w:rPr>
            <w:t>P</w:t>
          </w:r>
          <w:r w:rsidRPr="00A222C5">
            <w:rPr>
              <w:b/>
              <w:sz w:val="36"/>
              <w:szCs w:val="30"/>
            </w:rPr>
            <w:t xml:space="preserve">ool </w:t>
          </w:r>
          <w:r>
            <w:rPr>
              <w:b/>
              <w:sz w:val="36"/>
              <w:szCs w:val="30"/>
            </w:rPr>
            <w:t>I</w:t>
          </w:r>
          <w:r w:rsidR="003162AC" w:rsidRPr="003D55BF">
            <w:rPr>
              <w:b/>
              <w:sz w:val="36"/>
              <w:szCs w:val="30"/>
            </w:rPr>
            <w:t>nspectors</w:t>
          </w:r>
          <w:r w:rsidR="003162AC" w:rsidRPr="00AD1E59">
            <w:rPr>
              <w:b/>
            </w:rPr>
            <w:t xml:space="preserve"> </w:t>
          </w:r>
          <w:r w:rsidR="007D19A3">
            <w:rPr>
              <w:b/>
              <w:sz w:val="36"/>
              <w:szCs w:val="30"/>
            </w:rPr>
            <w:t>Complaint Form</w:t>
          </w:r>
          <w:r w:rsidR="00B11A58">
            <w:rPr>
              <w:b/>
              <w:sz w:val="36"/>
              <w:szCs w:val="30"/>
            </w:rPr>
            <w:t xml:space="preserve"> – </w:t>
          </w:r>
          <w:r w:rsidR="007D19A3">
            <w:rPr>
              <w:b/>
              <w:sz w:val="36"/>
              <w:szCs w:val="30"/>
            </w:rPr>
            <w:t xml:space="preserve">for </w:t>
          </w:r>
          <w:r w:rsidR="00883D0D">
            <w:rPr>
              <w:b/>
              <w:sz w:val="36"/>
              <w:szCs w:val="30"/>
            </w:rPr>
            <w:t>Territorial Authorities</w:t>
          </w:r>
          <w:bookmarkEnd w:id="0"/>
        </w:p>
        <w:p w:rsidR="00FB5B01" w:rsidRDefault="007D19A3" w:rsidP="00FB5B01">
          <w:pPr>
            <w:spacing w:before="40" w:after="160" w:line="260" w:lineRule="atLeast"/>
          </w:pPr>
          <w:r>
            <w:t>You may use this form to make a complaint about an Independently Qualified Pool Inspector (Pool Inspector).</w:t>
          </w:r>
        </w:p>
        <w:p w:rsidR="007D19A3" w:rsidRPr="007D19A3" w:rsidRDefault="007D19A3" w:rsidP="00FB5B01">
          <w:pPr>
            <w:spacing w:before="40" w:after="160" w:line="260" w:lineRule="atLeast"/>
            <w:rPr>
              <w:b/>
            </w:rPr>
          </w:pPr>
          <w:r w:rsidRPr="007D19A3">
            <w:rPr>
              <w:b/>
            </w:rPr>
            <w:t>PLEASE READ BEFORE COMPLETING THIS FORM</w:t>
          </w:r>
        </w:p>
        <w:p w:rsidR="007D19A3" w:rsidRDefault="007D19A3" w:rsidP="00FB5B01">
          <w:pPr>
            <w:spacing w:before="40" w:after="160" w:line="260" w:lineRule="atLeast"/>
          </w:pPr>
          <w:r>
            <w:t>The Ministry of Business Innovation and Employment (MBIE) cannot consider complaints regarding payment disputes, commercial or contractual disputes.</w:t>
          </w:r>
        </w:p>
        <w:p w:rsidR="007D19A3" w:rsidRDefault="007D19A3" w:rsidP="00FB5B01">
          <w:pPr>
            <w:spacing w:before="40" w:after="160" w:line="260" w:lineRule="atLeast"/>
          </w:pPr>
          <w:r>
            <w:t>You must provide enough information to enable the complaint to be investigated.</w:t>
          </w:r>
        </w:p>
        <w:p w:rsidR="00883D0D" w:rsidRDefault="007D19A3" w:rsidP="00FB5B01">
          <w:pPr>
            <w:spacing w:before="40" w:after="160" w:line="260" w:lineRule="atLeast"/>
          </w:pPr>
          <w:r>
            <w:t xml:space="preserve">Complaints may lead to </w:t>
          </w:r>
          <w:r w:rsidR="00883D0D">
            <w:t xml:space="preserve">a registered </w:t>
          </w:r>
          <w:r>
            <w:t>pool inspector being disciplined</w:t>
          </w:r>
          <w:r w:rsidR="00883D0D">
            <w:t>.</w:t>
          </w:r>
        </w:p>
        <w:p w:rsidR="00FE19D0" w:rsidRDefault="00FE19D0" w:rsidP="00FB5B01">
          <w:pPr>
            <w:spacing w:before="40" w:after="160" w:line="260" w:lineRule="atLeast"/>
          </w:pPr>
          <w:r>
            <w:t xml:space="preserve">Your complaint may relate to a person who is no longer a </w:t>
          </w:r>
          <w:r w:rsidR="00883D0D">
            <w:t xml:space="preserve">registered </w:t>
          </w:r>
          <w:r>
            <w:t>pool inspector provided the person was when the conduct occurred.</w:t>
          </w:r>
        </w:p>
        <w:p w:rsidR="00FB5B01" w:rsidRPr="00FB5B01" w:rsidRDefault="001B140F" w:rsidP="001B140F">
          <w:pPr>
            <w:spacing w:before="40" w:after="160" w:line="260" w:lineRule="atLeast"/>
          </w:pPr>
          <w:r>
            <w:t xml:space="preserve">The completed form can be </w:t>
          </w:r>
          <w:r w:rsidR="00FB5B01" w:rsidRPr="00FB5B01">
            <w:t>save</w:t>
          </w:r>
          <w:r>
            <w:t>d</w:t>
          </w:r>
          <w:r w:rsidR="00FB5B01" w:rsidRPr="00FB5B01">
            <w:t xml:space="preserve"> and email</w:t>
          </w:r>
          <w:r>
            <w:t>ed</w:t>
          </w:r>
          <w:r w:rsidR="00FB5B01" w:rsidRPr="00FB5B01">
            <w:t xml:space="preserve"> to: </w:t>
          </w:r>
          <w:hyperlink r:id="rId9" w:history="1">
            <w:r w:rsidR="00D356A9" w:rsidRPr="00B816C3">
              <w:rPr>
                <w:rStyle w:val="Hyperlink"/>
              </w:rPr>
              <w:t>poolinspectors@mbie.govt.nz</w:t>
            </w:r>
          </w:hyperlink>
        </w:p>
      </w:sdtContent>
    </w:sdt>
    <w:p w:rsidR="00FB5B01" w:rsidRDefault="00FB5B01" w:rsidP="00FB5B01">
      <w:pPr>
        <w:spacing w:before="40" w:after="160" w:line="260" w:lineRule="atLeast"/>
        <w:ind w:left="1080"/>
      </w:pPr>
    </w:p>
    <w:tbl>
      <w:tblPr>
        <w:tblStyle w:val="TableGrid"/>
        <w:tblW w:w="0" w:type="auto"/>
        <w:tblLook w:val="04A0" w:firstRow="1" w:lastRow="0" w:firstColumn="1" w:lastColumn="0" w:noHBand="0" w:noVBand="1"/>
      </w:tblPr>
      <w:tblGrid>
        <w:gridCol w:w="3080"/>
        <w:gridCol w:w="6162"/>
      </w:tblGrid>
      <w:tr w:rsidR="00FB5B01" w:rsidTr="00242004">
        <w:trPr>
          <w:trHeight w:val="136"/>
        </w:trPr>
        <w:sdt>
          <w:sdtPr>
            <w:rPr>
              <w:b/>
              <w:i/>
              <w:color w:val="FFFFFF" w:themeColor="background1"/>
              <w:sz w:val="24"/>
            </w:rPr>
            <w:id w:val="1419675384"/>
            <w:placeholder>
              <w:docPart w:val="DefaultPlaceholder_1082065158"/>
            </w:placeholder>
          </w:sdtPr>
          <w:sdtEndPr/>
          <w:sdtContent>
            <w:tc>
              <w:tcPr>
                <w:tcW w:w="9242" w:type="dxa"/>
                <w:gridSpan w:val="2"/>
                <w:tcBorders>
                  <w:top w:val="nil"/>
                  <w:left w:val="nil"/>
                  <w:bottom w:val="nil"/>
                  <w:right w:val="nil"/>
                </w:tcBorders>
                <w:shd w:val="clear" w:color="auto" w:fill="A6A6A6" w:themeFill="background1" w:themeFillShade="A6"/>
                <w:vAlign w:val="center"/>
              </w:tcPr>
              <w:sdt>
                <w:sdtPr>
                  <w:rPr>
                    <w:b/>
                    <w:i/>
                    <w:color w:val="FFFFFF" w:themeColor="background1"/>
                    <w:sz w:val="24"/>
                  </w:rPr>
                  <w:id w:val="776755719"/>
                  <w:lock w:val="sdtContentLocked"/>
                  <w:placeholder>
                    <w:docPart w:val="DefaultPlaceholder_1082065158"/>
                  </w:placeholder>
                  <w:text/>
                </w:sdtPr>
                <w:sdtEndPr/>
                <w:sdtContent>
                  <w:p w:rsidR="00FB5B01" w:rsidRPr="00FB5B01" w:rsidRDefault="00FE19D0" w:rsidP="00883D0D">
                    <w:pPr>
                      <w:rPr>
                        <w:b/>
                        <w:i/>
                        <w:sz w:val="24"/>
                      </w:rPr>
                    </w:pPr>
                    <w:r>
                      <w:rPr>
                        <w:b/>
                        <w:i/>
                        <w:color w:val="FFFFFF" w:themeColor="background1"/>
                        <w:sz w:val="24"/>
                      </w:rPr>
                      <w:t xml:space="preserve">Part 1: </w:t>
                    </w:r>
                    <w:r w:rsidR="00883D0D">
                      <w:rPr>
                        <w:b/>
                        <w:i/>
                        <w:color w:val="FFFFFF" w:themeColor="background1"/>
                        <w:sz w:val="24"/>
                      </w:rPr>
                      <w:t>D</w:t>
                    </w:r>
                    <w:r>
                      <w:rPr>
                        <w:b/>
                        <w:i/>
                        <w:color w:val="FFFFFF" w:themeColor="background1"/>
                        <w:sz w:val="24"/>
                      </w:rPr>
                      <w:t>etails</w:t>
                    </w:r>
                    <w:r w:rsidR="00883D0D">
                      <w:rPr>
                        <w:b/>
                        <w:i/>
                        <w:color w:val="FFFFFF" w:themeColor="background1"/>
                        <w:sz w:val="24"/>
                      </w:rPr>
                      <w:t xml:space="preserve"> of Territorial Authority</w:t>
                    </w:r>
                  </w:p>
                </w:sdtContent>
              </w:sdt>
            </w:tc>
          </w:sdtContent>
        </w:sdt>
      </w:tr>
      <w:tr w:rsidR="00FE19D0" w:rsidTr="001318CD">
        <w:trPr>
          <w:trHeight w:val="680"/>
        </w:trPr>
        <w:tc>
          <w:tcPr>
            <w:tcW w:w="3080" w:type="dxa"/>
            <w:tcBorders>
              <w:top w:val="nil"/>
              <w:left w:val="nil"/>
              <w:bottom w:val="nil"/>
              <w:right w:val="nil"/>
            </w:tcBorders>
            <w:vAlign w:val="center"/>
          </w:tcPr>
          <w:sdt>
            <w:sdtPr>
              <w:rPr>
                <w:b/>
                <w:sz w:val="18"/>
                <w:szCs w:val="18"/>
              </w:rPr>
              <w:id w:val="-413863316"/>
              <w:lock w:val="sdtContentLocked"/>
              <w:placeholder>
                <w:docPart w:val="DefaultPlaceholder_1082065158"/>
              </w:placeholder>
            </w:sdtPr>
            <w:sdtEndPr/>
            <w:sdtContent>
              <w:p w:rsidR="00FE19D0" w:rsidRPr="00C33065" w:rsidRDefault="00883D0D" w:rsidP="00FB5B01">
                <w:pPr>
                  <w:jc w:val="right"/>
                  <w:rPr>
                    <w:b/>
                    <w:sz w:val="18"/>
                    <w:szCs w:val="18"/>
                  </w:rPr>
                </w:pPr>
                <w:r>
                  <w:rPr>
                    <w:b/>
                    <w:sz w:val="18"/>
                    <w:szCs w:val="18"/>
                  </w:rPr>
                  <w:t>Territorial Authority:</w:t>
                </w:r>
              </w:p>
            </w:sdtContent>
          </w:sdt>
        </w:tc>
        <w:tc>
          <w:tcPr>
            <w:tcW w:w="6162" w:type="dxa"/>
            <w:tcBorders>
              <w:top w:val="nil"/>
              <w:left w:val="nil"/>
              <w:bottom w:val="single" w:sz="4" w:space="0" w:color="auto"/>
              <w:right w:val="nil"/>
            </w:tcBorders>
            <w:vAlign w:val="center"/>
          </w:tcPr>
          <w:p w:rsidR="00FE19D0" w:rsidRDefault="00CF49A5" w:rsidP="00B56213">
            <w:pPr>
              <w:spacing w:after="40"/>
              <w:rPr>
                <w:rStyle w:val="Style1"/>
              </w:rPr>
            </w:pPr>
            <w:sdt>
              <w:sdtPr>
                <w:rPr>
                  <w:rStyle w:val="Style4"/>
                </w:rPr>
                <w:id w:val="-496419044"/>
                <w:placeholder>
                  <w:docPart w:val="B924783545CE4F57BCAAAB669A0FBCA6"/>
                </w:placeholder>
                <w:showingPlcHdr/>
                <w:text/>
              </w:sdtPr>
              <w:sdtEndPr>
                <w:rPr>
                  <w:rStyle w:val="DefaultParagraphFont"/>
                  <w:b/>
                  <w:color w:val="D9D9D9" w:themeColor="background1" w:themeShade="D9"/>
                </w:rPr>
              </w:sdtEndPr>
              <w:sdtContent>
                <w:r w:rsidR="00B56213" w:rsidRPr="0078708C">
                  <w:rPr>
                    <w:rStyle w:val="PlaceholderText"/>
                  </w:rPr>
                  <w:t xml:space="preserve">Click here </w:t>
                </w:r>
                <w:r w:rsidR="00B56213">
                  <w:rPr>
                    <w:rStyle w:val="PlaceholderText"/>
                  </w:rPr>
                  <w:t>and</w:t>
                </w:r>
                <w:r w:rsidR="00B56213" w:rsidRPr="0078708C">
                  <w:rPr>
                    <w:rStyle w:val="PlaceholderText"/>
                  </w:rPr>
                  <w:t xml:space="preserve"> enter </w:t>
                </w:r>
                <w:r w:rsidR="00B56213">
                  <w:rPr>
                    <w:rStyle w:val="PlaceholderText"/>
                  </w:rPr>
                  <w:t>Territorial Authority</w:t>
                </w:r>
                <w:r w:rsidR="00B56213" w:rsidRPr="0078708C">
                  <w:rPr>
                    <w:rStyle w:val="PlaceholderText"/>
                  </w:rPr>
                  <w:t>.</w:t>
                </w:r>
              </w:sdtContent>
            </w:sdt>
          </w:p>
        </w:tc>
      </w:tr>
      <w:tr w:rsidR="00FB5B01" w:rsidTr="007F5DBA">
        <w:trPr>
          <w:trHeight w:val="136"/>
        </w:trPr>
        <w:tc>
          <w:tcPr>
            <w:tcW w:w="9242" w:type="dxa"/>
            <w:gridSpan w:val="2"/>
            <w:tcBorders>
              <w:top w:val="nil"/>
              <w:left w:val="nil"/>
              <w:bottom w:val="nil"/>
              <w:right w:val="nil"/>
            </w:tcBorders>
            <w:vAlign w:val="center"/>
          </w:tcPr>
          <w:sdt>
            <w:sdtPr>
              <w:rPr>
                <w:b/>
              </w:rPr>
              <w:id w:val="-391420440"/>
              <w:lock w:val="sdtContentLocked"/>
              <w:placeholder>
                <w:docPart w:val="DefaultPlaceholder_1082065158"/>
              </w:placeholder>
            </w:sdtPr>
            <w:sdtEndPr/>
            <w:sdtContent>
              <w:p w:rsidR="00FB5B01" w:rsidRDefault="00FA564F" w:rsidP="00FB5B01">
                <w:r>
                  <w:rPr>
                    <w:b/>
                  </w:rPr>
                  <w:t>A</w:t>
                </w:r>
                <w:r w:rsidR="00FB5B01">
                  <w:rPr>
                    <w:b/>
                  </w:rPr>
                  <w:t>ddress:</w:t>
                </w:r>
              </w:p>
            </w:sdtContent>
          </w:sdt>
        </w:tc>
      </w:tr>
      <w:tr w:rsidR="00FB5B01" w:rsidTr="001318CD">
        <w:trPr>
          <w:trHeight w:val="680"/>
        </w:trPr>
        <w:tc>
          <w:tcPr>
            <w:tcW w:w="3080" w:type="dxa"/>
            <w:tcBorders>
              <w:top w:val="nil"/>
              <w:left w:val="nil"/>
              <w:bottom w:val="nil"/>
              <w:right w:val="nil"/>
            </w:tcBorders>
            <w:vAlign w:val="center"/>
          </w:tcPr>
          <w:sdt>
            <w:sdtPr>
              <w:rPr>
                <w:b/>
                <w:sz w:val="18"/>
                <w:szCs w:val="18"/>
              </w:rPr>
              <w:id w:val="-452322258"/>
              <w:lock w:val="sdtContentLocked"/>
              <w:placeholder>
                <w:docPart w:val="DefaultPlaceholder_1082065158"/>
              </w:placeholder>
            </w:sdtPr>
            <w:sdtEndPr/>
            <w:sdtContent>
              <w:p w:rsidR="00FB5B01" w:rsidRDefault="00FB5B01" w:rsidP="00FB5B01">
                <w:pPr>
                  <w:jc w:val="right"/>
                </w:pPr>
                <w:r>
                  <w:rPr>
                    <w:b/>
                    <w:sz w:val="18"/>
                    <w:szCs w:val="18"/>
                  </w:rPr>
                  <w:t>Street Number &amp; Name:</w:t>
                </w:r>
              </w:p>
            </w:sdtContent>
          </w:sdt>
        </w:tc>
        <w:tc>
          <w:tcPr>
            <w:tcW w:w="6162" w:type="dxa"/>
            <w:tcBorders>
              <w:top w:val="nil"/>
              <w:left w:val="nil"/>
              <w:bottom w:val="single" w:sz="4" w:space="0" w:color="auto"/>
              <w:right w:val="nil"/>
            </w:tcBorders>
            <w:vAlign w:val="center"/>
          </w:tcPr>
          <w:p w:rsidR="00FB5B01" w:rsidRDefault="00CF49A5" w:rsidP="00FB5B01">
            <w:sdt>
              <w:sdtPr>
                <w:rPr>
                  <w:rStyle w:val="Style4"/>
                </w:rPr>
                <w:id w:val="694274311"/>
                <w:placeholder>
                  <w:docPart w:val="BEF030EDDCB1489BA6C5A017FEACA20E"/>
                </w:placeholder>
                <w:showingPlcHdr/>
                <w:text/>
              </w:sdtPr>
              <w:sdtEndPr>
                <w:rPr>
                  <w:rStyle w:val="DefaultParagraphFont"/>
                  <w:b/>
                  <w:color w:val="D9D9D9" w:themeColor="background1" w:themeShade="D9"/>
                </w:rPr>
              </w:sdtEndPr>
              <w:sdtContent>
                <w:r w:rsidR="00FB5B01" w:rsidRPr="0078708C">
                  <w:rPr>
                    <w:rStyle w:val="PlaceholderText"/>
                  </w:rPr>
                  <w:t xml:space="preserve">Click here </w:t>
                </w:r>
                <w:r w:rsidR="00FB5B01">
                  <w:rPr>
                    <w:rStyle w:val="PlaceholderText"/>
                  </w:rPr>
                  <w:t>and</w:t>
                </w:r>
                <w:r w:rsidR="00FB5B01" w:rsidRPr="0078708C">
                  <w:rPr>
                    <w:rStyle w:val="PlaceholderText"/>
                  </w:rPr>
                  <w:t xml:space="preserve"> enter </w:t>
                </w:r>
                <w:r w:rsidR="00FB5B01" w:rsidRPr="00711257">
                  <w:rPr>
                    <w:rStyle w:val="PlaceholderText"/>
                  </w:rPr>
                  <w:t>Street Number &amp; Name</w:t>
                </w:r>
                <w:r w:rsidR="00FB5B01" w:rsidRPr="0078708C">
                  <w:rPr>
                    <w:rStyle w:val="PlaceholderText"/>
                  </w:rPr>
                  <w:t>.</w:t>
                </w:r>
              </w:sdtContent>
            </w:sdt>
          </w:p>
        </w:tc>
      </w:tr>
      <w:tr w:rsidR="00FB5B01" w:rsidTr="001318CD">
        <w:trPr>
          <w:trHeight w:val="680"/>
        </w:trPr>
        <w:tc>
          <w:tcPr>
            <w:tcW w:w="3080" w:type="dxa"/>
            <w:tcBorders>
              <w:top w:val="nil"/>
              <w:left w:val="nil"/>
              <w:bottom w:val="nil"/>
              <w:right w:val="nil"/>
            </w:tcBorders>
            <w:vAlign w:val="center"/>
          </w:tcPr>
          <w:sdt>
            <w:sdtPr>
              <w:rPr>
                <w:b/>
                <w:sz w:val="18"/>
                <w:szCs w:val="18"/>
              </w:rPr>
              <w:id w:val="-573888688"/>
              <w:lock w:val="sdtContentLocked"/>
              <w:placeholder>
                <w:docPart w:val="DefaultPlaceholder_1082065158"/>
              </w:placeholder>
            </w:sdtPr>
            <w:sdtEndPr/>
            <w:sdtContent>
              <w:p w:rsidR="00FB5B01" w:rsidRDefault="00FB5B01" w:rsidP="00FB5B01">
                <w:pPr>
                  <w:jc w:val="right"/>
                </w:pPr>
                <w:r>
                  <w:rPr>
                    <w:b/>
                    <w:sz w:val="18"/>
                    <w:szCs w:val="18"/>
                  </w:rPr>
                  <w:t>Suburb:</w:t>
                </w:r>
              </w:p>
            </w:sdtContent>
          </w:sdt>
        </w:tc>
        <w:tc>
          <w:tcPr>
            <w:tcW w:w="6162" w:type="dxa"/>
            <w:tcBorders>
              <w:top w:val="single" w:sz="4" w:space="0" w:color="auto"/>
              <w:left w:val="nil"/>
              <w:bottom w:val="single" w:sz="4" w:space="0" w:color="auto"/>
              <w:right w:val="nil"/>
            </w:tcBorders>
            <w:vAlign w:val="center"/>
          </w:tcPr>
          <w:p w:rsidR="00FB5B01" w:rsidRDefault="00CF49A5" w:rsidP="00FB5B01">
            <w:sdt>
              <w:sdtPr>
                <w:rPr>
                  <w:rStyle w:val="Style5"/>
                </w:rPr>
                <w:id w:val="-1604560560"/>
                <w:placeholder>
                  <w:docPart w:val="CF50B4583DBD4CBC8720C038148F7A09"/>
                </w:placeholder>
                <w:showingPlcHdr/>
                <w:text/>
              </w:sdtPr>
              <w:sdtEndPr>
                <w:rPr>
                  <w:rStyle w:val="DefaultParagraphFont"/>
                  <w:b/>
                  <w:color w:val="D9D9D9" w:themeColor="background1" w:themeShade="D9"/>
                </w:rPr>
              </w:sdtEndPr>
              <w:sdtContent>
                <w:r w:rsidR="00FB5B01" w:rsidRPr="0078708C">
                  <w:rPr>
                    <w:rStyle w:val="PlaceholderText"/>
                  </w:rPr>
                  <w:t xml:space="preserve">Click here </w:t>
                </w:r>
                <w:r w:rsidR="00FB5B01">
                  <w:rPr>
                    <w:rStyle w:val="PlaceholderText"/>
                  </w:rPr>
                  <w:t>and</w:t>
                </w:r>
                <w:r w:rsidR="00FB5B01" w:rsidRPr="0078708C">
                  <w:rPr>
                    <w:rStyle w:val="PlaceholderText"/>
                  </w:rPr>
                  <w:t xml:space="preserve"> enter </w:t>
                </w:r>
                <w:r w:rsidR="00FB5B01" w:rsidRPr="00711257">
                  <w:rPr>
                    <w:rStyle w:val="PlaceholderText"/>
                  </w:rPr>
                  <w:t>Suburb.</w:t>
                </w:r>
              </w:sdtContent>
            </w:sdt>
          </w:p>
        </w:tc>
      </w:tr>
      <w:tr w:rsidR="00FB5B01" w:rsidTr="001318CD">
        <w:trPr>
          <w:trHeight w:val="680"/>
        </w:trPr>
        <w:tc>
          <w:tcPr>
            <w:tcW w:w="3080" w:type="dxa"/>
            <w:tcBorders>
              <w:top w:val="nil"/>
              <w:left w:val="nil"/>
              <w:bottom w:val="nil"/>
              <w:right w:val="nil"/>
            </w:tcBorders>
            <w:vAlign w:val="center"/>
          </w:tcPr>
          <w:sdt>
            <w:sdtPr>
              <w:rPr>
                <w:b/>
                <w:sz w:val="18"/>
                <w:szCs w:val="18"/>
              </w:rPr>
              <w:id w:val="-676572786"/>
              <w:lock w:val="sdtContentLocked"/>
              <w:placeholder>
                <w:docPart w:val="DefaultPlaceholder_1082065158"/>
              </w:placeholder>
            </w:sdtPr>
            <w:sdtEndPr/>
            <w:sdtContent>
              <w:p w:rsidR="00FB5B01" w:rsidRDefault="00FB5B01" w:rsidP="00FB5B01">
                <w:pPr>
                  <w:jc w:val="right"/>
                </w:pPr>
                <w:r w:rsidRPr="00730FD3">
                  <w:rPr>
                    <w:b/>
                    <w:sz w:val="18"/>
                    <w:szCs w:val="18"/>
                  </w:rPr>
                  <w:t>City:</w:t>
                </w:r>
              </w:p>
            </w:sdtContent>
          </w:sdt>
        </w:tc>
        <w:tc>
          <w:tcPr>
            <w:tcW w:w="6162" w:type="dxa"/>
            <w:tcBorders>
              <w:top w:val="single" w:sz="4" w:space="0" w:color="auto"/>
              <w:left w:val="nil"/>
              <w:bottom w:val="single" w:sz="4" w:space="0" w:color="auto"/>
              <w:right w:val="nil"/>
            </w:tcBorders>
            <w:vAlign w:val="center"/>
          </w:tcPr>
          <w:p w:rsidR="00FB5B01" w:rsidRDefault="00CF49A5" w:rsidP="00FB5B01">
            <w:sdt>
              <w:sdtPr>
                <w:rPr>
                  <w:rStyle w:val="Style6"/>
                </w:rPr>
                <w:id w:val="1387521359"/>
                <w:placeholder>
                  <w:docPart w:val="4998AD4FEAC4402E914D5BFF28001211"/>
                </w:placeholder>
                <w:showingPlcHdr/>
                <w:text/>
              </w:sdtPr>
              <w:sdtEndPr>
                <w:rPr>
                  <w:rStyle w:val="DefaultParagraphFont"/>
                  <w:b/>
                  <w:color w:val="D9D9D9" w:themeColor="background1" w:themeShade="D9"/>
                </w:rPr>
              </w:sdtEndPr>
              <w:sdtContent>
                <w:r w:rsidR="00FB5B01" w:rsidRPr="00730FD3">
                  <w:rPr>
                    <w:rStyle w:val="PlaceholderText"/>
                  </w:rPr>
                  <w:t>Click here and enter City.</w:t>
                </w:r>
              </w:sdtContent>
            </w:sdt>
          </w:p>
        </w:tc>
      </w:tr>
      <w:tr w:rsidR="00883D0D" w:rsidTr="0026024C">
        <w:trPr>
          <w:trHeight w:val="680"/>
        </w:trPr>
        <w:tc>
          <w:tcPr>
            <w:tcW w:w="3080" w:type="dxa"/>
            <w:tcBorders>
              <w:top w:val="nil"/>
              <w:left w:val="nil"/>
              <w:bottom w:val="nil"/>
              <w:right w:val="nil"/>
            </w:tcBorders>
            <w:vAlign w:val="center"/>
          </w:tcPr>
          <w:sdt>
            <w:sdtPr>
              <w:rPr>
                <w:b/>
                <w:sz w:val="18"/>
                <w:szCs w:val="18"/>
              </w:rPr>
              <w:id w:val="1205205917"/>
              <w:lock w:val="sdtContentLocked"/>
              <w:placeholder>
                <w:docPart w:val="DefaultPlaceholder_1082065158"/>
              </w:placeholder>
            </w:sdtPr>
            <w:sdtEndPr/>
            <w:sdtContent>
              <w:p w:rsidR="00883D0D" w:rsidRDefault="00883D0D" w:rsidP="0026024C">
                <w:pPr>
                  <w:jc w:val="right"/>
                </w:pPr>
                <w:r>
                  <w:rPr>
                    <w:b/>
                    <w:sz w:val="18"/>
                    <w:szCs w:val="18"/>
                  </w:rPr>
                  <w:t>Contact Person</w:t>
                </w:r>
                <w:r w:rsidRPr="00C33065">
                  <w:rPr>
                    <w:b/>
                    <w:sz w:val="18"/>
                    <w:szCs w:val="18"/>
                  </w:rPr>
                  <w:t>:</w:t>
                </w:r>
              </w:p>
            </w:sdtContent>
          </w:sdt>
        </w:tc>
        <w:sdt>
          <w:sdtPr>
            <w:rPr>
              <w:rStyle w:val="Style1"/>
            </w:rPr>
            <w:id w:val="968786360"/>
            <w:placeholder>
              <w:docPart w:val="9187BDA311D24815A110D0DF48DD67DC"/>
            </w:placeholder>
            <w:showingPlcHdr/>
            <w:text/>
          </w:sdtPr>
          <w:sdtEndPr>
            <w:rPr>
              <w:rStyle w:val="DefaultParagraphFont"/>
              <w:b/>
              <w:color w:val="D9D9D9" w:themeColor="background1" w:themeShade="D9"/>
            </w:rPr>
          </w:sdtEndPr>
          <w:sdtContent>
            <w:tc>
              <w:tcPr>
                <w:tcW w:w="6162" w:type="dxa"/>
                <w:tcBorders>
                  <w:top w:val="nil"/>
                  <w:left w:val="nil"/>
                  <w:bottom w:val="single" w:sz="4" w:space="0" w:color="auto"/>
                  <w:right w:val="nil"/>
                </w:tcBorders>
                <w:vAlign w:val="center"/>
              </w:tcPr>
              <w:p w:rsidR="00883D0D" w:rsidRPr="00E00A96" w:rsidRDefault="00883D0D" w:rsidP="00B56213">
                <w:pPr>
                  <w:spacing w:after="40"/>
                  <w:rPr>
                    <w:b/>
                    <w:color w:val="D9D9D9" w:themeColor="background1" w:themeShade="D9"/>
                  </w:rPr>
                </w:pPr>
                <w:r w:rsidRPr="0078708C">
                  <w:rPr>
                    <w:rStyle w:val="PlaceholderText"/>
                  </w:rPr>
                  <w:t xml:space="preserve">Click here </w:t>
                </w:r>
                <w:r>
                  <w:rPr>
                    <w:rStyle w:val="PlaceholderText"/>
                  </w:rPr>
                  <w:t>and</w:t>
                </w:r>
                <w:r w:rsidRPr="0078708C">
                  <w:rPr>
                    <w:rStyle w:val="PlaceholderText"/>
                  </w:rPr>
                  <w:t xml:space="preserve"> enter </w:t>
                </w:r>
                <w:r w:rsidR="00B56213">
                  <w:rPr>
                    <w:rStyle w:val="PlaceholderText"/>
                  </w:rPr>
                  <w:t>Contact Person Name</w:t>
                </w:r>
              </w:p>
            </w:tc>
          </w:sdtContent>
        </w:sdt>
      </w:tr>
      <w:tr w:rsidR="00883D0D" w:rsidTr="0026024C">
        <w:trPr>
          <w:trHeight w:val="680"/>
        </w:trPr>
        <w:tc>
          <w:tcPr>
            <w:tcW w:w="3080" w:type="dxa"/>
            <w:tcBorders>
              <w:top w:val="nil"/>
              <w:left w:val="nil"/>
              <w:bottom w:val="nil"/>
              <w:right w:val="nil"/>
            </w:tcBorders>
            <w:vAlign w:val="center"/>
          </w:tcPr>
          <w:sdt>
            <w:sdtPr>
              <w:rPr>
                <w:b/>
                <w:sz w:val="18"/>
                <w:szCs w:val="18"/>
              </w:rPr>
              <w:id w:val="-566503146"/>
              <w:lock w:val="sdtContentLocked"/>
              <w:placeholder>
                <w:docPart w:val="DefaultPlaceholder_1082065158"/>
              </w:placeholder>
            </w:sdtPr>
            <w:sdtEndPr/>
            <w:sdtContent>
              <w:p w:rsidR="00883D0D" w:rsidRDefault="00883D0D" w:rsidP="0026024C">
                <w:pPr>
                  <w:jc w:val="right"/>
                </w:pPr>
                <w:r>
                  <w:rPr>
                    <w:b/>
                    <w:sz w:val="18"/>
                    <w:szCs w:val="18"/>
                  </w:rPr>
                  <w:t>Position title</w:t>
                </w:r>
                <w:r w:rsidRPr="00C33065">
                  <w:rPr>
                    <w:b/>
                    <w:sz w:val="18"/>
                    <w:szCs w:val="18"/>
                  </w:rPr>
                  <w:t>:</w:t>
                </w:r>
              </w:p>
            </w:sdtContent>
          </w:sdt>
        </w:tc>
        <w:sdt>
          <w:sdtPr>
            <w:rPr>
              <w:rStyle w:val="Style2"/>
            </w:rPr>
            <w:id w:val="-1873605259"/>
            <w:placeholder>
              <w:docPart w:val="2C2AC647F4A34B4E80D86B233D50A8A3"/>
            </w:placeholder>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883D0D" w:rsidRDefault="00883D0D" w:rsidP="00B56213">
                <w:r w:rsidRPr="0078708C">
                  <w:rPr>
                    <w:rStyle w:val="PlaceholderText"/>
                  </w:rPr>
                  <w:t xml:space="preserve">Click here </w:t>
                </w:r>
                <w:r>
                  <w:rPr>
                    <w:rStyle w:val="PlaceholderText"/>
                  </w:rPr>
                  <w:t>and</w:t>
                </w:r>
                <w:r w:rsidRPr="0078708C">
                  <w:rPr>
                    <w:rStyle w:val="PlaceholderText"/>
                  </w:rPr>
                  <w:t xml:space="preserve"> enter </w:t>
                </w:r>
                <w:r w:rsidR="00B56213">
                  <w:rPr>
                    <w:rStyle w:val="PlaceholderText"/>
                  </w:rPr>
                  <w:t>Position Title</w:t>
                </w:r>
              </w:p>
            </w:tc>
          </w:sdtContent>
        </w:sdt>
      </w:tr>
      <w:tr w:rsidR="001155B1" w:rsidTr="00963491">
        <w:trPr>
          <w:trHeight w:val="680"/>
        </w:trPr>
        <w:tc>
          <w:tcPr>
            <w:tcW w:w="3080" w:type="dxa"/>
            <w:tcBorders>
              <w:top w:val="nil"/>
              <w:left w:val="nil"/>
              <w:bottom w:val="nil"/>
              <w:right w:val="nil"/>
            </w:tcBorders>
            <w:vAlign w:val="center"/>
          </w:tcPr>
          <w:sdt>
            <w:sdtPr>
              <w:rPr>
                <w:b/>
                <w:sz w:val="18"/>
                <w:szCs w:val="18"/>
              </w:rPr>
              <w:id w:val="-942064121"/>
              <w:lock w:val="sdtContentLocked"/>
              <w:placeholder>
                <w:docPart w:val="DefaultPlaceholder_1082065158"/>
              </w:placeholder>
            </w:sdtPr>
            <w:sdtEndPr/>
            <w:sdtContent>
              <w:p w:rsidR="001155B1" w:rsidRDefault="001155B1" w:rsidP="00963491">
                <w:pPr>
                  <w:jc w:val="right"/>
                </w:pPr>
                <w:r>
                  <w:rPr>
                    <w:b/>
                    <w:sz w:val="18"/>
                    <w:szCs w:val="18"/>
                  </w:rPr>
                  <w:t>Phone Number:</w:t>
                </w:r>
              </w:p>
            </w:sdtContent>
          </w:sdt>
        </w:tc>
        <w:tc>
          <w:tcPr>
            <w:tcW w:w="6162" w:type="dxa"/>
            <w:tcBorders>
              <w:top w:val="nil"/>
              <w:left w:val="nil"/>
              <w:bottom w:val="single" w:sz="4" w:space="0" w:color="auto"/>
              <w:right w:val="nil"/>
            </w:tcBorders>
            <w:vAlign w:val="center"/>
          </w:tcPr>
          <w:p w:rsidR="001155B1" w:rsidRPr="00E00A96" w:rsidRDefault="00CF49A5" w:rsidP="00963491">
            <w:pPr>
              <w:spacing w:after="40"/>
              <w:rPr>
                <w:b/>
                <w:color w:val="D9D9D9" w:themeColor="background1" w:themeShade="D9"/>
              </w:rPr>
            </w:pPr>
            <w:sdt>
              <w:sdtPr>
                <w:rPr>
                  <w:rStyle w:val="Style16"/>
                </w:rPr>
                <w:id w:val="-916316685"/>
                <w:placeholder>
                  <w:docPart w:val="03CD2C3A74D14135865F7A4B95F691BB"/>
                </w:placeholder>
                <w:showingPlcHdr/>
                <w:text/>
              </w:sdtPr>
              <w:sdtEndPr>
                <w:rPr>
                  <w:rStyle w:val="DefaultParagraphFont"/>
                  <w:b/>
                  <w:color w:val="D9D9D9" w:themeColor="background1" w:themeShade="D9"/>
                </w:rPr>
              </w:sdtEndPr>
              <w:sdtContent>
                <w:r w:rsidR="001155B1" w:rsidRPr="008A405F">
                  <w:rPr>
                    <w:color w:val="808080"/>
                  </w:rPr>
                  <w:t>Click here and enter Phone Number.</w:t>
                </w:r>
              </w:sdtContent>
            </w:sdt>
          </w:p>
        </w:tc>
      </w:tr>
      <w:tr w:rsidR="001155B1" w:rsidTr="00963491">
        <w:trPr>
          <w:trHeight w:val="680"/>
        </w:trPr>
        <w:tc>
          <w:tcPr>
            <w:tcW w:w="3080" w:type="dxa"/>
            <w:tcBorders>
              <w:top w:val="nil"/>
              <w:left w:val="nil"/>
              <w:bottom w:val="nil"/>
              <w:right w:val="nil"/>
            </w:tcBorders>
            <w:vAlign w:val="center"/>
          </w:tcPr>
          <w:sdt>
            <w:sdtPr>
              <w:rPr>
                <w:b/>
                <w:sz w:val="18"/>
                <w:szCs w:val="18"/>
              </w:rPr>
              <w:id w:val="797342073"/>
              <w:lock w:val="sdtContentLocked"/>
              <w:placeholder>
                <w:docPart w:val="DefaultPlaceholder_1082065158"/>
              </w:placeholder>
            </w:sdtPr>
            <w:sdtEndPr/>
            <w:sdtContent>
              <w:p w:rsidR="001155B1" w:rsidRDefault="001155B1" w:rsidP="00963491">
                <w:pPr>
                  <w:jc w:val="right"/>
                </w:pPr>
                <w:r>
                  <w:rPr>
                    <w:b/>
                    <w:sz w:val="18"/>
                    <w:szCs w:val="18"/>
                  </w:rPr>
                  <w:t>Mobile Phone Number:</w:t>
                </w:r>
              </w:p>
            </w:sdtContent>
          </w:sdt>
        </w:tc>
        <w:tc>
          <w:tcPr>
            <w:tcW w:w="6162" w:type="dxa"/>
            <w:tcBorders>
              <w:top w:val="single" w:sz="4" w:space="0" w:color="auto"/>
              <w:left w:val="nil"/>
              <w:bottom w:val="single" w:sz="4" w:space="0" w:color="auto"/>
              <w:right w:val="nil"/>
            </w:tcBorders>
            <w:vAlign w:val="center"/>
          </w:tcPr>
          <w:p w:rsidR="001155B1" w:rsidRDefault="00CF49A5" w:rsidP="00963491">
            <w:sdt>
              <w:sdtPr>
                <w:rPr>
                  <w:rStyle w:val="Style16"/>
                </w:rPr>
                <w:id w:val="-379088647"/>
                <w:placeholder>
                  <w:docPart w:val="F45ECF1005FD490E953E0E44BC2150E9"/>
                </w:placeholder>
                <w:showingPlcHdr/>
                <w:text/>
              </w:sdtPr>
              <w:sdtEndPr>
                <w:rPr>
                  <w:rStyle w:val="DefaultParagraphFont"/>
                  <w:b/>
                  <w:color w:val="D9D9D9" w:themeColor="background1" w:themeShade="D9"/>
                </w:rPr>
              </w:sdtEndPr>
              <w:sdtContent>
                <w:r w:rsidR="001155B1" w:rsidRPr="008A405F">
                  <w:rPr>
                    <w:color w:val="808080"/>
                  </w:rPr>
                  <w:t>Click here and enter Phone Number.</w:t>
                </w:r>
              </w:sdtContent>
            </w:sdt>
          </w:p>
        </w:tc>
      </w:tr>
      <w:tr w:rsidR="001155B1" w:rsidTr="00963491">
        <w:trPr>
          <w:trHeight w:val="680"/>
        </w:trPr>
        <w:tc>
          <w:tcPr>
            <w:tcW w:w="3080" w:type="dxa"/>
            <w:tcBorders>
              <w:top w:val="nil"/>
              <w:left w:val="nil"/>
              <w:bottom w:val="nil"/>
              <w:right w:val="nil"/>
            </w:tcBorders>
            <w:vAlign w:val="center"/>
          </w:tcPr>
          <w:sdt>
            <w:sdtPr>
              <w:rPr>
                <w:b/>
                <w:sz w:val="18"/>
                <w:szCs w:val="18"/>
              </w:rPr>
              <w:id w:val="698278530"/>
              <w:lock w:val="sdtContentLocked"/>
              <w:placeholder>
                <w:docPart w:val="DefaultPlaceholder_1082065158"/>
              </w:placeholder>
            </w:sdtPr>
            <w:sdtEndPr/>
            <w:sdtContent>
              <w:p w:rsidR="001155B1" w:rsidRDefault="001155B1" w:rsidP="00963491">
                <w:pPr>
                  <w:jc w:val="right"/>
                </w:pPr>
                <w:r>
                  <w:rPr>
                    <w:b/>
                    <w:sz w:val="18"/>
                    <w:szCs w:val="18"/>
                  </w:rPr>
                  <w:t>Email Address:</w:t>
                </w:r>
              </w:p>
            </w:sdtContent>
          </w:sdt>
        </w:tc>
        <w:tc>
          <w:tcPr>
            <w:tcW w:w="6162" w:type="dxa"/>
            <w:tcBorders>
              <w:top w:val="nil"/>
              <w:left w:val="nil"/>
              <w:bottom w:val="single" w:sz="4" w:space="0" w:color="auto"/>
              <w:right w:val="nil"/>
            </w:tcBorders>
            <w:vAlign w:val="center"/>
          </w:tcPr>
          <w:p w:rsidR="001155B1" w:rsidRDefault="00CF49A5" w:rsidP="00963491">
            <w:sdt>
              <w:sdtPr>
                <w:rPr>
                  <w:rStyle w:val="Style17"/>
                </w:rPr>
                <w:id w:val="662044125"/>
                <w:placeholder>
                  <w:docPart w:val="27A3DFF4768240C4BFF7DF0EC2888EA5"/>
                </w:placeholder>
                <w:showingPlcHdr/>
                <w:text/>
              </w:sdtPr>
              <w:sdtEndPr>
                <w:rPr>
                  <w:rStyle w:val="DefaultParagraphFont"/>
                  <w:b/>
                  <w:color w:val="D9D9D9" w:themeColor="background1" w:themeShade="D9"/>
                </w:rPr>
              </w:sdtEndPr>
              <w:sdtContent>
                <w:r w:rsidR="001155B1" w:rsidRPr="008A405F">
                  <w:rPr>
                    <w:color w:val="808080"/>
                  </w:rPr>
                  <w:t xml:space="preserve">Click here and enter Email Address. </w:t>
                </w:r>
              </w:sdtContent>
            </w:sdt>
          </w:p>
        </w:tc>
      </w:tr>
    </w:tbl>
    <w:p w:rsidR="00474408" w:rsidRDefault="00474408" w:rsidP="006513B5">
      <w:pPr>
        <w:spacing w:after="0"/>
      </w:pPr>
    </w:p>
    <w:p w:rsidR="008C5392" w:rsidRDefault="008C5392" w:rsidP="006513B5">
      <w:pPr>
        <w:spacing w:after="0"/>
      </w:pPr>
    </w:p>
    <w:p w:rsidR="008C5392" w:rsidRDefault="008C5392" w:rsidP="006513B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6162"/>
      </w:tblGrid>
      <w:tr w:rsidR="00587FBB" w:rsidRPr="00242004" w:rsidTr="00086FB1">
        <w:trPr>
          <w:trHeight w:val="136"/>
        </w:trPr>
        <w:tc>
          <w:tcPr>
            <w:tcW w:w="9242" w:type="dxa"/>
            <w:gridSpan w:val="2"/>
            <w:shd w:val="clear" w:color="auto" w:fill="A6A6A6" w:themeFill="background1" w:themeFillShade="A6"/>
          </w:tcPr>
          <w:sdt>
            <w:sdtPr>
              <w:rPr>
                <w:b/>
                <w:i/>
                <w:color w:val="FFFFFF" w:themeColor="background1"/>
                <w:sz w:val="20"/>
              </w:rPr>
              <w:id w:val="-1597321909"/>
              <w:lock w:val="sdtContentLocked"/>
              <w:placeholder>
                <w:docPart w:val="DefaultPlaceholder_1082065158"/>
              </w:placeholder>
            </w:sdtPr>
            <w:sdtEndPr/>
            <w:sdtContent>
              <w:p w:rsidR="00587FBB" w:rsidRPr="00242004" w:rsidRDefault="00FA564F" w:rsidP="00FF42BB">
                <w:pPr>
                  <w:rPr>
                    <w:b/>
                    <w:i/>
                    <w:color w:val="FFFFFF" w:themeColor="background1"/>
                    <w:sz w:val="20"/>
                  </w:rPr>
                </w:pPr>
                <w:r>
                  <w:rPr>
                    <w:b/>
                    <w:i/>
                    <w:color w:val="FFFFFF" w:themeColor="background1"/>
                    <w:sz w:val="20"/>
                  </w:rPr>
                  <w:t xml:space="preserve">Part </w:t>
                </w:r>
                <w:r w:rsidR="008C5392">
                  <w:rPr>
                    <w:b/>
                    <w:i/>
                    <w:color w:val="FFFFFF" w:themeColor="background1"/>
                    <w:sz w:val="20"/>
                  </w:rPr>
                  <w:t>2</w:t>
                </w:r>
                <w:r>
                  <w:rPr>
                    <w:b/>
                    <w:i/>
                    <w:color w:val="FFFFFF" w:themeColor="background1"/>
                    <w:sz w:val="20"/>
                  </w:rPr>
                  <w:t>: Details of the Pool Inspector you are complaining</w:t>
                </w:r>
                <w:r w:rsidR="00FF42BB">
                  <w:rPr>
                    <w:b/>
                    <w:i/>
                    <w:color w:val="FFFFFF" w:themeColor="background1"/>
                    <w:sz w:val="20"/>
                  </w:rPr>
                  <w:t xml:space="preserve"> </w:t>
                </w:r>
                <w:r>
                  <w:rPr>
                    <w:b/>
                    <w:i/>
                    <w:color w:val="FFFFFF" w:themeColor="background1"/>
                    <w:sz w:val="20"/>
                  </w:rPr>
                  <w:t>about</w:t>
                </w:r>
              </w:p>
            </w:sdtContent>
          </w:sdt>
        </w:tc>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p w:rsidR="00FA564F" w:rsidRDefault="00CF49A5" w:rsidP="00FA564F">
            <w:pPr>
              <w:jc w:val="right"/>
              <w:rPr>
                <w:b/>
                <w:sz w:val="18"/>
                <w:szCs w:val="18"/>
              </w:rPr>
            </w:pPr>
            <w:sdt>
              <w:sdtPr>
                <w:rPr>
                  <w:b/>
                  <w:sz w:val="18"/>
                  <w:szCs w:val="18"/>
                </w:rPr>
                <w:id w:val="-1963719593"/>
                <w:lock w:val="sdtContentLocked"/>
                <w:placeholder>
                  <w:docPart w:val="DefaultPlaceholder_1082065158"/>
                </w:placeholder>
              </w:sdtPr>
              <w:sdtEndPr/>
              <w:sdtContent>
                <w:r w:rsidR="00FA564F">
                  <w:rPr>
                    <w:b/>
                    <w:sz w:val="18"/>
                    <w:szCs w:val="18"/>
                  </w:rPr>
                  <w:t>Pool Inspector Registration number</w:t>
                </w:r>
              </w:sdtContent>
            </w:sdt>
            <w:r w:rsidR="00FA564F">
              <w:rPr>
                <w:b/>
                <w:sz w:val="18"/>
                <w:szCs w:val="18"/>
              </w:rPr>
              <w:t>:</w:t>
            </w:r>
          </w:p>
        </w:tc>
        <w:tc>
          <w:tcPr>
            <w:tcW w:w="6162" w:type="dxa"/>
            <w:tcBorders>
              <w:top w:val="nil"/>
              <w:left w:val="nil"/>
              <w:bottom w:val="single" w:sz="4" w:space="0" w:color="auto"/>
              <w:right w:val="nil"/>
            </w:tcBorders>
            <w:vAlign w:val="center"/>
          </w:tcPr>
          <w:p w:rsidR="00FA564F" w:rsidRDefault="00CF49A5" w:rsidP="00B56213">
            <w:pPr>
              <w:spacing w:after="40"/>
              <w:rPr>
                <w:rStyle w:val="Style1"/>
              </w:rPr>
            </w:pPr>
            <w:sdt>
              <w:sdtPr>
                <w:rPr>
                  <w:rStyle w:val="Style4"/>
                </w:rPr>
                <w:id w:val="1592352724"/>
                <w:placeholder>
                  <w:docPart w:val="40AE21125B98482382A145788B2979DB"/>
                </w:placeholder>
                <w:showingPlcHdr/>
                <w:text/>
              </w:sdtPr>
              <w:sdtEndPr>
                <w:rPr>
                  <w:rStyle w:val="DefaultParagraphFont"/>
                  <w:b/>
                  <w:color w:val="D9D9D9" w:themeColor="background1" w:themeShade="D9"/>
                </w:rPr>
              </w:sdtEndPr>
              <w:sdtContent>
                <w:r w:rsidR="00B56213" w:rsidRPr="0078708C">
                  <w:rPr>
                    <w:rStyle w:val="PlaceholderText"/>
                  </w:rPr>
                  <w:t xml:space="preserve">Click here </w:t>
                </w:r>
                <w:r w:rsidR="00B56213">
                  <w:rPr>
                    <w:rStyle w:val="PlaceholderText"/>
                  </w:rPr>
                  <w:t>and</w:t>
                </w:r>
                <w:r w:rsidR="00B56213" w:rsidRPr="0078708C">
                  <w:rPr>
                    <w:rStyle w:val="PlaceholderText"/>
                  </w:rPr>
                  <w:t xml:space="preserve"> enter </w:t>
                </w:r>
                <w:r w:rsidR="00B56213">
                  <w:rPr>
                    <w:rStyle w:val="PlaceholderText"/>
                  </w:rPr>
                  <w:t>Registration Number</w:t>
                </w:r>
                <w:r w:rsidR="00B56213" w:rsidRPr="0078708C">
                  <w:rPr>
                    <w:rStyle w:val="PlaceholderText"/>
                  </w:rPr>
                  <w:t>.</w:t>
                </w:r>
              </w:sdtContent>
            </w:sdt>
          </w:p>
        </w:tc>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360237681"/>
              <w:lock w:val="sdtContentLocked"/>
              <w:placeholder>
                <w:docPart w:val="DefaultPlaceholder_1082065158"/>
              </w:placeholder>
            </w:sdtPr>
            <w:sdtEndPr/>
            <w:sdtContent>
              <w:p w:rsidR="00FA564F" w:rsidRPr="00C33065" w:rsidRDefault="00FA564F" w:rsidP="0026024C">
                <w:pPr>
                  <w:jc w:val="right"/>
                  <w:rPr>
                    <w:b/>
                    <w:sz w:val="18"/>
                    <w:szCs w:val="18"/>
                  </w:rPr>
                </w:pPr>
                <w:r>
                  <w:rPr>
                    <w:b/>
                    <w:sz w:val="18"/>
                    <w:szCs w:val="18"/>
                  </w:rPr>
                  <w:t>Title:</w:t>
                </w:r>
              </w:p>
            </w:sdtContent>
          </w:sdt>
        </w:tc>
        <w:tc>
          <w:tcPr>
            <w:tcW w:w="6162" w:type="dxa"/>
            <w:tcBorders>
              <w:top w:val="nil"/>
              <w:left w:val="nil"/>
              <w:bottom w:val="single" w:sz="4" w:space="0" w:color="auto"/>
              <w:right w:val="nil"/>
            </w:tcBorders>
            <w:vAlign w:val="center"/>
          </w:tcPr>
          <w:p w:rsidR="00FA564F" w:rsidRDefault="00CF49A5" w:rsidP="00B56213">
            <w:pPr>
              <w:spacing w:after="40"/>
              <w:rPr>
                <w:rStyle w:val="Style1"/>
              </w:rPr>
            </w:pPr>
            <w:sdt>
              <w:sdtPr>
                <w:rPr>
                  <w:rStyle w:val="Style16"/>
                </w:rPr>
                <w:id w:val="1716237528"/>
                <w:placeholder>
                  <w:docPart w:val="E45C8BE044DC4172A2199F8D7E28765E"/>
                </w:placeholder>
                <w:showingPlcHdr/>
                <w:text/>
              </w:sdtPr>
              <w:sdtEndPr>
                <w:rPr>
                  <w:rStyle w:val="DefaultParagraphFont"/>
                  <w:b/>
                  <w:color w:val="D9D9D9" w:themeColor="background1" w:themeShade="D9"/>
                </w:rPr>
              </w:sdtEndPr>
              <w:sdtContent>
                <w:r w:rsidR="00B56213" w:rsidRPr="008A405F">
                  <w:rPr>
                    <w:color w:val="808080"/>
                  </w:rPr>
                  <w:t xml:space="preserve">Click here and enter </w:t>
                </w:r>
                <w:r w:rsidR="00B56213">
                  <w:rPr>
                    <w:color w:val="808080"/>
                  </w:rPr>
                  <w:t>Title</w:t>
                </w:r>
                <w:r w:rsidR="00B56213" w:rsidRPr="008A405F">
                  <w:rPr>
                    <w:color w:val="808080"/>
                  </w:rPr>
                  <w:t>.</w:t>
                </w:r>
              </w:sdtContent>
            </w:sdt>
          </w:p>
        </w:tc>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898898520"/>
              <w:lock w:val="sdtContentLocked"/>
              <w:placeholder>
                <w:docPart w:val="DefaultPlaceholder_1082065158"/>
              </w:placeholder>
            </w:sdtPr>
            <w:sdtEndPr/>
            <w:sdtContent>
              <w:p w:rsidR="00FA564F" w:rsidRDefault="00FA564F" w:rsidP="0026024C">
                <w:pPr>
                  <w:jc w:val="right"/>
                </w:pPr>
                <w:r w:rsidRPr="00C33065">
                  <w:rPr>
                    <w:b/>
                    <w:sz w:val="18"/>
                    <w:szCs w:val="18"/>
                  </w:rPr>
                  <w:t>*Legal/Family Name:</w:t>
                </w:r>
              </w:p>
            </w:sdtContent>
          </w:sdt>
        </w:tc>
        <w:sdt>
          <w:sdtPr>
            <w:rPr>
              <w:rStyle w:val="Style1"/>
            </w:rPr>
            <w:id w:val="1493375317"/>
            <w:placeholder>
              <w:docPart w:val="B020CF716FC74187969EA570E08BBF24"/>
            </w:placeholder>
            <w:showingPlcHdr/>
            <w:text/>
          </w:sdtPr>
          <w:sdtEndPr>
            <w:rPr>
              <w:rStyle w:val="DefaultParagraphFont"/>
              <w:b/>
              <w:color w:val="D9D9D9" w:themeColor="background1" w:themeShade="D9"/>
            </w:rPr>
          </w:sdtEndPr>
          <w:sdtContent>
            <w:tc>
              <w:tcPr>
                <w:tcW w:w="6162" w:type="dxa"/>
                <w:tcBorders>
                  <w:top w:val="nil"/>
                  <w:left w:val="nil"/>
                  <w:bottom w:val="single" w:sz="4" w:space="0" w:color="auto"/>
                  <w:right w:val="nil"/>
                </w:tcBorders>
                <w:vAlign w:val="center"/>
              </w:tcPr>
              <w:p w:rsidR="00FA564F" w:rsidRPr="00E00A96" w:rsidRDefault="00FA564F" w:rsidP="0026024C">
                <w:pPr>
                  <w:spacing w:after="40"/>
                  <w:rPr>
                    <w:b/>
                    <w:color w:val="D9D9D9" w:themeColor="background1" w:themeShade="D9"/>
                  </w:rPr>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338534068"/>
              <w:lock w:val="sdtContentLocked"/>
              <w:placeholder>
                <w:docPart w:val="DefaultPlaceholder_1082065158"/>
              </w:placeholder>
            </w:sdtPr>
            <w:sdtEndPr/>
            <w:sdtContent>
              <w:p w:rsidR="00FA564F" w:rsidRDefault="00FA564F" w:rsidP="0026024C">
                <w:pPr>
                  <w:jc w:val="right"/>
                </w:pPr>
                <w:r w:rsidRPr="00C33065">
                  <w:rPr>
                    <w:b/>
                    <w:sz w:val="18"/>
                    <w:szCs w:val="18"/>
                  </w:rPr>
                  <w:t>*Legal First/Given Names:</w:t>
                </w:r>
              </w:p>
            </w:sdtContent>
          </w:sdt>
        </w:tc>
        <w:sdt>
          <w:sdtPr>
            <w:rPr>
              <w:rStyle w:val="Style2"/>
            </w:rPr>
            <w:id w:val="285392233"/>
            <w:placeholder>
              <w:docPart w:val="5093376F4397431A8CAFDE66C28F3758"/>
            </w:placeholder>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FA564F" w:rsidRDefault="00FA564F" w:rsidP="0026024C">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tc>
          </w:sdtContent>
        </w:sdt>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967572217"/>
              <w:lock w:val="sdtContentLocked"/>
              <w:placeholder>
                <w:docPart w:val="DefaultPlaceholder_1082065158"/>
              </w:placeholder>
            </w:sdtPr>
            <w:sdtEndPr/>
            <w:sdtContent>
              <w:p w:rsidR="00FA564F" w:rsidRDefault="00FA564F" w:rsidP="0026024C">
                <w:pPr>
                  <w:jc w:val="right"/>
                  <w:rPr>
                    <w:b/>
                    <w:sz w:val="18"/>
                    <w:szCs w:val="18"/>
                  </w:rPr>
                </w:pPr>
                <w:r>
                  <w:rPr>
                    <w:b/>
                    <w:sz w:val="18"/>
                    <w:szCs w:val="18"/>
                  </w:rPr>
                  <w:t>First name known as:</w:t>
                </w:r>
              </w:p>
              <w:p w:rsidR="00FA564F" w:rsidRPr="00C33065" w:rsidRDefault="00FA564F" w:rsidP="0026024C">
                <w:pPr>
                  <w:jc w:val="right"/>
                  <w:rPr>
                    <w:b/>
                    <w:sz w:val="18"/>
                    <w:szCs w:val="18"/>
                  </w:rPr>
                </w:pPr>
                <w:r>
                  <w:rPr>
                    <w:b/>
                    <w:sz w:val="18"/>
                    <w:szCs w:val="18"/>
                  </w:rPr>
                  <w:t xml:space="preserve"> (if different from above)</w:t>
                </w:r>
              </w:p>
            </w:sdtContent>
          </w:sdt>
        </w:tc>
        <w:sdt>
          <w:sdtPr>
            <w:rPr>
              <w:rStyle w:val="Style2"/>
            </w:rPr>
            <w:id w:val="-1643180991"/>
            <w:placeholder>
              <w:docPart w:val="0B76C3DC41124FAA8BCA2D9175AC8733"/>
            </w:placeholder>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FA564F" w:rsidRDefault="00B56213" w:rsidP="00B56213">
                <w:pPr>
                  <w:rPr>
                    <w:rStyle w:val="Style2"/>
                  </w:rPr>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Name</w:t>
                </w:r>
                <w:r w:rsidRPr="00711257">
                  <w:rPr>
                    <w:rStyle w:val="PlaceholderText"/>
                  </w:rPr>
                  <w:t>.</w:t>
                </w:r>
              </w:p>
            </w:tc>
          </w:sdtContent>
        </w:sdt>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604872789"/>
              <w:lock w:val="sdtContentLocked"/>
              <w:placeholder>
                <w:docPart w:val="DefaultPlaceholder_1082065158"/>
              </w:placeholder>
            </w:sdtPr>
            <w:sdtEndPr/>
            <w:sdtContent>
              <w:p w:rsidR="00FA564F" w:rsidRDefault="002A70B3" w:rsidP="00FF42BB">
                <w:pPr>
                  <w:jc w:val="right"/>
                  <w:rPr>
                    <w:b/>
                    <w:sz w:val="18"/>
                    <w:szCs w:val="18"/>
                  </w:rPr>
                </w:pPr>
                <w:r>
                  <w:rPr>
                    <w:b/>
                    <w:sz w:val="18"/>
                    <w:szCs w:val="18"/>
                  </w:rPr>
                  <w:t>Company Name (if applicable)</w:t>
                </w:r>
                <w:r w:rsidR="00FF42BB">
                  <w:rPr>
                    <w:b/>
                    <w:sz w:val="18"/>
                    <w:szCs w:val="18"/>
                  </w:rPr>
                  <w:t>:</w:t>
                </w:r>
              </w:p>
            </w:sdtContent>
          </w:sdt>
        </w:tc>
        <w:sdt>
          <w:sdtPr>
            <w:rPr>
              <w:rStyle w:val="Style2"/>
            </w:rPr>
            <w:id w:val="-722679688"/>
            <w:placeholder>
              <w:docPart w:val="8139D410D38D435E9EDBDF9C5D4FBFB4"/>
            </w:placeholder>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FA564F" w:rsidRDefault="00B56213" w:rsidP="0026024C">
                <w:pPr>
                  <w:rPr>
                    <w:rStyle w:val="Style2"/>
                  </w:rPr>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Company Name</w:t>
                </w:r>
                <w:r w:rsidRPr="00711257">
                  <w:rPr>
                    <w:rStyle w:val="PlaceholderText"/>
                  </w:rPr>
                  <w:t>.</w:t>
                </w:r>
              </w:p>
            </w:tc>
          </w:sdtContent>
        </w:sdt>
      </w:tr>
      <w:tr w:rsidR="002A70B3" w:rsidTr="0026024C">
        <w:trPr>
          <w:trHeight w:val="680"/>
        </w:trPr>
        <w:tc>
          <w:tcPr>
            <w:tcW w:w="3080" w:type="dxa"/>
            <w:vAlign w:val="center"/>
          </w:tcPr>
          <w:sdt>
            <w:sdtPr>
              <w:rPr>
                <w:b/>
                <w:i/>
                <w:sz w:val="18"/>
              </w:rPr>
              <w:id w:val="-1730598929"/>
              <w:lock w:val="sdtContentLocked"/>
              <w:placeholder>
                <w:docPart w:val="DefaultPlaceholder_1082065158"/>
              </w:placeholder>
            </w:sdtPr>
            <w:sdtEndPr/>
            <w:sdtContent>
              <w:p w:rsidR="002A70B3" w:rsidRPr="006D62C9" w:rsidRDefault="002A70B3" w:rsidP="0026024C">
                <w:pPr>
                  <w:jc w:val="right"/>
                  <w:rPr>
                    <w:b/>
                    <w:i/>
                    <w:sz w:val="18"/>
                  </w:rPr>
                </w:pPr>
                <w:r>
                  <w:rPr>
                    <w:b/>
                    <w:i/>
                    <w:sz w:val="18"/>
                  </w:rPr>
                  <w:t>Street Address:</w:t>
                </w:r>
              </w:p>
            </w:sdtContent>
          </w:sdt>
        </w:tc>
        <w:tc>
          <w:tcPr>
            <w:tcW w:w="6162" w:type="dxa"/>
            <w:vAlign w:val="center"/>
          </w:tcPr>
          <w:p w:rsidR="002A70B3" w:rsidRDefault="00CF49A5" w:rsidP="008D7203">
            <w:sdt>
              <w:sdtPr>
                <w:rPr>
                  <w:rStyle w:val="Style17"/>
                </w:rPr>
                <w:id w:val="-880098684"/>
                <w:placeholder>
                  <w:docPart w:val="85131A6C955B480DB29344ABA31B5DCF"/>
                </w:placeholder>
                <w:showingPlcHdr/>
                <w:text/>
              </w:sdtPr>
              <w:sdtEndPr>
                <w:rPr>
                  <w:rStyle w:val="DefaultParagraphFont"/>
                  <w:b/>
                  <w:color w:val="D9D9D9" w:themeColor="background1" w:themeShade="D9"/>
                </w:rPr>
              </w:sdtEndPr>
              <w:sdtContent>
                <w:r w:rsidR="002A70B3" w:rsidRPr="008A405F">
                  <w:rPr>
                    <w:color w:val="808080"/>
                  </w:rPr>
                  <w:t xml:space="preserve">Click here and enter </w:t>
                </w:r>
                <w:r w:rsidR="008D7203">
                  <w:rPr>
                    <w:color w:val="808080"/>
                  </w:rPr>
                  <w:t>Street</w:t>
                </w:r>
                <w:r w:rsidR="002A70B3" w:rsidRPr="008A405F">
                  <w:rPr>
                    <w:color w:val="808080"/>
                  </w:rPr>
                  <w:t xml:space="preserve"> Address. </w:t>
                </w:r>
              </w:sdtContent>
            </w:sdt>
          </w:p>
        </w:tc>
      </w:tr>
      <w:tr w:rsidR="002A70B3" w:rsidTr="0026024C">
        <w:trPr>
          <w:trHeight w:val="680"/>
        </w:trPr>
        <w:tc>
          <w:tcPr>
            <w:tcW w:w="3080" w:type="dxa"/>
            <w:vAlign w:val="center"/>
          </w:tcPr>
          <w:sdt>
            <w:sdtPr>
              <w:rPr>
                <w:b/>
                <w:sz w:val="18"/>
                <w:szCs w:val="18"/>
              </w:rPr>
              <w:id w:val="-1291744511"/>
              <w:lock w:val="sdtContentLocked"/>
              <w:placeholder>
                <w:docPart w:val="DefaultPlaceholder_1082065158"/>
              </w:placeholder>
            </w:sdtPr>
            <w:sdtEndPr/>
            <w:sdtContent>
              <w:p w:rsidR="002A70B3" w:rsidRDefault="002A70B3" w:rsidP="0026024C">
                <w:pPr>
                  <w:jc w:val="right"/>
                </w:pPr>
                <w:r>
                  <w:rPr>
                    <w:b/>
                    <w:sz w:val="18"/>
                    <w:szCs w:val="18"/>
                  </w:rPr>
                  <w:t>Suburb:</w:t>
                </w:r>
              </w:p>
            </w:sdtContent>
          </w:sdt>
        </w:tc>
        <w:tc>
          <w:tcPr>
            <w:tcW w:w="6162" w:type="dxa"/>
            <w:vAlign w:val="center"/>
          </w:tcPr>
          <w:p w:rsidR="002A70B3" w:rsidRDefault="00CF49A5" w:rsidP="0026024C">
            <w:sdt>
              <w:sdtPr>
                <w:rPr>
                  <w:rStyle w:val="Style5"/>
                </w:rPr>
                <w:id w:val="-1550366884"/>
                <w:placeholder>
                  <w:docPart w:val="30AB467F48F841319DC488647366A443"/>
                </w:placeholder>
                <w:showingPlcHdr/>
                <w:text/>
              </w:sdtPr>
              <w:sdtEndPr>
                <w:rPr>
                  <w:rStyle w:val="DefaultParagraphFont"/>
                  <w:b/>
                  <w:color w:val="D9D9D9" w:themeColor="background1" w:themeShade="D9"/>
                </w:rPr>
              </w:sdtEndPr>
              <w:sdtContent>
                <w:r w:rsidR="002A70B3" w:rsidRPr="0078708C">
                  <w:rPr>
                    <w:rStyle w:val="PlaceholderText"/>
                  </w:rPr>
                  <w:t xml:space="preserve">Click here </w:t>
                </w:r>
                <w:r w:rsidR="002A70B3">
                  <w:rPr>
                    <w:rStyle w:val="PlaceholderText"/>
                  </w:rPr>
                  <w:t>and</w:t>
                </w:r>
                <w:r w:rsidR="002A70B3" w:rsidRPr="0078708C">
                  <w:rPr>
                    <w:rStyle w:val="PlaceholderText"/>
                  </w:rPr>
                  <w:t xml:space="preserve"> enter </w:t>
                </w:r>
                <w:r w:rsidR="002A70B3" w:rsidRPr="00711257">
                  <w:rPr>
                    <w:rStyle w:val="PlaceholderText"/>
                  </w:rPr>
                  <w:t>Suburb.</w:t>
                </w:r>
              </w:sdtContent>
            </w:sdt>
          </w:p>
        </w:tc>
      </w:tr>
      <w:tr w:rsidR="002A70B3" w:rsidTr="0026024C">
        <w:trPr>
          <w:trHeight w:val="680"/>
        </w:trPr>
        <w:tc>
          <w:tcPr>
            <w:tcW w:w="3080" w:type="dxa"/>
            <w:vAlign w:val="center"/>
          </w:tcPr>
          <w:sdt>
            <w:sdtPr>
              <w:rPr>
                <w:b/>
                <w:sz w:val="18"/>
                <w:szCs w:val="18"/>
              </w:rPr>
              <w:id w:val="-1010449290"/>
              <w:lock w:val="sdtContentLocked"/>
              <w:placeholder>
                <w:docPart w:val="DefaultPlaceholder_1082065158"/>
              </w:placeholder>
            </w:sdtPr>
            <w:sdtEndPr/>
            <w:sdtContent>
              <w:p w:rsidR="002A70B3" w:rsidRDefault="002A70B3" w:rsidP="0026024C">
                <w:pPr>
                  <w:jc w:val="right"/>
                </w:pPr>
                <w:r>
                  <w:rPr>
                    <w:b/>
                    <w:sz w:val="18"/>
                    <w:szCs w:val="18"/>
                  </w:rPr>
                  <w:t>Town/</w:t>
                </w:r>
                <w:r w:rsidRPr="00730FD3">
                  <w:rPr>
                    <w:b/>
                    <w:sz w:val="18"/>
                    <w:szCs w:val="18"/>
                  </w:rPr>
                  <w:t>City:</w:t>
                </w:r>
              </w:p>
            </w:sdtContent>
          </w:sdt>
        </w:tc>
        <w:tc>
          <w:tcPr>
            <w:tcW w:w="6162" w:type="dxa"/>
            <w:vAlign w:val="center"/>
          </w:tcPr>
          <w:p w:rsidR="002A70B3" w:rsidRDefault="00CF49A5" w:rsidP="0026024C">
            <w:sdt>
              <w:sdtPr>
                <w:rPr>
                  <w:rStyle w:val="Style6"/>
                </w:rPr>
                <w:id w:val="-462583725"/>
                <w:placeholder>
                  <w:docPart w:val="D8E58FCB1A2D43D08BDCC654DF1A424F"/>
                </w:placeholder>
                <w:showingPlcHdr/>
                <w:text/>
              </w:sdtPr>
              <w:sdtEndPr>
                <w:rPr>
                  <w:rStyle w:val="DefaultParagraphFont"/>
                  <w:b/>
                  <w:color w:val="D9D9D9" w:themeColor="background1" w:themeShade="D9"/>
                </w:rPr>
              </w:sdtEndPr>
              <w:sdtContent>
                <w:r w:rsidR="002A70B3" w:rsidRPr="00730FD3">
                  <w:rPr>
                    <w:rStyle w:val="PlaceholderText"/>
                  </w:rPr>
                  <w:t>Click here and enter City.</w:t>
                </w:r>
              </w:sdtContent>
            </w:sdt>
          </w:p>
        </w:tc>
      </w:tr>
      <w:tr w:rsidR="002A70B3"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679077619"/>
              <w:lock w:val="sdtContentLocked"/>
              <w:placeholder>
                <w:docPart w:val="DefaultPlaceholder_1082065158"/>
              </w:placeholder>
            </w:sdtPr>
            <w:sdtEndPr/>
            <w:sdtContent>
              <w:p w:rsidR="002A70B3" w:rsidRDefault="002A70B3" w:rsidP="0026024C">
                <w:pPr>
                  <w:jc w:val="right"/>
                </w:pPr>
                <w:r>
                  <w:rPr>
                    <w:b/>
                    <w:sz w:val="18"/>
                    <w:szCs w:val="18"/>
                  </w:rPr>
                  <w:t>Daytime Phone Number:</w:t>
                </w:r>
              </w:p>
            </w:sdtContent>
          </w:sdt>
        </w:tc>
        <w:tc>
          <w:tcPr>
            <w:tcW w:w="6162" w:type="dxa"/>
            <w:tcBorders>
              <w:top w:val="nil"/>
              <w:left w:val="nil"/>
              <w:bottom w:val="single" w:sz="4" w:space="0" w:color="auto"/>
              <w:right w:val="nil"/>
            </w:tcBorders>
            <w:vAlign w:val="center"/>
          </w:tcPr>
          <w:p w:rsidR="002A70B3" w:rsidRPr="00E00A96" w:rsidRDefault="00CF49A5" w:rsidP="0026024C">
            <w:pPr>
              <w:spacing w:after="40"/>
              <w:rPr>
                <w:b/>
                <w:color w:val="D9D9D9" w:themeColor="background1" w:themeShade="D9"/>
              </w:rPr>
            </w:pPr>
            <w:sdt>
              <w:sdtPr>
                <w:rPr>
                  <w:rStyle w:val="Style16"/>
                </w:rPr>
                <w:id w:val="813915343"/>
                <w:placeholder>
                  <w:docPart w:val="7321CB37D5894C12B8141FBC03CB7242"/>
                </w:placeholder>
                <w:showingPlcHdr/>
                <w:text/>
              </w:sdtPr>
              <w:sdtEndPr>
                <w:rPr>
                  <w:rStyle w:val="DefaultParagraphFont"/>
                  <w:b/>
                  <w:color w:val="D9D9D9" w:themeColor="background1" w:themeShade="D9"/>
                </w:rPr>
              </w:sdtEndPr>
              <w:sdtContent>
                <w:r w:rsidR="002A70B3" w:rsidRPr="008A405F">
                  <w:rPr>
                    <w:color w:val="808080"/>
                  </w:rPr>
                  <w:t>Click here and enter Phone Number.</w:t>
                </w:r>
              </w:sdtContent>
            </w:sdt>
          </w:p>
        </w:tc>
      </w:tr>
      <w:tr w:rsidR="002A70B3"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530060506"/>
              <w:lock w:val="sdtContentLocked"/>
              <w:placeholder>
                <w:docPart w:val="DefaultPlaceholder_1082065158"/>
              </w:placeholder>
            </w:sdtPr>
            <w:sdtEndPr/>
            <w:sdtContent>
              <w:p w:rsidR="002A70B3" w:rsidRDefault="002A70B3" w:rsidP="0026024C">
                <w:pPr>
                  <w:jc w:val="right"/>
                </w:pPr>
                <w:r>
                  <w:rPr>
                    <w:b/>
                    <w:sz w:val="18"/>
                    <w:szCs w:val="18"/>
                  </w:rPr>
                  <w:t>Mobile Phone Number:</w:t>
                </w:r>
              </w:p>
            </w:sdtContent>
          </w:sdt>
        </w:tc>
        <w:tc>
          <w:tcPr>
            <w:tcW w:w="6162" w:type="dxa"/>
            <w:tcBorders>
              <w:top w:val="single" w:sz="4" w:space="0" w:color="auto"/>
              <w:left w:val="nil"/>
              <w:bottom w:val="single" w:sz="4" w:space="0" w:color="auto"/>
              <w:right w:val="nil"/>
            </w:tcBorders>
            <w:vAlign w:val="center"/>
          </w:tcPr>
          <w:p w:rsidR="002A70B3" w:rsidRDefault="00CF49A5" w:rsidP="0026024C">
            <w:sdt>
              <w:sdtPr>
                <w:rPr>
                  <w:rStyle w:val="Style16"/>
                </w:rPr>
                <w:id w:val="-1227455391"/>
                <w:placeholder>
                  <w:docPart w:val="306475A063D7461ABA73D5E61E093896"/>
                </w:placeholder>
                <w:showingPlcHdr/>
                <w:text/>
              </w:sdtPr>
              <w:sdtEndPr>
                <w:rPr>
                  <w:rStyle w:val="DefaultParagraphFont"/>
                  <w:b/>
                  <w:color w:val="D9D9D9" w:themeColor="background1" w:themeShade="D9"/>
                </w:rPr>
              </w:sdtEndPr>
              <w:sdtContent>
                <w:r w:rsidR="002A70B3" w:rsidRPr="008A405F">
                  <w:rPr>
                    <w:color w:val="808080"/>
                  </w:rPr>
                  <w:t>Click here and enter Phone Number.</w:t>
                </w:r>
              </w:sdtContent>
            </w:sdt>
          </w:p>
        </w:tc>
      </w:tr>
      <w:tr w:rsidR="002A70B3"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429193721"/>
              <w:lock w:val="sdtContentLocked"/>
              <w:placeholder>
                <w:docPart w:val="DefaultPlaceholder_1082065158"/>
              </w:placeholder>
            </w:sdtPr>
            <w:sdtEndPr/>
            <w:sdtContent>
              <w:p w:rsidR="002A70B3" w:rsidRDefault="002A70B3" w:rsidP="0026024C">
                <w:pPr>
                  <w:jc w:val="right"/>
                </w:pPr>
                <w:r>
                  <w:rPr>
                    <w:b/>
                    <w:sz w:val="18"/>
                    <w:szCs w:val="18"/>
                  </w:rPr>
                  <w:t>Email Address:</w:t>
                </w:r>
              </w:p>
            </w:sdtContent>
          </w:sdt>
        </w:tc>
        <w:tc>
          <w:tcPr>
            <w:tcW w:w="6162" w:type="dxa"/>
            <w:tcBorders>
              <w:top w:val="nil"/>
              <w:left w:val="nil"/>
              <w:bottom w:val="single" w:sz="4" w:space="0" w:color="auto"/>
              <w:right w:val="nil"/>
            </w:tcBorders>
            <w:vAlign w:val="center"/>
          </w:tcPr>
          <w:p w:rsidR="002A70B3" w:rsidRDefault="00CF49A5" w:rsidP="0026024C">
            <w:sdt>
              <w:sdtPr>
                <w:rPr>
                  <w:rStyle w:val="Style17"/>
                </w:rPr>
                <w:id w:val="-759375174"/>
                <w:placeholder>
                  <w:docPart w:val="BC89E241D02E49379EA167744B5F7478"/>
                </w:placeholder>
                <w:showingPlcHdr/>
                <w:text/>
              </w:sdtPr>
              <w:sdtEndPr>
                <w:rPr>
                  <w:rStyle w:val="DefaultParagraphFont"/>
                  <w:b/>
                  <w:color w:val="D9D9D9" w:themeColor="background1" w:themeShade="D9"/>
                </w:rPr>
              </w:sdtEndPr>
              <w:sdtContent>
                <w:r w:rsidR="002A70B3" w:rsidRPr="008A405F">
                  <w:rPr>
                    <w:color w:val="808080"/>
                  </w:rPr>
                  <w:t xml:space="preserve">Click here and enter Email Address. </w:t>
                </w:r>
              </w:sdtContent>
            </w:sdt>
          </w:p>
        </w:tc>
      </w:tr>
    </w:tbl>
    <w:p w:rsidR="00587FBB" w:rsidRDefault="00587FBB" w:rsidP="00587FBB">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587FBB" w:rsidRPr="00242004" w:rsidTr="00086FB1">
        <w:trPr>
          <w:trHeight w:val="136"/>
        </w:trPr>
        <w:tc>
          <w:tcPr>
            <w:tcW w:w="9242" w:type="dxa"/>
            <w:shd w:val="clear" w:color="auto" w:fill="A6A6A6" w:themeFill="background1" w:themeFillShade="A6"/>
          </w:tcPr>
          <w:sdt>
            <w:sdtPr>
              <w:rPr>
                <w:b/>
                <w:i/>
                <w:color w:val="FFFFFF" w:themeColor="background1"/>
                <w:sz w:val="20"/>
              </w:rPr>
              <w:id w:val="-849718580"/>
              <w:lock w:val="sdtContentLocked"/>
              <w:placeholder>
                <w:docPart w:val="DefaultPlaceholder_1082065158"/>
              </w:placeholder>
            </w:sdtPr>
            <w:sdtEndPr/>
            <w:sdtContent>
              <w:p w:rsidR="00587FBB" w:rsidRPr="00242004" w:rsidRDefault="008C5392" w:rsidP="00281926">
                <w:pPr>
                  <w:rPr>
                    <w:b/>
                    <w:i/>
                    <w:color w:val="FFFFFF" w:themeColor="background1"/>
                    <w:sz w:val="20"/>
                  </w:rPr>
                </w:pPr>
                <w:r>
                  <w:rPr>
                    <w:b/>
                    <w:i/>
                    <w:color w:val="FFFFFF" w:themeColor="background1"/>
                    <w:sz w:val="20"/>
                  </w:rPr>
                  <w:t>Part 3</w:t>
                </w:r>
                <w:r w:rsidR="002A70B3">
                  <w:rPr>
                    <w:b/>
                    <w:i/>
                    <w:color w:val="FFFFFF" w:themeColor="background1"/>
                    <w:sz w:val="20"/>
                  </w:rPr>
                  <w:t>: Grounds for the complaint</w:t>
                </w:r>
              </w:p>
            </w:sdtContent>
          </w:sdt>
        </w:tc>
      </w:tr>
      <w:tr w:rsidR="00587FBB" w:rsidTr="00086FB1">
        <w:tc>
          <w:tcPr>
            <w:tcW w:w="9242" w:type="dxa"/>
          </w:tcPr>
          <w:sdt>
            <w:sdtPr>
              <w:rPr>
                <w:b/>
                <w:i/>
                <w:color w:val="A6A6A6" w:themeColor="background1" w:themeShade="A6"/>
                <w:sz w:val="18"/>
              </w:rPr>
              <w:id w:val="72095070"/>
              <w:lock w:val="sdtContentLocked"/>
              <w:placeholder>
                <w:docPart w:val="DefaultPlaceholder_1082065158"/>
              </w:placeholder>
            </w:sdtPr>
            <w:sdtEndPr/>
            <w:sdtContent>
              <w:p w:rsidR="00587FBB" w:rsidRDefault="002A70B3" w:rsidP="008C5392">
                <w:r>
                  <w:rPr>
                    <w:b/>
                    <w:i/>
                    <w:color w:val="A6A6A6" w:themeColor="background1" w:themeShade="A6"/>
                    <w:sz w:val="18"/>
                  </w:rPr>
                  <w:t xml:space="preserve">Please provide as much detail as possible (including dates) about the problem or conduct you are complaining about. You may wish to refer to the ‘Grounds for Complaint’ detailed at the back of this form. </w:t>
                </w:r>
              </w:p>
            </w:sdtContent>
          </w:sdt>
        </w:tc>
      </w:tr>
      <w:tr w:rsidR="00016DCE" w:rsidRPr="00B037DA" w:rsidTr="008C5392">
        <w:trPr>
          <w:trHeight w:val="4410"/>
        </w:trPr>
        <w:tc>
          <w:tcPr>
            <w:tcW w:w="9242" w:type="dxa"/>
          </w:tcPr>
          <w:p w:rsidR="00016DCE" w:rsidRPr="00B037DA" w:rsidRDefault="008D7203" w:rsidP="00281926">
            <w:pPr>
              <w:rPr>
                <w:b/>
                <w:i/>
                <w:sz w:val="18"/>
              </w:rPr>
            </w:pPr>
            <w:r>
              <w:rPr>
                <w:b/>
                <w:i/>
                <w:sz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59.75pt;height:261pt" o:ole="">
                  <v:imagedata r:id="rId10" o:title=""/>
                </v:shape>
                <w:control r:id="rId11" w:name="TextBox12" w:shapeid="_x0000_i1031"/>
              </w:object>
            </w:r>
          </w:p>
        </w:tc>
      </w:tr>
      <w:tr w:rsidR="00233897" w:rsidRPr="00B037DA" w:rsidTr="00233897">
        <w:trPr>
          <w:trHeight w:val="427"/>
        </w:trPr>
        <w:tc>
          <w:tcPr>
            <w:tcW w:w="9242" w:type="dxa"/>
          </w:tcPr>
          <w:sdt>
            <w:sdtPr>
              <w:rPr>
                <w:b/>
                <w:i/>
                <w:color w:val="A6A6A6" w:themeColor="background1" w:themeShade="A6"/>
                <w:sz w:val="18"/>
              </w:rPr>
              <w:id w:val="-1775235640"/>
              <w:lock w:val="sdtContentLocked"/>
              <w:placeholder>
                <w:docPart w:val="DefaultPlaceholder_1082065158"/>
              </w:placeholder>
            </w:sdtPr>
            <w:sdtEndPr/>
            <w:sdtContent>
              <w:p w:rsidR="00233897" w:rsidRPr="00B037DA" w:rsidRDefault="00233897" w:rsidP="00233897">
                <w:pPr>
                  <w:rPr>
                    <w:b/>
                    <w:i/>
                    <w:sz w:val="18"/>
                  </w:rPr>
                </w:pPr>
                <w:r w:rsidRPr="00233897">
                  <w:rPr>
                    <w:b/>
                    <w:i/>
                    <w:color w:val="A6A6A6" w:themeColor="background1" w:themeShade="A6"/>
                    <w:sz w:val="18"/>
                  </w:rPr>
                  <w:t>NOTE: Please attach further details on a separate piece of paper if there is insufficient room above</w:t>
                </w:r>
              </w:p>
            </w:sdtContent>
          </w:sdt>
        </w:tc>
      </w:tr>
    </w:tbl>
    <w:p w:rsidR="00391855" w:rsidRDefault="0039185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233897" w:rsidRPr="00242004" w:rsidTr="0026024C">
        <w:trPr>
          <w:trHeight w:val="136"/>
        </w:trPr>
        <w:tc>
          <w:tcPr>
            <w:tcW w:w="9242" w:type="dxa"/>
            <w:shd w:val="clear" w:color="auto" w:fill="A6A6A6" w:themeFill="background1" w:themeFillShade="A6"/>
          </w:tcPr>
          <w:sdt>
            <w:sdtPr>
              <w:rPr>
                <w:b/>
                <w:i/>
                <w:color w:val="FFFFFF" w:themeColor="background1"/>
                <w:sz w:val="20"/>
              </w:rPr>
              <w:id w:val="-678972938"/>
              <w:lock w:val="sdtContentLocked"/>
              <w:placeholder>
                <w:docPart w:val="DefaultPlaceholder_1082065158"/>
              </w:placeholder>
            </w:sdtPr>
            <w:sdtEndPr/>
            <w:sdtContent>
              <w:p w:rsidR="00233897" w:rsidRPr="00242004" w:rsidRDefault="00233897" w:rsidP="008C5392">
                <w:pPr>
                  <w:rPr>
                    <w:b/>
                    <w:i/>
                    <w:color w:val="FFFFFF" w:themeColor="background1"/>
                    <w:sz w:val="20"/>
                  </w:rPr>
                </w:pPr>
                <w:r>
                  <w:rPr>
                    <w:b/>
                    <w:i/>
                    <w:color w:val="FFFFFF" w:themeColor="background1"/>
                    <w:sz w:val="20"/>
                  </w:rPr>
                  <w:t xml:space="preserve">Part </w:t>
                </w:r>
                <w:r w:rsidR="008C5392">
                  <w:rPr>
                    <w:b/>
                    <w:i/>
                    <w:color w:val="FFFFFF" w:themeColor="background1"/>
                    <w:sz w:val="20"/>
                  </w:rPr>
                  <w:t>4</w:t>
                </w:r>
                <w:r>
                  <w:rPr>
                    <w:b/>
                    <w:i/>
                    <w:color w:val="FFFFFF" w:themeColor="background1"/>
                    <w:sz w:val="20"/>
                  </w:rPr>
                  <w:t>: Evidence to support your complaint</w:t>
                </w:r>
              </w:p>
            </w:sdtContent>
          </w:sdt>
        </w:tc>
      </w:tr>
      <w:tr w:rsidR="00233897" w:rsidTr="0026024C">
        <w:tc>
          <w:tcPr>
            <w:tcW w:w="9242" w:type="dxa"/>
          </w:tcPr>
          <w:sdt>
            <w:sdtPr>
              <w:rPr>
                <w:b/>
                <w:i/>
                <w:color w:val="A6A6A6" w:themeColor="background1" w:themeShade="A6"/>
                <w:sz w:val="18"/>
              </w:rPr>
              <w:id w:val="566696545"/>
              <w:lock w:val="sdtContentLocked"/>
              <w:placeholder>
                <w:docPart w:val="DefaultPlaceholder_1082065158"/>
              </w:placeholder>
            </w:sdtPr>
            <w:sdtEndPr/>
            <w:sdtContent>
              <w:p w:rsidR="00233897" w:rsidRDefault="00233897" w:rsidP="0026024C">
                <w:r w:rsidRPr="00233897">
                  <w:rPr>
                    <w:b/>
                    <w:i/>
                    <w:color w:val="A6A6A6" w:themeColor="background1" w:themeShade="A6"/>
                    <w:sz w:val="18"/>
                  </w:rPr>
                  <w:t>Please detail any evidence you are able to provide to support your complaint.</w:t>
                </w:r>
              </w:p>
            </w:sdtContent>
          </w:sdt>
        </w:tc>
      </w:tr>
      <w:tr w:rsidR="00233897" w:rsidRPr="00B037DA" w:rsidTr="00391855">
        <w:trPr>
          <w:trHeight w:val="6255"/>
        </w:trPr>
        <w:tc>
          <w:tcPr>
            <w:tcW w:w="9242" w:type="dxa"/>
          </w:tcPr>
          <w:p w:rsidR="00233897" w:rsidRPr="00B037DA" w:rsidRDefault="008D7203" w:rsidP="0026024C">
            <w:pPr>
              <w:rPr>
                <w:b/>
                <w:i/>
                <w:sz w:val="18"/>
              </w:rPr>
            </w:pPr>
            <w:r>
              <w:rPr>
                <w:b/>
                <w:i/>
                <w:sz w:val="18"/>
              </w:rPr>
              <w:object w:dxaOrig="225" w:dyaOrig="225">
                <v:shape id="_x0000_i1033" type="#_x0000_t75" style="width:459.75pt;height:310.5pt" o:ole="">
                  <v:imagedata r:id="rId12" o:title=""/>
                </v:shape>
                <w:control r:id="rId13" w:name="TextBox1" w:shapeid="_x0000_i1033"/>
              </w:object>
            </w:r>
          </w:p>
        </w:tc>
      </w:tr>
      <w:tr w:rsidR="00233897" w:rsidRPr="00B037DA" w:rsidTr="0026024C">
        <w:trPr>
          <w:trHeight w:val="427"/>
        </w:trPr>
        <w:tc>
          <w:tcPr>
            <w:tcW w:w="9242" w:type="dxa"/>
          </w:tcPr>
          <w:sdt>
            <w:sdtPr>
              <w:rPr>
                <w:b/>
                <w:i/>
                <w:color w:val="A6A6A6" w:themeColor="background1" w:themeShade="A6"/>
                <w:sz w:val="18"/>
              </w:rPr>
              <w:id w:val="-1300609180"/>
              <w:lock w:val="sdtContentLocked"/>
              <w:placeholder>
                <w:docPart w:val="DefaultPlaceholder_1082065158"/>
              </w:placeholder>
            </w:sdtPr>
            <w:sdtEndPr/>
            <w:sdtContent>
              <w:p w:rsidR="00233897" w:rsidRPr="00B037DA" w:rsidRDefault="00233897" w:rsidP="00FF42BB">
                <w:pPr>
                  <w:rPr>
                    <w:b/>
                    <w:i/>
                    <w:sz w:val="18"/>
                  </w:rPr>
                </w:pPr>
                <w:r w:rsidRPr="00233897">
                  <w:rPr>
                    <w:b/>
                    <w:i/>
                    <w:color w:val="A6A6A6" w:themeColor="background1" w:themeShade="A6"/>
                    <w:sz w:val="18"/>
                  </w:rPr>
                  <w:t xml:space="preserve">NOTE: Please </w:t>
                </w:r>
                <w:r>
                  <w:rPr>
                    <w:b/>
                    <w:i/>
                    <w:color w:val="A6A6A6" w:themeColor="background1" w:themeShade="A6"/>
                    <w:sz w:val="18"/>
                  </w:rPr>
                  <w:t xml:space="preserve">clearly label </w:t>
                </w:r>
                <w:r w:rsidR="00FF42BB">
                  <w:rPr>
                    <w:b/>
                    <w:i/>
                    <w:color w:val="A6A6A6" w:themeColor="background1" w:themeShade="A6"/>
                    <w:sz w:val="18"/>
                  </w:rPr>
                  <w:t>and</w:t>
                </w:r>
                <w:r>
                  <w:rPr>
                    <w:b/>
                    <w:i/>
                    <w:color w:val="A6A6A6" w:themeColor="background1" w:themeShade="A6"/>
                    <w:sz w:val="18"/>
                  </w:rPr>
                  <w:t xml:space="preserve"> attach PDF copies of any evidential documents and/or photog</w:t>
                </w:r>
                <w:r w:rsidR="00FF42BB">
                  <w:rPr>
                    <w:b/>
                    <w:i/>
                    <w:color w:val="A6A6A6" w:themeColor="background1" w:themeShade="A6"/>
                    <w:sz w:val="18"/>
                  </w:rPr>
                  <w:t>raphs to support your complaint.</w:t>
                </w:r>
              </w:p>
            </w:sdtContent>
          </w:sdt>
        </w:tc>
      </w:tr>
    </w:tbl>
    <w:p w:rsidR="00233897" w:rsidRDefault="00233897" w:rsidP="00587FBB">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EE0379" w:rsidRPr="00242004" w:rsidTr="0026024C">
        <w:trPr>
          <w:trHeight w:val="136"/>
        </w:trPr>
        <w:tc>
          <w:tcPr>
            <w:tcW w:w="9242" w:type="dxa"/>
            <w:shd w:val="clear" w:color="auto" w:fill="A6A6A6" w:themeFill="background1" w:themeFillShade="A6"/>
          </w:tcPr>
          <w:sdt>
            <w:sdtPr>
              <w:rPr>
                <w:b/>
                <w:i/>
                <w:color w:val="FFFFFF" w:themeColor="background1"/>
                <w:sz w:val="20"/>
              </w:rPr>
              <w:id w:val="-1817173997"/>
              <w:lock w:val="sdtContentLocked"/>
              <w:placeholder>
                <w:docPart w:val="DefaultPlaceholder_1082065158"/>
              </w:placeholder>
            </w:sdtPr>
            <w:sdtEndPr/>
            <w:sdtContent>
              <w:p w:rsidR="00EE0379" w:rsidRPr="00242004" w:rsidRDefault="00EE0379" w:rsidP="008C5392">
                <w:pPr>
                  <w:rPr>
                    <w:b/>
                    <w:i/>
                    <w:color w:val="FFFFFF" w:themeColor="background1"/>
                    <w:sz w:val="20"/>
                  </w:rPr>
                </w:pPr>
                <w:r>
                  <w:rPr>
                    <w:b/>
                    <w:i/>
                    <w:color w:val="FFFFFF" w:themeColor="background1"/>
                    <w:sz w:val="20"/>
                  </w:rPr>
                  <w:t xml:space="preserve">Part </w:t>
                </w:r>
                <w:r w:rsidR="008C5392">
                  <w:rPr>
                    <w:b/>
                    <w:i/>
                    <w:color w:val="FFFFFF" w:themeColor="background1"/>
                    <w:sz w:val="20"/>
                  </w:rPr>
                  <w:t>5</w:t>
                </w:r>
                <w:r>
                  <w:rPr>
                    <w:b/>
                    <w:i/>
                    <w:color w:val="FFFFFF" w:themeColor="background1"/>
                    <w:sz w:val="20"/>
                  </w:rPr>
                  <w:t xml:space="preserve"> Steps taken to resolve the complaint</w:t>
                </w:r>
              </w:p>
            </w:sdtContent>
          </w:sdt>
        </w:tc>
      </w:tr>
      <w:tr w:rsidR="00EE0379" w:rsidTr="0026024C">
        <w:tc>
          <w:tcPr>
            <w:tcW w:w="9242" w:type="dxa"/>
          </w:tcPr>
          <w:sdt>
            <w:sdtPr>
              <w:rPr>
                <w:b/>
                <w:i/>
                <w:color w:val="A6A6A6" w:themeColor="background1" w:themeShade="A6"/>
                <w:sz w:val="18"/>
              </w:rPr>
              <w:id w:val="-863129343"/>
              <w:lock w:val="sdtContentLocked"/>
              <w:placeholder>
                <w:docPart w:val="DefaultPlaceholder_1082065158"/>
              </w:placeholder>
            </w:sdtPr>
            <w:sdtEndPr/>
            <w:sdtContent>
              <w:p w:rsidR="00EE0379" w:rsidRDefault="00EE0379" w:rsidP="00EE0379">
                <w:r w:rsidRPr="00233897">
                  <w:rPr>
                    <w:b/>
                    <w:i/>
                    <w:color w:val="A6A6A6" w:themeColor="background1" w:themeShade="A6"/>
                    <w:sz w:val="18"/>
                  </w:rPr>
                  <w:t xml:space="preserve">Please detail </w:t>
                </w:r>
                <w:r>
                  <w:rPr>
                    <w:b/>
                    <w:i/>
                    <w:color w:val="A6A6A6" w:themeColor="background1" w:themeShade="A6"/>
                    <w:sz w:val="18"/>
                  </w:rPr>
                  <w:t>what steps you have taken to resolve the complaint</w:t>
                </w:r>
              </w:p>
            </w:sdtContent>
          </w:sdt>
        </w:tc>
      </w:tr>
      <w:tr w:rsidR="00EE0379" w:rsidRPr="00B037DA" w:rsidTr="0026024C">
        <w:trPr>
          <w:trHeight w:val="5941"/>
        </w:trPr>
        <w:tc>
          <w:tcPr>
            <w:tcW w:w="9242" w:type="dxa"/>
          </w:tcPr>
          <w:p w:rsidR="00EE0379" w:rsidRPr="00B037DA" w:rsidRDefault="008D7203" w:rsidP="0026024C">
            <w:pPr>
              <w:rPr>
                <w:b/>
                <w:i/>
                <w:sz w:val="18"/>
              </w:rPr>
            </w:pPr>
            <w:r>
              <w:rPr>
                <w:b/>
                <w:i/>
                <w:sz w:val="18"/>
              </w:rPr>
              <w:object w:dxaOrig="225" w:dyaOrig="225">
                <v:shape id="_x0000_i1035" type="#_x0000_t75" style="width:459.75pt;height:284.25pt" o:ole="">
                  <v:imagedata r:id="rId14" o:title=""/>
                </v:shape>
                <w:control r:id="rId15" w:name="TextBox11" w:shapeid="_x0000_i1035"/>
              </w:object>
            </w:r>
          </w:p>
        </w:tc>
      </w:tr>
    </w:tbl>
    <w:p w:rsidR="00EE0379" w:rsidRDefault="00EE0379" w:rsidP="00587FBB">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EE0379" w:rsidRPr="00242004" w:rsidTr="0026024C">
        <w:trPr>
          <w:trHeight w:val="136"/>
        </w:trPr>
        <w:tc>
          <w:tcPr>
            <w:tcW w:w="9242" w:type="dxa"/>
            <w:shd w:val="clear" w:color="auto" w:fill="A6A6A6" w:themeFill="background1" w:themeFillShade="A6"/>
          </w:tcPr>
          <w:sdt>
            <w:sdtPr>
              <w:rPr>
                <w:b/>
                <w:i/>
                <w:color w:val="FFFFFF" w:themeColor="background1"/>
                <w:sz w:val="20"/>
              </w:rPr>
              <w:id w:val="-1845241515"/>
              <w:lock w:val="sdtContentLocked"/>
              <w:placeholder>
                <w:docPart w:val="DefaultPlaceholder_1082065158"/>
              </w:placeholder>
            </w:sdtPr>
            <w:sdtEndPr/>
            <w:sdtContent>
              <w:p w:rsidR="00EE0379" w:rsidRPr="00242004" w:rsidRDefault="00EE0379" w:rsidP="008C5392">
                <w:pPr>
                  <w:rPr>
                    <w:b/>
                    <w:i/>
                    <w:color w:val="FFFFFF" w:themeColor="background1"/>
                    <w:sz w:val="20"/>
                  </w:rPr>
                </w:pPr>
                <w:r>
                  <w:rPr>
                    <w:b/>
                    <w:i/>
                    <w:color w:val="FFFFFF" w:themeColor="background1"/>
                    <w:sz w:val="20"/>
                  </w:rPr>
                  <w:t xml:space="preserve">Part </w:t>
                </w:r>
                <w:r w:rsidR="008C5392">
                  <w:rPr>
                    <w:b/>
                    <w:i/>
                    <w:color w:val="FFFFFF" w:themeColor="background1"/>
                    <w:sz w:val="20"/>
                  </w:rPr>
                  <w:t>6</w:t>
                </w:r>
                <w:r>
                  <w:rPr>
                    <w:b/>
                    <w:i/>
                    <w:color w:val="FFFFFF" w:themeColor="background1"/>
                    <w:sz w:val="20"/>
                  </w:rPr>
                  <w:t>: Declaration</w:t>
                </w:r>
              </w:p>
            </w:sdtContent>
          </w:sdt>
        </w:tc>
      </w:tr>
      <w:tr w:rsidR="00EE0379" w:rsidTr="0026024C">
        <w:tc>
          <w:tcPr>
            <w:tcW w:w="9242" w:type="dxa"/>
          </w:tcPr>
          <w:p w:rsidR="00391855" w:rsidRDefault="00391855" w:rsidP="00391855"/>
          <w:sdt>
            <w:sdtPr>
              <w:id w:val="-1516368465"/>
              <w:lock w:val="sdtContentLocked"/>
              <w:placeholder>
                <w:docPart w:val="DefaultPlaceholder_1082065158"/>
              </w:placeholder>
            </w:sdtPr>
            <w:sdtEndPr/>
            <w:sdtContent>
              <w:p w:rsidR="00EE0379" w:rsidRDefault="00EE0379" w:rsidP="00EE0379">
                <w:pPr>
                  <w:pStyle w:val="ListParagraph"/>
                  <w:numPr>
                    <w:ilvl w:val="0"/>
                    <w:numId w:val="7"/>
                  </w:numPr>
                  <w:spacing w:after="0" w:line="240" w:lineRule="auto"/>
                </w:pPr>
                <w:r>
                  <w:t>I agree to all documentation relating to this complaint being released to all parties involved and declare that the information I have supplied in this form is true and correct. I understand it is an offence under the Building Act 2004 to provide false or misleading information</w:t>
                </w:r>
              </w:p>
              <w:p w:rsidR="00391855" w:rsidRDefault="00EE0379" w:rsidP="00EE0379">
                <w:pPr>
                  <w:pStyle w:val="ListParagraph"/>
                  <w:numPr>
                    <w:ilvl w:val="0"/>
                    <w:numId w:val="7"/>
                  </w:numPr>
                  <w:spacing w:after="0" w:line="240" w:lineRule="auto"/>
                </w:pPr>
                <w:r>
                  <w:t>I am aware that all information I provide is subject to public release. If the Ministry receive a request for this material they will be required to consider its release, in who</w:t>
                </w:r>
                <w:r w:rsidR="00B008B7">
                  <w:t>l</w:t>
                </w:r>
                <w:r>
                  <w:t xml:space="preserve">e or in part, in terms of the criteria set out in the </w:t>
                </w:r>
                <w:r w:rsidR="00B008B7">
                  <w:t>Official</w:t>
                </w:r>
                <w:r>
                  <w:t xml:space="preserve"> </w:t>
                </w:r>
                <w:r w:rsidR="00B008B7">
                  <w:t>Information</w:t>
                </w:r>
                <w:r>
                  <w:t xml:space="preserve"> Act 1982. The Act requires the information to be made available unless (1) it is considered that there is a good reason, under the Act to withhold the information; (2) that good reason out weights the desirability, in the public interest, of making the information available. The grounds for withholding the information </w:t>
                </w:r>
                <w:r w:rsidR="001B140F">
                  <w:t>are</w:t>
                </w:r>
                <w:r w:rsidR="00B008B7">
                  <w:t xml:space="preserve"> set o</w:t>
                </w:r>
                <w:r>
                  <w:t>ut in the Official Info</w:t>
                </w:r>
                <w:r w:rsidR="00B008B7">
                  <w:t>r</w:t>
                </w:r>
                <w:r>
                  <w:t>mation Act 1982.</w:t>
                </w:r>
              </w:p>
              <w:p w:rsidR="00DC10E5" w:rsidRDefault="00DC10E5" w:rsidP="006220A2"/>
              <w:p w:rsidR="00EE0379" w:rsidRDefault="00DC10E5" w:rsidP="006220A2">
                <w:r>
                  <w:t>(</w:t>
                </w:r>
                <w:r w:rsidR="00B008B7">
                  <w:t>Please advise the Ministry in writing</w:t>
                </w:r>
                <w:r w:rsidR="006220A2">
                  <w:t xml:space="preserve"> i</w:t>
                </w:r>
                <w:r w:rsidR="00B008B7">
                  <w:t>f you have any objection to the release of any of the information/evidence you have provided and the reasons you believe it should be withheld).</w:t>
                </w:r>
              </w:p>
            </w:sdtContent>
          </w:sdt>
        </w:tc>
      </w:tr>
      <w:tr w:rsidR="00EE0379" w:rsidRPr="00B037DA" w:rsidTr="00B008B7">
        <w:trPr>
          <w:trHeight w:val="1988"/>
        </w:trPr>
        <w:tc>
          <w:tcPr>
            <w:tcW w:w="9242" w:type="dxa"/>
            <w:vAlign w:val="bottom"/>
          </w:tcPr>
          <w:p w:rsidR="00487C26" w:rsidRDefault="00487C26" w:rsidP="000E6A3C">
            <w:pPr>
              <w:rPr>
                <w:b/>
                <w:i/>
                <w:sz w:val="18"/>
              </w:rPr>
            </w:pPr>
          </w:p>
          <w:p w:rsidR="00487C26" w:rsidRDefault="00487C26" w:rsidP="000E6A3C">
            <w:pPr>
              <w:rPr>
                <w:b/>
                <w:i/>
                <w:sz w:val="18"/>
              </w:rPr>
            </w:pPr>
          </w:p>
          <w:p w:rsidR="000E6A3C" w:rsidRDefault="00CF49A5" w:rsidP="000E6A3C">
            <w:pPr>
              <w:rPr>
                <w:b/>
                <w:i/>
                <w:sz w:val="18"/>
              </w:rPr>
            </w:pPr>
            <w:sdt>
              <w:sdtPr>
                <w:rPr>
                  <w:b/>
                  <w:i/>
                  <w:sz w:val="18"/>
                </w:rPr>
                <w:id w:val="-1060786598"/>
                <w:lock w:val="sdtContentLocked"/>
                <w:placeholder>
                  <w:docPart w:val="DefaultPlaceholder_1082065158"/>
                </w:placeholder>
              </w:sdtPr>
              <w:sdtEndPr/>
              <w:sdtContent>
                <w:r w:rsidR="000E6A3C">
                  <w:rPr>
                    <w:b/>
                    <w:i/>
                    <w:sz w:val="18"/>
                  </w:rPr>
                  <w:t>Name</w:t>
                </w:r>
              </w:sdtContent>
            </w:sdt>
            <w:r w:rsidR="000E6A3C">
              <w:rPr>
                <w:b/>
                <w:i/>
                <w:sz w:val="18"/>
              </w:rPr>
              <w:t xml:space="preserve">: </w:t>
            </w:r>
            <w:sdt>
              <w:sdtPr>
                <w:rPr>
                  <w:b/>
                  <w:i/>
                  <w:sz w:val="18"/>
                </w:rPr>
                <w:id w:val="-1770380349"/>
                <w:placeholder>
                  <w:docPart w:val="552AEF6D35C0459C89D368E0DDC3E336"/>
                </w:placeholder>
                <w:showingPlcHdr/>
              </w:sdtPr>
              <w:sdtEndPr/>
              <w:sdtContent>
                <w:r w:rsidR="000E6A3C" w:rsidRPr="00156D90">
                  <w:rPr>
                    <w:rStyle w:val="PlaceholderText"/>
                  </w:rPr>
                  <w:t>Click here to enter text.</w:t>
                </w:r>
              </w:sdtContent>
            </w:sdt>
          </w:p>
          <w:p w:rsidR="000E6A3C" w:rsidRDefault="00CF49A5" w:rsidP="000E6A3C">
            <w:pPr>
              <w:jc w:val="right"/>
              <w:rPr>
                <w:b/>
                <w:i/>
                <w:sz w:val="18"/>
              </w:rPr>
            </w:pPr>
            <w:sdt>
              <w:sdtPr>
                <w:rPr>
                  <w:b/>
                  <w:i/>
                  <w:sz w:val="18"/>
                </w:rPr>
                <w:id w:val="-1388950098"/>
                <w:lock w:val="sdtContentLocked"/>
                <w:placeholder>
                  <w:docPart w:val="DefaultPlaceholder_1082065158"/>
                </w:placeholder>
              </w:sdtPr>
              <w:sdtEndPr/>
              <w:sdtContent>
                <w:r w:rsidR="000E6A3C">
                  <w:rPr>
                    <w:b/>
                    <w:i/>
                    <w:sz w:val="18"/>
                  </w:rPr>
                  <w:t>Date</w:t>
                </w:r>
              </w:sdtContent>
            </w:sdt>
            <w:r w:rsidR="000E6A3C">
              <w:rPr>
                <w:b/>
                <w:i/>
                <w:sz w:val="18"/>
              </w:rPr>
              <w:t xml:space="preserve">: </w:t>
            </w:r>
            <w:sdt>
              <w:sdtPr>
                <w:rPr>
                  <w:b/>
                  <w:i/>
                  <w:sz w:val="18"/>
                </w:rPr>
                <w:id w:val="1042491003"/>
                <w:placeholder>
                  <w:docPart w:val="C176B62B9A9C40719A289CE79E86A118"/>
                </w:placeholder>
                <w:showingPlcHdr/>
                <w:date>
                  <w:dateFormat w:val="d/MM/yyyy"/>
                  <w:lid w:val="en-NZ"/>
                  <w:storeMappedDataAs w:val="dateTime"/>
                  <w:calendar w:val="gregorian"/>
                </w:date>
              </w:sdtPr>
              <w:sdtEndPr/>
              <w:sdtContent>
                <w:r w:rsidR="000E6A3C" w:rsidRPr="00156D90">
                  <w:rPr>
                    <w:rStyle w:val="PlaceholderText"/>
                  </w:rPr>
                  <w:t>Click here to enter a date.</w:t>
                </w:r>
              </w:sdtContent>
            </w:sdt>
          </w:p>
          <w:p w:rsidR="000E6A3C" w:rsidRDefault="00CF49A5" w:rsidP="000E6A3C">
            <w:pPr>
              <w:rPr>
                <w:b/>
                <w:i/>
                <w:sz w:val="18"/>
              </w:rPr>
            </w:pPr>
            <w:sdt>
              <w:sdtPr>
                <w:rPr>
                  <w:b/>
                  <w:i/>
                  <w:sz w:val="18"/>
                </w:rPr>
                <w:id w:val="-168404979"/>
                <w:lock w:val="sdtContentLocked"/>
                <w:placeholder>
                  <w:docPart w:val="DefaultPlaceholder_1082065158"/>
                </w:placeholder>
              </w:sdtPr>
              <w:sdtEndPr/>
              <w:sdtContent>
                <w:r w:rsidR="000E6A3C">
                  <w:rPr>
                    <w:b/>
                    <w:i/>
                    <w:sz w:val="18"/>
                  </w:rPr>
                  <w:t>Position</w:t>
                </w:r>
              </w:sdtContent>
            </w:sdt>
            <w:r w:rsidR="000E6A3C">
              <w:rPr>
                <w:b/>
                <w:i/>
                <w:sz w:val="18"/>
              </w:rPr>
              <w:t xml:space="preserve">: </w:t>
            </w:r>
            <w:sdt>
              <w:sdtPr>
                <w:rPr>
                  <w:b/>
                  <w:i/>
                  <w:sz w:val="18"/>
                </w:rPr>
                <w:id w:val="124971154"/>
                <w:placeholder>
                  <w:docPart w:val="552AEF6D35C0459C89D368E0DDC3E336"/>
                </w:placeholder>
                <w:showingPlcHdr/>
              </w:sdtPr>
              <w:sdtEndPr/>
              <w:sdtContent>
                <w:r w:rsidR="00FF42BB" w:rsidRPr="00156D90">
                  <w:rPr>
                    <w:rStyle w:val="PlaceholderText"/>
                  </w:rPr>
                  <w:t>Click here to enter text.</w:t>
                </w:r>
              </w:sdtContent>
            </w:sdt>
          </w:p>
          <w:p w:rsidR="000E6A3C" w:rsidRDefault="000E6A3C" w:rsidP="000E6A3C">
            <w:pPr>
              <w:rPr>
                <w:b/>
                <w:i/>
                <w:sz w:val="18"/>
              </w:rPr>
            </w:pPr>
          </w:p>
          <w:p w:rsidR="000E6A3C" w:rsidRDefault="000E6A3C" w:rsidP="000E6A3C">
            <w:pPr>
              <w:rPr>
                <w:b/>
                <w:i/>
                <w:sz w:val="18"/>
              </w:rPr>
            </w:pPr>
          </w:p>
          <w:p w:rsidR="000E6A3C" w:rsidRDefault="00CF49A5" w:rsidP="000E6A3C">
            <w:pPr>
              <w:rPr>
                <w:b/>
                <w:i/>
                <w:sz w:val="18"/>
              </w:rPr>
            </w:pPr>
            <w:sdt>
              <w:sdtPr>
                <w:rPr>
                  <w:b/>
                  <w:i/>
                  <w:sz w:val="18"/>
                </w:rPr>
                <w:id w:val="421694074"/>
                <w:lock w:val="sdtContentLocked"/>
                <w:placeholder>
                  <w:docPart w:val="DefaultPlaceholder_1082065158"/>
                </w:placeholder>
              </w:sdtPr>
              <w:sdtEndPr/>
              <w:sdtContent>
                <w:r w:rsidR="000E6A3C">
                  <w:rPr>
                    <w:b/>
                    <w:i/>
                    <w:sz w:val="18"/>
                  </w:rPr>
                  <w:t>Signature</w:t>
                </w:r>
              </w:sdtContent>
            </w:sdt>
            <w:r w:rsidR="000E6A3C">
              <w:rPr>
                <w:b/>
                <w:i/>
                <w:sz w:val="18"/>
              </w:rPr>
              <w:t>:</w:t>
            </w:r>
            <w:r w:rsidR="000E6A3C">
              <w:rPr>
                <w:b/>
                <w:i/>
                <w:sz w:val="18"/>
              </w:rPr>
              <w:tab/>
            </w:r>
          </w:p>
          <w:p w:rsidR="000E6A3C" w:rsidRDefault="000E6A3C" w:rsidP="000E6A3C">
            <w:pPr>
              <w:rPr>
                <w:b/>
                <w:i/>
                <w:sz w:val="18"/>
              </w:rPr>
            </w:pPr>
          </w:p>
          <w:p w:rsidR="000E6A3C" w:rsidRDefault="000E6A3C" w:rsidP="000E6A3C">
            <w:pPr>
              <w:rPr>
                <w:b/>
                <w:i/>
                <w:sz w:val="18"/>
              </w:rPr>
            </w:pPr>
          </w:p>
          <w:p w:rsidR="000E6A3C" w:rsidRDefault="000E6A3C" w:rsidP="000E6A3C">
            <w:pPr>
              <w:rPr>
                <w:b/>
                <w:i/>
                <w:sz w:val="18"/>
              </w:rPr>
            </w:pPr>
          </w:p>
          <w:p w:rsidR="000E6A3C" w:rsidRDefault="000E6A3C" w:rsidP="000E6A3C">
            <w:pPr>
              <w:rPr>
                <w:b/>
                <w:i/>
                <w:sz w:val="18"/>
              </w:rPr>
            </w:pPr>
          </w:p>
          <w:p w:rsidR="000E6A3C" w:rsidRDefault="000E6A3C" w:rsidP="000E6A3C">
            <w:pPr>
              <w:rPr>
                <w:b/>
                <w:i/>
                <w:sz w:val="18"/>
              </w:rPr>
            </w:pPr>
          </w:p>
          <w:p w:rsidR="000E6A3C" w:rsidRDefault="000E6A3C" w:rsidP="000E6A3C">
            <w:pPr>
              <w:rPr>
                <w:b/>
                <w:i/>
                <w:sz w:val="18"/>
              </w:rPr>
            </w:pPr>
          </w:p>
          <w:p w:rsidR="008C5392" w:rsidRPr="00B037DA" w:rsidRDefault="008C5392" w:rsidP="00B008B7">
            <w:pPr>
              <w:rPr>
                <w:b/>
                <w:i/>
                <w:sz w:val="18"/>
              </w:rPr>
            </w:pPr>
          </w:p>
        </w:tc>
      </w:tr>
    </w:tbl>
    <w:p w:rsidR="00EE0379" w:rsidRDefault="00EE0379" w:rsidP="00587FBB">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391855" w:rsidRPr="00242004" w:rsidTr="0026024C">
        <w:trPr>
          <w:trHeight w:val="136"/>
        </w:trPr>
        <w:tc>
          <w:tcPr>
            <w:tcW w:w="9242" w:type="dxa"/>
            <w:shd w:val="clear" w:color="auto" w:fill="A6A6A6" w:themeFill="background1" w:themeFillShade="A6"/>
          </w:tcPr>
          <w:sdt>
            <w:sdtPr>
              <w:rPr>
                <w:b/>
                <w:i/>
                <w:color w:val="FFFFFF" w:themeColor="background1"/>
                <w:sz w:val="20"/>
              </w:rPr>
              <w:id w:val="1713229265"/>
              <w:lock w:val="sdtContentLocked"/>
              <w:placeholder>
                <w:docPart w:val="DefaultPlaceholder_1082065158"/>
              </w:placeholder>
            </w:sdtPr>
            <w:sdtEndPr/>
            <w:sdtContent>
              <w:p w:rsidR="00391855" w:rsidRPr="00242004" w:rsidRDefault="00391855" w:rsidP="0026024C">
                <w:pPr>
                  <w:rPr>
                    <w:b/>
                    <w:i/>
                    <w:color w:val="FFFFFF" w:themeColor="background1"/>
                    <w:sz w:val="20"/>
                  </w:rPr>
                </w:pPr>
                <w:r>
                  <w:rPr>
                    <w:b/>
                    <w:i/>
                    <w:color w:val="FFFFFF" w:themeColor="background1"/>
                    <w:sz w:val="20"/>
                  </w:rPr>
                  <w:t>Grounds for Complaint about a Pool Inspector</w:t>
                </w:r>
              </w:p>
            </w:sdtContent>
          </w:sdt>
        </w:tc>
      </w:tr>
      <w:tr w:rsidR="00391855" w:rsidRPr="00B037DA" w:rsidTr="0026024C">
        <w:trPr>
          <w:trHeight w:val="1429"/>
        </w:trPr>
        <w:tc>
          <w:tcPr>
            <w:tcW w:w="9242" w:type="dxa"/>
          </w:tcPr>
          <w:p w:rsidR="00391855" w:rsidRDefault="00391855" w:rsidP="0026024C">
            <w:pPr>
              <w:rPr>
                <w:b/>
                <w:i/>
                <w:sz w:val="18"/>
              </w:rPr>
            </w:pPr>
          </w:p>
          <w:sdt>
            <w:sdtPr>
              <w:rPr>
                <w:b/>
                <w:i/>
                <w:sz w:val="18"/>
              </w:rPr>
              <w:id w:val="660891839"/>
              <w:lock w:val="sdtContentLocked"/>
              <w:placeholder>
                <w:docPart w:val="DefaultPlaceholder_1082065158"/>
              </w:placeholder>
            </w:sdtPr>
            <w:sdtEndPr/>
            <w:sdtContent>
              <w:p w:rsidR="00391855" w:rsidRDefault="00690BF2" w:rsidP="0026024C">
                <w:pPr>
                  <w:rPr>
                    <w:b/>
                    <w:i/>
                    <w:sz w:val="18"/>
                  </w:rPr>
                </w:pPr>
                <w:r>
                  <w:rPr>
                    <w:b/>
                    <w:i/>
                    <w:sz w:val="18"/>
                  </w:rPr>
                  <w:t>The matters about which Territorial Authorities may make a complaint to MBIE include the following:</w:t>
                </w:r>
                <w:r w:rsidR="008C5392">
                  <w:rPr>
                    <w:b/>
                    <w:i/>
                    <w:sz w:val="18"/>
                  </w:rPr>
                  <w:t xml:space="preserve"> </w:t>
                </w:r>
              </w:p>
              <w:p w:rsidR="00391855" w:rsidRPr="00391855" w:rsidRDefault="00391855" w:rsidP="0026024C">
                <w:pPr>
                  <w:pStyle w:val="ListParagraph"/>
                  <w:numPr>
                    <w:ilvl w:val="0"/>
                    <w:numId w:val="8"/>
                  </w:numPr>
                  <w:spacing w:after="0" w:line="240" w:lineRule="auto"/>
                  <w:rPr>
                    <w:b/>
                    <w:i/>
                    <w:sz w:val="18"/>
                  </w:rPr>
                </w:pPr>
                <w:r w:rsidRPr="00391855">
                  <w:rPr>
                    <w:b/>
                    <w:i/>
                    <w:sz w:val="18"/>
                  </w:rPr>
                  <w:t>The pool inspector has carried out an inspection i</w:t>
                </w:r>
                <w:r w:rsidR="001B140F">
                  <w:rPr>
                    <w:b/>
                    <w:i/>
                    <w:sz w:val="18"/>
                  </w:rPr>
                  <w:t>n</w:t>
                </w:r>
                <w:r w:rsidRPr="00391855">
                  <w:rPr>
                    <w:b/>
                    <w:i/>
                    <w:sz w:val="18"/>
                  </w:rPr>
                  <w:t xml:space="preserve"> a negligent or incompetent manner</w:t>
                </w:r>
              </w:p>
              <w:p w:rsidR="00391855" w:rsidRPr="00391855" w:rsidRDefault="00391855" w:rsidP="0026024C">
                <w:pPr>
                  <w:pStyle w:val="ListParagraph"/>
                  <w:numPr>
                    <w:ilvl w:val="0"/>
                    <w:numId w:val="8"/>
                  </w:numPr>
                  <w:spacing w:after="0" w:line="240" w:lineRule="auto"/>
                  <w:rPr>
                    <w:b/>
                    <w:i/>
                    <w:sz w:val="18"/>
                  </w:rPr>
                </w:pPr>
                <w:r w:rsidRPr="00391855">
                  <w:rPr>
                    <w:b/>
                    <w:i/>
                    <w:sz w:val="18"/>
                  </w:rPr>
                  <w:t>The pool inspectors conduct was unprofessional</w:t>
                </w:r>
              </w:p>
              <w:p w:rsidR="00391855" w:rsidRPr="00391855" w:rsidRDefault="00391855" w:rsidP="0026024C">
                <w:pPr>
                  <w:pStyle w:val="ListParagraph"/>
                  <w:numPr>
                    <w:ilvl w:val="0"/>
                    <w:numId w:val="8"/>
                  </w:numPr>
                  <w:spacing w:after="0" w:line="240" w:lineRule="auto"/>
                  <w:rPr>
                    <w:b/>
                    <w:i/>
                    <w:sz w:val="18"/>
                  </w:rPr>
                </w:pPr>
                <w:r w:rsidRPr="00391855">
                  <w:rPr>
                    <w:b/>
                    <w:i/>
                    <w:sz w:val="18"/>
                  </w:rPr>
                  <w:t>The pool inspectors knowingly made false or misleading declarations or representations</w:t>
                </w:r>
              </w:p>
              <w:p w:rsidR="00391855" w:rsidRPr="008C5392" w:rsidRDefault="00391855" w:rsidP="008C5392">
                <w:pPr>
                  <w:pStyle w:val="ListParagraph"/>
                  <w:numPr>
                    <w:ilvl w:val="0"/>
                    <w:numId w:val="8"/>
                  </w:numPr>
                  <w:spacing w:after="0" w:line="240" w:lineRule="auto"/>
                  <w:rPr>
                    <w:b/>
                    <w:i/>
                    <w:sz w:val="18"/>
                  </w:rPr>
                </w:pPr>
                <w:r w:rsidRPr="00391855">
                  <w:rPr>
                    <w:b/>
                    <w:i/>
                    <w:sz w:val="18"/>
                  </w:rPr>
                  <w:t>The inspector has breached the code of conduct</w:t>
                </w:r>
              </w:p>
            </w:sdtContent>
          </w:sdt>
          <w:p w:rsidR="00391855" w:rsidRPr="00391855" w:rsidRDefault="00391855" w:rsidP="0026024C">
            <w:pPr>
              <w:rPr>
                <w:b/>
                <w:i/>
                <w:sz w:val="18"/>
              </w:rPr>
            </w:pPr>
          </w:p>
        </w:tc>
      </w:tr>
    </w:tbl>
    <w:p w:rsidR="00901F9E" w:rsidRDefault="00901F9E"/>
    <w:sectPr w:rsidR="00901F9E" w:rsidSect="004615D4">
      <w:headerReference w:type="even" r:id="rId16"/>
      <w:headerReference w:type="default" r:id="rId17"/>
      <w:footerReference w:type="even" r:id="rId18"/>
      <w:footerReference w:type="default" r:id="rId19"/>
      <w:headerReference w:type="first" r:id="rId20"/>
      <w:footerReference w:type="first" r:id="rId21"/>
      <w:pgSz w:w="11906" w:h="16838"/>
      <w:pgMar w:top="817" w:right="1440" w:bottom="1440" w:left="1440" w:header="510"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9A3" w:rsidRDefault="007D19A3" w:rsidP="001318CD">
      <w:pPr>
        <w:spacing w:after="0" w:line="240" w:lineRule="auto"/>
      </w:pPr>
      <w:r>
        <w:separator/>
      </w:r>
    </w:p>
  </w:endnote>
  <w:endnote w:type="continuationSeparator" w:id="0">
    <w:p w:rsidR="007D19A3" w:rsidRDefault="007D19A3" w:rsidP="00131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A5" w:rsidRDefault="00CF49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A5" w:rsidRDefault="00CF49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A5" w:rsidRDefault="00CF49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9A3" w:rsidRDefault="007D19A3" w:rsidP="001318CD">
      <w:pPr>
        <w:spacing w:after="0" w:line="240" w:lineRule="auto"/>
      </w:pPr>
      <w:r>
        <w:separator/>
      </w:r>
    </w:p>
  </w:footnote>
  <w:footnote w:type="continuationSeparator" w:id="0">
    <w:p w:rsidR="007D19A3" w:rsidRDefault="007D19A3" w:rsidP="001318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9A3" w:rsidRDefault="007D19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9A3" w:rsidRDefault="007D19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9A3" w:rsidRDefault="007D19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0FD"/>
    <w:multiLevelType w:val="hybridMultilevel"/>
    <w:tmpl w:val="56D6E82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96E4FE7"/>
    <w:multiLevelType w:val="hybridMultilevel"/>
    <w:tmpl w:val="CE9E2B0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BEF50D2"/>
    <w:multiLevelType w:val="hybridMultilevel"/>
    <w:tmpl w:val="BD54AF68"/>
    <w:lvl w:ilvl="0" w:tplc="BE10FEFC">
      <w:start w:val="1"/>
      <w:numFmt w:val="decimal"/>
      <w:lvlText w:val="%1."/>
      <w:lvlJc w:val="left"/>
      <w:pPr>
        <w:ind w:left="720" w:hanging="360"/>
      </w:pPr>
      <w:rPr>
        <w:rFonts w:hint="default"/>
        <w:b/>
        <w:i/>
        <w:color w:val="A6A6A6" w:themeColor="background1" w:themeShade="A6"/>
        <w:sz w:val="18"/>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30C41859"/>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nsid w:val="579E0154"/>
    <w:multiLevelType w:val="hybridMultilevel"/>
    <w:tmpl w:val="5A947C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EF46F61"/>
    <w:multiLevelType w:val="hybridMultilevel"/>
    <w:tmpl w:val="62D4F9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9102491"/>
    <w:multiLevelType w:val="hybridMultilevel"/>
    <w:tmpl w:val="F6F6F460"/>
    <w:lvl w:ilvl="0" w:tplc="1409000F">
      <w:start w:val="1"/>
      <w:numFmt w:val="decimal"/>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7A607976"/>
    <w:multiLevelType w:val="hybridMultilevel"/>
    <w:tmpl w:val="0B9CA27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3"/>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formatting="1" w:enforcement="1" w:cryptProviderType="rsaFull" w:cryptAlgorithmClass="hash" w:cryptAlgorithmType="typeAny" w:cryptAlgorithmSid="4" w:cryptSpinCount="100000" w:hash="MYbgtXa43ujRXIdkH6g4xpiiV6Q=" w:salt="5gFLPcC+SNL+8/NoXEquw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B01"/>
    <w:rsid w:val="00000004"/>
    <w:rsid w:val="00003829"/>
    <w:rsid w:val="00016DCE"/>
    <w:rsid w:val="00037783"/>
    <w:rsid w:val="00086FB1"/>
    <w:rsid w:val="00096494"/>
    <w:rsid w:val="000A401F"/>
    <w:rsid w:val="000E6A3C"/>
    <w:rsid w:val="0010155A"/>
    <w:rsid w:val="001155B1"/>
    <w:rsid w:val="001218AF"/>
    <w:rsid w:val="001318CD"/>
    <w:rsid w:val="00165C6C"/>
    <w:rsid w:val="001A7AA4"/>
    <w:rsid w:val="001B140F"/>
    <w:rsid w:val="0021000F"/>
    <w:rsid w:val="00212FDF"/>
    <w:rsid w:val="0021442E"/>
    <w:rsid w:val="00233897"/>
    <w:rsid w:val="00242004"/>
    <w:rsid w:val="00266B84"/>
    <w:rsid w:val="00281926"/>
    <w:rsid w:val="002A00CD"/>
    <w:rsid w:val="002A70B3"/>
    <w:rsid w:val="002B3EE6"/>
    <w:rsid w:val="002D0AA5"/>
    <w:rsid w:val="002E76EC"/>
    <w:rsid w:val="002F0027"/>
    <w:rsid w:val="003162AC"/>
    <w:rsid w:val="00347EFB"/>
    <w:rsid w:val="00391855"/>
    <w:rsid w:val="003A2AD9"/>
    <w:rsid w:val="003D55BF"/>
    <w:rsid w:val="004444FE"/>
    <w:rsid w:val="004615D4"/>
    <w:rsid w:val="0047160C"/>
    <w:rsid w:val="00474408"/>
    <w:rsid w:val="00487C26"/>
    <w:rsid w:val="004A6F31"/>
    <w:rsid w:val="004B7F4A"/>
    <w:rsid w:val="004D6262"/>
    <w:rsid w:val="004D7498"/>
    <w:rsid w:val="00587FBB"/>
    <w:rsid w:val="006220A2"/>
    <w:rsid w:val="0062284D"/>
    <w:rsid w:val="006513B5"/>
    <w:rsid w:val="00665AEB"/>
    <w:rsid w:val="00665F92"/>
    <w:rsid w:val="00690BF2"/>
    <w:rsid w:val="006A627E"/>
    <w:rsid w:val="006A6806"/>
    <w:rsid w:val="006B7247"/>
    <w:rsid w:val="006D62C9"/>
    <w:rsid w:val="007147BC"/>
    <w:rsid w:val="00717808"/>
    <w:rsid w:val="00731E4F"/>
    <w:rsid w:val="0073472E"/>
    <w:rsid w:val="007422A5"/>
    <w:rsid w:val="007B04C1"/>
    <w:rsid w:val="007B2F8A"/>
    <w:rsid w:val="007D19A3"/>
    <w:rsid w:val="007F5DBA"/>
    <w:rsid w:val="008103A1"/>
    <w:rsid w:val="00815590"/>
    <w:rsid w:val="00862093"/>
    <w:rsid w:val="00883D0D"/>
    <w:rsid w:val="00887AA8"/>
    <w:rsid w:val="008A0FB8"/>
    <w:rsid w:val="008C5392"/>
    <w:rsid w:val="008D6A86"/>
    <w:rsid w:val="008D7203"/>
    <w:rsid w:val="008F77F4"/>
    <w:rsid w:val="00901F9E"/>
    <w:rsid w:val="00921128"/>
    <w:rsid w:val="009314AA"/>
    <w:rsid w:val="0094135C"/>
    <w:rsid w:val="00963491"/>
    <w:rsid w:val="00993A35"/>
    <w:rsid w:val="009A1129"/>
    <w:rsid w:val="009B19C2"/>
    <w:rsid w:val="009D05DD"/>
    <w:rsid w:val="00A1076C"/>
    <w:rsid w:val="00A222C5"/>
    <w:rsid w:val="00A54939"/>
    <w:rsid w:val="00A94DDE"/>
    <w:rsid w:val="00AE2314"/>
    <w:rsid w:val="00B008B7"/>
    <w:rsid w:val="00B037DA"/>
    <w:rsid w:val="00B11A58"/>
    <w:rsid w:val="00B56213"/>
    <w:rsid w:val="00C10C6B"/>
    <w:rsid w:val="00C133B4"/>
    <w:rsid w:val="00C230A3"/>
    <w:rsid w:val="00C36134"/>
    <w:rsid w:val="00C9687F"/>
    <w:rsid w:val="00CD1D5E"/>
    <w:rsid w:val="00CE2E49"/>
    <w:rsid w:val="00CE3137"/>
    <w:rsid w:val="00CF49A5"/>
    <w:rsid w:val="00D13CCD"/>
    <w:rsid w:val="00D356A9"/>
    <w:rsid w:val="00D460B9"/>
    <w:rsid w:val="00D74DF1"/>
    <w:rsid w:val="00DA7E52"/>
    <w:rsid w:val="00DB35BF"/>
    <w:rsid w:val="00DB39DA"/>
    <w:rsid w:val="00DC10E5"/>
    <w:rsid w:val="00DE387D"/>
    <w:rsid w:val="00E26CFC"/>
    <w:rsid w:val="00E57731"/>
    <w:rsid w:val="00E91CCA"/>
    <w:rsid w:val="00EA17A8"/>
    <w:rsid w:val="00EC4A8B"/>
    <w:rsid w:val="00ED7096"/>
    <w:rsid w:val="00EE0379"/>
    <w:rsid w:val="00F158C2"/>
    <w:rsid w:val="00F257D7"/>
    <w:rsid w:val="00F33273"/>
    <w:rsid w:val="00F86E28"/>
    <w:rsid w:val="00F977F7"/>
    <w:rsid w:val="00FA564F"/>
    <w:rsid w:val="00FB5B01"/>
    <w:rsid w:val="00FC4F8D"/>
    <w:rsid w:val="00FE19D0"/>
    <w:rsid w:val="00FF42B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5B01"/>
    <w:rPr>
      <w:sz w:val="16"/>
      <w:szCs w:val="16"/>
    </w:rPr>
  </w:style>
  <w:style w:type="paragraph" w:styleId="CommentText">
    <w:name w:val="annotation text"/>
    <w:basedOn w:val="Normal"/>
    <w:link w:val="CommentTextChar"/>
    <w:uiPriority w:val="99"/>
    <w:semiHidden/>
    <w:unhideWhenUsed/>
    <w:rsid w:val="00FB5B01"/>
    <w:pPr>
      <w:spacing w:before="40" w:after="160" w:line="240" w:lineRule="auto"/>
    </w:pPr>
    <w:rPr>
      <w:sz w:val="20"/>
      <w:szCs w:val="20"/>
    </w:rPr>
  </w:style>
  <w:style w:type="character" w:customStyle="1" w:styleId="CommentTextChar">
    <w:name w:val="Comment Text Char"/>
    <w:basedOn w:val="DefaultParagraphFont"/>
    <w:link w:val="CommentText"/>
    <w:uiPriority w:val="99"/>
    <w:semiHidden/>
    <w:rsid w:val="00FB5B01"/>
    <w:rPr>
      <w:sz w:val="20"/>
      <w:szCs w:val="20"/>
    </w:rPr>
  </w:style>
  <w:style w:type="paragraph" w:styleId="BalloonText">
    <w:name w:val="Balloon Text"/>
    <w:basedOn w:val="Normal"/>
    <w:link w:val="BalloonTextChar"/>
    <w:uiPriority w:val="99"/>
    <w:semiHidden/>
    <w:unhideWhenUsed/>
    <w:rsid w:val="00FB5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B01"/>
    <w:rPr>
      <w:rFonts w:ascii="Tahoma" w:hAnsi="Tahoma" w:cs="Tahoma"/>
      <w:sz w:val="16"/>
      <w:szCs w:val="16"/>
    </w:rPr>
  </w:style>
  <w:style w:type="table" w:styleId="TableGrid">
    <w:name w:val="Table Grid"/>
    <w:basedOn w:val="TableNormal"/>
    <w:uiPriority w:val="59"/>
    <w:rsid w:val="00FB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5B01"/>
    <w:rPr>
      <w:color w:val="808080"/>
    </w:rPr>
  </w:style>
  <w:style w:type="character" w:customStyle="1" w:styleId="Style1">
    <w:name w:val="Style1"/>
    <w:basedOn w:val="DefaultParagraphFont"/>
    <w:uiPriority w:val="1"/>
    <w:rsid w:val="00FB5B01"/>
    <w:rPr>
      <w:rFonts w:asciiTheme="minorHAnsi" w:hAnsiTheme="minorHAnsi"/>
      <w:color w:val="000000" w:themeColor="text1"/>
      <w:sz w:val="22"/>
    </w:rPr>
  </w:style>
  <w:style w:type="character" w:customStyle="1" w:styleId="Style2">
    <w:name w:val="Style2"/>
    <w:basedOn w:val="DefaultParagraphFont"/>
    <w:uiPriority w:val="1"/>
    <w:rsid w:val="00FB5B01"/>
    <w:rPr>
      <w:rFonts w:asciiTheme="minorHAnsi" w:hAnsiTheme="minorHAnsi"/>
      <w:color w:val="000000" w:themeColor="text1"/>
      <w:sz w:val="22"/>
    </w:rPr>
  </w:style>
  <w:style w:type="character" w:customStyle="1" w:styleId="Style4">
    <w:name w:val="Style4"/>
    <w:basedOn w:val="DefaultParagraphFont"/>
    <w:uiPriority w:val="1"/>
    <w:rsid w:val="00FB5B01"/>
    <w:rPr>
      <w:rFonts w:asciiTheme="minorHAnsi" w:hAnsiTheme="minorHAnsi"/>
      <w:color w:val="000000" w:themeColor="text1"/>
      <w:sz w:val="22"/>
    </w:rPr>
  </w:style>
  <w:style w:type="character" w:customStyle="1" w:styleId="Style5">
    <w:name w:val="Style5"/>
    <w:basedOn w:val="DefaultParagraphFont"/>
    <w:uiPriority w:val="1"/>
    <w:rsid w:val="00FB5B01"/>
    <w:rPr>
      <w:rFonts w:asciiTheme="minorHAnsi" w:hAnsiTheme="minorHAnsi"/>
      <w:color w:val="000000" w:themeColor="text1"/>
      <w:sz w:val="22"/>
    </w:rPr>
  </w:style>
  <w:style w:type="character" w:customStyle="1" w:styleId="Style6">
    <w:name w:val="Style6"/>
    <w:basedOn w:val="DefaultParagraphFont"/>
    <w:uiPriority w:val="1"/>
    <w:rsid w:val="00FB5B01"/>
    <w:rPr>
      <w:rFonts w:asciiTheme="minorHAnsi" w:hAnsiTheme="minorHAnsi"/>
      <w:color w:val="000000" w:themeColor="text1"/>
      <w:sz w:val="22"/>
    </w:rPr>
  </w:style>
  <w:style w:type="character" w:customStyle="1" w:styleId="Style12">
    <w:name w:val="Style12"/>
    <w:basedOn w:val="DefaultParagraphFont"/>
    <w:uiPriority w:val="1"/>
    <w:rsid w:val="00FB5B01"/>
    <w:rPr>
      <w:rFonts w:asciiTheme="minorHAnsi" w:hAnsiTheme="minorHAnsi"/>
      <w:color w:val="000000" w:themeColor="text1"/>
      <w:sz w:val="22"/>
    </w:rPr>
  </w:style>
  <w:style w:type="paragraph" w:styleId="Header">
    <w:name w:val="header"/>
    <w:basedOn w:val="Normal"/>
    <w:link w:val="HeaderChar"/>
    <w:uiPriority w:val="99"/>
    <w:unhideWhenUsed/>
    <w:rsid w:val="001318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8CD"/>
  </w:style>
  <w:style w:type="paragraph" w:styleId="Footer">
    <w:name w:val="footer"/>
    <w:basedOn w:val="Normal"/>
    <w:link w:val="FooterChar"/>
    <w:uiPriority w:val="99"/>
    <w:unhideWhenUsed/>
    <w:rsid w:val="001318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8CD"/>
  </w:style>
  <w:style w:type="character" w:customStyle="1" w:styleId="Style16">
    <w:name w:val="Style16"/>
    <w:basedOn w:val="DefaultParagraphFont"/>
    <w:uiPriority w:val="1"/>
    <w:rsid w:val="009A1129"/>
    <w:rPr>
      <w:rFonts w:asciiTheme="minorHAnsi" w:hAnsiTheme="minorHAnsi"/>
      <w:color w:val="000000" w:themeColor="text1"/>
      <w:sz w:val="22"/>
    </w:rPr>
  </w:style>
  <w:style w:type="character" w:customStyle="1" w:styleId="Style17">
    <w:name w:val="Style17"/>
    <w:basedOn w:val="DefaultParagraphFont"/>
    <w:uiPriority w:val="1"/>
    <w:rsid w:val="009A1129"/>
    <w:rPr>
      <w:rFonts w:asciiTheme="minorHAnsi" w:hAnsiTheme="minorHAnsi"/>
      <w:color w:val="000000" w:themeColor="text1"/>
      <w:sz w:val="22"/>
    </w:rPr>
  </w:style>
  <w:style w:type="paragraph" w:styleId="CommentSubject">
    <w:name w:val="annotation subject"/>
    <w:basedOn w:val="CommentText"/>
    <w:next w:val="CommentText"/>
    <w:link w:val="CommentSubjectChar"/>
    <w:uiPriority w:val="99"/>
    <w:semiHidden/>
    <w:unhideWhenUsed/>
    <w:rsid w:val="004615D4"/>
    <w:pPr>
      <w:spacing w:before="0" w:after="200"/>
    </w:pPr>
    <w:rPr>
      <w:b/>
      <w:bCs/>
    </w:rPr>
  </w:style>
  <w:style w:type="character" w:customStyle="1" w:styleId="CommentSubjectChar">
    <w:name w:val="Comment Subject Char"/>
    <w:basedOn w:val="CommentTextChar"/>
    <w:link w:val="CommentSubject"/>
    <w:uiPriority w:val="99"/>
    <w:semiHidden/>
    <w:rsid w:val="004615D4"/>
    <w:rPr>
      <w:b/>
      <w:bCs/>
      <w:sz w:val="20"/>
      <w:szCs w:val="20"/>
    </w:rPr>
  </w:style>
  <w:style w:type="paragraph" w:styleId="ListParagraph">
    <w:name w:val="List Paragraph"/>
    <w:basedOn w:val="Normal"/>
    <w:uiPriority w:val="34"/>
    <w:qFormat/>
    <w:rsid w:val="004615D4"/>
    <w:pPr>
      <w:spacing w:before="40" w:after="160" w:line="260" w:lineRule="atLeast"/>
      <w:ind w:left="720"/>
      <w:contextualSpacing/>
    </w:pPr>
  </w:style>
  <w:style w:type="character" w:customStyle="1" w:styleId="Style20">
    <w:name w:val="Style20"/>
    <w:basedOn w:val="DefaultParagraphFont"/>
    <w:uiPriority w:val="1"/>
    <w:rsid w:val="004615D4"/>
    <w:rPr>
      <w:rFonts w:asciiTheme="minorHAnsi" w:hAnsiTheme="minorHAnsi"/>
      <w:color w:val="000000" w:themeColor="text1"/>
      <w:sz w:val="22"/>
    </w:rPr>
  </w:style>
  <w:style w:type="character" w:customStyle="1" w:styleId="Style21">
    <w:name w:val="Style21"/>
    <w:basedOn w:val="DefaultParagraphFont"/>
    <w:uiPriority w:val="1"/>
    <w:rsid w:val="004615D4"/>
    <w:rPr>
      <w:rFonts w:asciiTheme="minorHAnsi" w:hAnsiTheme="minorHAnsi"/>
      <w:color w:val="000000" w:themeColor="text1"/>
      <w:sz w:val="22"/>
    </w:rPr>
  </w:style>
  <w:style w:type="character" w:customStyle="1" w:styleId="Style22">
    <w:name w:val="Style22"/>
    <w:basedOn w:val="DefaultParagraphFont"/>
    <w:uiPriority w:val="1"/>
    <w:rsid w:val="004615D4"/>
    <w:rPr>
      <w:rFonts w:asciiTheme="minorHAnsi" w:hAnsiTheme="minorHAnsi"/>
      <w:color w:val="404040" w:themeColor="text1" w:themeTint="BF"/>
      <w:sz w:val="22"/>
    </w:rPr>
  </w:style>
  <w:style w:type="character" w:customStyle="1" w:styleId="Style23">
    <w:name w:val="Style23"/>
    <w:basedOn w:val="DefaultParagraphFont"/>
    <w:uiPriority w:val="1"/>
    <w:rsid w:val="003A2AD9"/>
    <w:rPr>
      <w:rFonts w:asciiTheme="minorHAnsi" w:hAnsiTheme="minorHAnsi"/>
      <w:color w:val="000000" w:themeColor="text1"/>
      <w:sz w:val="22"/>
    </w:rPr>
  </w:style>
  <w:style w:type="character" w:styleId="Hyperlink">
    <w:name w:val="Hyperlink"/>
    <w:basedOn w:val="DefaultParagraphFont"/>
    <w:uiPriority w:val="99"/>
    <w:unhideWhenUsed/>
    <w:rsid w:val="00D356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5B01"/>
    <w:rPr>
      <w:sz w:val="16"/>
      <w:szCs w:val="16"/>
    </w:rPr>
  </w:style>
  <w:style w:type="paragraph" w:styleId="CommentText">
    <w:name w:val="annotation text"/>
    <w:basedOn w:val="Normal"/>
    <w:link w:val="CommentTextChar"/>
    <w:uiPriority w:val="99"/>
    <w:semiHidden/>
    <w:unhideWhenUsed/>
    <w:rsid w:val="00FB5B01"/>
    <w:pPr>
      <w:spacing w:before="40" w:after="160" w:line="240" w:lineRule="auto"/>
    </w:pPr>
    <w:rPr>
      <w:sz w:val="20"/>
      <w:szCs w:val="20"/>
    </w:rPr>
  </w:style>
  <w:style w:type="character" w:customStyle="1" w:styleId="CommentTextChar">
    <w:name w:val="Comment Text Char"/>
    <w:basedOn w:val="DefaultParagraphFont"/>
    <w:link w:val="CommentText"/>
    <w:uiPriority w:val="99"/>
    <w:semiHidden/>
    <w:rsid w:val="00FB5B01"/>
    <w:rPr>
      <w:sz w:val="20"/>
      <w:szCs w:val="20"/>
    </w:rPr>
  </w:style>
  <w:style w:type="paragraph" w:styleId="BalloonText">
    <w:name w:val="Balloon Text"/>
    <w:basedOn w:val="Normal"/>
    <w:link w:val="BalloonTextChar"/>
    <w:uiPriority w:val="99"/>
    <w:semiHidden/>
    <w:unhideWhenUsed/>
    <w:rsid w:val="00FB5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B01"/>
    <w:rPr>
      <w:rFonts w:ascii="Tahoma" w:hAnsi="Tahoma" w:cs="Tahoma"/>
      <w:sz w:val="16"/>
      <w:szCs w:val="16"/>
    </w:rPr>
  </w:style>
  <w:style w:type="table" w:styleId="TableGrid">
    <w:name w:val="Table Grid"/>
    <w:basedOn w:val="TableNormal"/>
    <w:uiPriority w:val="59"/>
    <w:rsid w:val="00FB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5B01"/>
    <w:rPr>
      <w:color w:val="808080"/>
    </w:rPr>
  </w:style>
  <w:style w:type="character" w:customStyle="1" w:styleId="Style1">
    <w:name w:val="Style1"/>
    <w:basedOn w:val="DefaultParagraphFont"/>
    <w:uiPriority w:val="1"/>
    <w:rsid w:val="00FB5B01"/>
    <w:rPr>
      <w:rFonts w:asciiTheme="minorHAnsi" w:hAnsiTheme="minorHAnsi"/>
      <w:color w:val="000000" w:themeColor="text1"/>
      <w:sz w:val="22"/>
    </w:rPr>
  </w:style>
  <w:style w:type="character" w:customStyle="1" w:styleId="Style2">
    <w:name w:val="Style2"/>
    <w:basedOn w:val="DefaultParagraphFont"/>
    <w:uiPriority w:val="1"/>
    <w:rsid w:val="00FB5B01"/>
    <w:rPr>
      <w:rFonts w:asciiTheme="minorHAnsi" w:hAnsiTheme="minorHAnsi"/>
      <w:color w:val="000000" w:themeColor="text1"/>
      <w:sz w:val="22"/>
    </w:rPr>
  </w:style>
  <w:style w:type="character" w:customStyle="1" w:styleId="Style4">
    <w:name w:val="Style4"/>
    <w:basedOn w:val="DefaultParagraphFont"/>
    <w:uiPriority w:val="1"/>
    <w:rsid w:val="00FB5B01"/>
    <w:rPr>
      <w:rFonts w:asciiTheme="minorHAnsi" w:hAnsiTheme="minorHAnsi"/>
      <w:color w:val="000000" w:themeColor="text1"/>
      <w:sz w:val="22"/>
    </w:rPr>
  </w:style>
  <w:style w:type="character" w:customStyle="1" w:styleId="Style5">
    <w:name w:val="Style5"/>
    <w:basedOn w:val="DefaultParagraphFont"/>
    <w:uiPriority w:val="1"/>
    <w:rsid w:val="00FB5B01"/>
    <w:rPr>
      <w:rFonts w:asciiTheme="minorHAnsi" w:hAnsiTheme="minorHAnsi"/>
      <w:color w:val="000000" w:themeColor="text1"/>
      <w:sz w:val="22"/>
    </w:rPr>
  </w:style>
  <w:style w:type="character" w:customStyle="1" w:styleId="Style6">
    <w:name w:val="Style6"/>
    <w:basedOn w:val="DefaultParagraphFont"/>
    <w:uiPriority w:val="1"/>
    <w:rsid w:val="00FB5B01"/>
    <w:rPr>
      <w:rFonts w:asciiTheme="minorHAnsi" w:hAnsiTheme="minorHAnsi"/>
      <w:color w:val="000000" w:themeColor="text1"/>
      <w:sz w:val="22"/>
    </w:rPr>
  </w:style>
  <w:style w:type="character" w:customStyle="1" w:styleId="Style12">
    <w:name w:val="Style12"/>
    <w:basedOn w:val="DefaultParagraphFont"/>
    <w:uiPriority w:val="1"/>
    <w:rsid w:val="00FB5B01"/>
    <w:rPr>
      <w:rFonts w:asciiTheme="minorHAnsi" w:hAnsiTheme="minorHAnsi"/>
      <w:color w:val="000000" w:themeColor="text1"/>
      <w:sz w:val="22"/>
    </w:rPr>
  </w:style>
  <w:style w:type="paragraph" w:styleId="Header">
    <w:name w:val="header"/>
    <w:basedOn w:val="Normal"/>
    <w:link w:val="HeaderChar"/>
    <w:uiPriority w:val="99"/>
    <w:unhideWhenUsed/>
    <w:rsid w:val="001318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8CD"/>
  </w:style>
  <w:style w:type="paragraph" w:styleId="Footer">
    <w:name w:val="footer"/>
    <w:basedOn w:val="Normal"/>
    <w:link w:val="FooterChar"/>
    <w:uiPriority w:val="99"/>
    <w:unhideWhenUsed/>
    <w:rsid w:val="001318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8CD"/>
  </w:style>
  <w:style w:type="character" w:customStyle="1" w:styleId="Style16">
    <w:name w:val="Style16"/>
    <w:basedOn w:val="DefaultParagraphFont"/>
    <w:uiPriority w:val="1"/>
    <w:rsid w:val="009A1129"/>
    <w:rPr>
      <w:rFonts w:asciiTheme="minorHAnsi" w:hAnsiTheme="minorHAnsi"/>
      <w:color w:val="000000" w:themeColor="text1"/>
      <w:sz w:val="22"/>
    </w:rPr>
  </w:style>
  <w:style w:type="character" w:customStyle="1" w:styleId="Style17">
    <w:name w:val="Style17"/>
    <w:basedOn w:val="DefaultParagraphFont"/>
    <w:uiPriority w:val="1"/>
    <w:rsid w:val="009A1129"/>
    <w:rPr>
      <w:rFonts w:asciiTheme="minorHAnsi" w:hAnsiTheme="minorHAnsi"/>
      <w:color w:val="000000" w:themeColor="text1"/>
      <w:sz w:val="22"/>
    </w:rPr>
  </w:style>
  <w:style w:type="paragraph" w:styleId="CommentSubject">
    <w:name w:val="annotation subject"/>
    <w:basedOn w:val="CommentText"/>
    <w:next w:val="CommentText"/>
    <w:link w:val="CommentSubjectChar"/>
    <w:uiPriority w:val="99"/>
    <w:semiHidden/>
    <w:unhideWhenUsed/>
    <w:rsid w:val="004615D4"/>
    <w:pPr>
      <w:spacing w:before="0" w:after="200"/>
    </w:pPr>
    <w:rPr>
      <w:b/>
      <w:bCs/>
    </w:rPr>
  </w:style>
  <w:style w:type="character" w:customStyle="1" w:styleId="CommentSubjectChar">
    <w:name w:val="Comment Subject Char"/>
    <w:basedOn w:val="CommentTextChar"/>
    <w:link w:val="CommentSubject"/>
    <w:uiPriority w:val="99"/>
    <w:semiHidden/>
    <w:rsid w:val="004615D4"/>
    <w:rPr>
      <w:b/>
      <w:bCs/>
      <w:sz w:val="20"/>
      <w:szCs w:val="20"/>
    </w:rPr>
  </w:style>
  <w:style w:type="paragraph" w:styleId="ListParagraph">
    <w:name w:val="List Paragraph"/>
    <w:basedOn w:val="Normal"/>
    <w:uiPriority w:val="34"/>
    <w:qFormat/>
    <w:rsid w:val="004615D4"/>
    <w:pPr>
      <w:spacing w:before="40" w:after="160" w:line="260" w:lineRule="atLeast"/>
      <w:ind w:left="720"/>
      <w:contextualSpacing/>
    </w:pPr>
  </w:style>
  <w:style w:type="character" w:customStyle="1" w:styleId="Style20">
    <w:name w:val="Style20"/>
    <w:basedOn w:val="DefaultParagraphFont"/>
    <w:uiPriority w:val="1"/>
    <w:rsid w:val="004615D4"/>
    <w:rPr>
      <w:rFonts w:asciiTheme="minorHAnsi" w:hAnsiTheme="minorHAnsi"/>
      <w:color w:val="000000" w:themeColor="text1"/>
      <w:sz w:val="22"/>
    </w:rPr>
  </w:style>
  <w:style w:type="character" w:customStyle="1" w:styleId="Style21">
    <w:name w:val="Style21"/>
    <w:basedOn w:val="DefaultParagraphFont"/>
    <w:uiPriority w:val="1"/>
    <w:rsid w:val="004615D4"/>
    <w:rPr>
      <w:rFonts w:asciiTheme="minorHAnsi" w:hAnsiTheme="minorHAnsi"/>
      <w:color w:val="000000" w:themeColor="text1"/>
      <w:sz w:val="22"/>
    </w:rPr>
  </w:style>
  <w:style w:type="character" w:customStyle="1" w:styleId="Style22">
    <w:name w:val="Style22"/>
    <w:basedOn w:val="DefaultParagraphFont"/>
    <w:uiPriority w:val="1"/>
    <w:rsid w:val="004615D4"/>
    <w:rPr>
      <w:rFonts w:asciiTheme="minorHAnsi" w:hAnsiTheme="minorHAnsi"/>
      <w:color w:val="404040" w:themeColor="text1" w:themeTint="BF"/>
      <w:sz w:val="22"/>
    </w:rPr>
  </w:style>
  <w:style w:type="character" w:customStyle="1" w:styleId="Style23">
    <w:name w:val="Style23"/>
    <w:basedOn w:val="DefaultParagraphFont"/>
    <w:uiPriority w:val="1"/>
    <w:rsid w:val="003A2AD9"/>
    <w:rPr>
      <w:rFonts w:asciiTheme="minorHAnsi" w:hAnsiTheme="minorHAnsi"/>
      <w:color w:val="000000" w:themeColor="text1"/>
      <w:sz w:val="22"/>
    </w:rPr>
  </w:style>
  <w:style w:type="character" w:styleId="Hyperlink">
    <w:name w:val="Hyperlink"/>
    <w:basedOn w:val="DefaultParagraphFont"/>
    <w:uiPriority w:val="99"/>
    <w:unhideWhenUsed/>
    <w:rsid w:val="00D356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2.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glossaryDocument" Target="glossary/document.xml"/><Relationship Id="rId10" Type="http://schemas.openxmlformats.org/officeDocument/2006/relationships/image" Target="media/image1.w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poolinspectors@mbie.govt.nz" TargetMode="External"/><Relationship Id="rId14" Type="http://schemas.openxmlformats.org/officeDocument/2006/relationships/image" Target="media/image3.wmf"/><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030EDDCB1489BA6C5A017FEACA20E"/>
        <w:category>
          <w:name w:val="General"/>
          <w:gallery w:val="placeholder"/>
        </w:category>
        <w:types>
          <w:type w:val="bbPlcHdr"/>
        </w:types>
        <w:behaviors>
          <w:behavior w:val="content"/>
        </w:behaviors>
        <w:guid w:val="{FA33120D-2E15-425D-8600-38FA69FE318F}"/>
      </w:docPartPr>
      <w:docPartBody>
        <w:p w:rsidR="00B637E3" w:rsidRDefault="00D4691F" w:rsidP="00D4691F">
          <w:pPr>
            <w:pStyle w:val="BEF030EDDCB1489BA6C5A017FEACA20E8"/>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Street Number &amp; Name</w:t>
          </w:r>
          <w:r w:rsidRPr="0078708C">
            <w:rPr>
              <w:rStyle w:val="PlaceholderText"/>
            </w:rPr>
            <w:t>.</w:t>
          </w:r>
        </w:p>
      </w:docPartBody>
    </w:docPart>
    <w:docPart>
      <w:docPartPr>
        <w:name w:val="CF50B4583DBD4CBC8720C038148F7A09"/>
        <w:category>
          <w:name w:val="General"/>
          <w:gallery w:val="placeholder"/>
        </w:category>
        <w:types>
          <w:type w:val="bbPlcHdr"/>
        </w:types>
        <w:behaviors>
          <w:behavior w:val="content"/>
        </w:behaviors>
        <w:guid w:val="{0C8CB8C3-A5C3-4CB1-8CAD-029184A57066}"/>
      </w:docPartPr>
      <w:docPartBody>
        <w:p w:rsidR="00B637E3" w:rsidRDefault="00D4691F" w:rsidP="00D4691F">
          <w:pPr>
            <w:pStyle w:val="CF50B4583DBD4CBC8720C038148F7A098"/>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Suburb.</w:t>
          </w:r>
        </w:p>
      </w:docPartBody>
    </w:docPart>
    <w:docPart>
      <w:docPartPr>
        <w:name w:val="4998AD4FEAC4402E914D5BFF28001211"/>
        <w:category>
          <w:name w:val="General"/>
          <w:gallery w:val="placeholder"/>
        </w:category>
        <w:types>
          <w:type w:val="bbPlcHdr"/>
        </w:types>
        <w:behaviors>
          <w:behavior w:val="content"/>
        </w:behaviors>
        <w:guid w:val="{F6734AEA-1FCA-42D8-BEBD-1CC8DD0D59EB}"/>
      </w:docPartPr>
      <w:docPartBody>
        <w:p w:rsidR="00B637E3" w:rsidRDefault="00D4691F" w:rsidP="00D4691F">
          <w:pPr>
            <w:pStyle w:val="4998AD4FEAC4402E914D5BFF280012118"/>
          </w:pPr>
          <w:r w:rsidRPr="00730FD3">
            <w:rPr>
              <w:rStyle w:val="PlaceholderText"/>
            </w:rPr>
            <w:t>Click here and enter City.</w:t>
          </w:r>
        </w:p>
      </w:docPartBody>
    </w:docPart>
    <w:docPart>
      <w:docPartPr>
        <w:name w:val="03CD2C3A74D14135865F7A4B95F691BB"/>
        <w:category>
          <w:name w:val="General"/>
          <w:gallery w:val="placeholder"/>
        </w:category>
        <w:types>
          <w:type w:val="bbPlcHdr"/>
        </w:types>
        <w:behaviors>
          <w:behavior w:val="content"/>
        </w:behaviors>
        <w:guid w:val="{F4C17FED-6841-4A51-9919-72508550B43C}"/>
      </w:docPartPr>
      <w:docPartBody>
        <w:p w:rsidR="00B637E3" w:rsidRDefault="00D4691F" w:rsidP="00D4691F">
          <w:pPr>
            <w:pStyle w:val="03CD2C3A74D14135865F7A4B95F691BB8"/>
          </w:pPr>
          <w:r w:rsidRPr="008A405F">
            <w:rPr>
              <w:color w:val="808080"/>
            </w:rPr>
            <w:t>Click here and enter Phone Number.</w:t>
          </w:r>
        </w:p>
      </w:docPartBody>
    </w:docPart>
    <w:docPart>
      <w:docPartPr>
        <w:name w:val="F45ECF1005FD490E953E0E44BC2150E9"/>
        <w:category>
          <w:name w:val="General"/>
          <w:gallery w:val="placeholder"/>
        </w:category>
        <w:types>
          <w:type w:val="bbPlcHdr"/>
        </w:types>
        <w:behaviors>
          <w:behavior w:val="content"/>
        </w:behaviors>
        <w:guid w:val="{810AB7D1-AE1C-41D5-9E47-A455F66CC1A0}"/>
      </w:docPartPr>
      <w:docPartBody>
        <w:p w:rsidR="00B637E3" w:rsidRDefault="00D4691F" w:rsidP="00D4691F">
          <w:pPr>
            <w:pStyle w:val="F45ECF1005FD490E953E0E44BC2150E98"/>
          </w:pPr>
          <w:r w:rsidRPr="008A405F">
            <w:rPr>
              <w:color w:val="808080"/>
            </w:rPr>
            <w:t>Click here and enter Phone Number.</w:t>
          </w:r>
        </w:p>
      </w:docPartBody>
    </w:docPart>
    <w:docPart>
      <w:docPartPr>
        <w:name w:val="27A3DFF4768240C4BFF7DF0EC2888EA5"/>
        <w:category>
          <w:name w:val="General"/>
          <w:gallery w:val="placeholder"/>
        </w:category>
        <w:types>
          <w:type w:val="bbPlcHdr"/>
        </w:types>
        <w:behaviors>
          <w:behavior w:val="content"/>
        </w:behaviors>
        <w:guid w:val="{EB6A3664-476A-4687-9390-6F378744A0E2}"/>
      </w:docPartPr>
      <w:docPartBody>
        <w:p w:rsidR="00B637E3" w:rsidRDefault="00D4691F" w:rsidP="00D4691F">
          <w:pPr>
            <w:pStyle w:val="27A3DFF4768240C4BFF7DF0EC2888EA58"/>
          </w:pPr>
          <w:r w:rsidRPr="008A405F">
            <w:rPr>
              <w:color w:val="808080"/>
            </w:rPr>
            <w:t xml:space="preserve">Click here and enter Email Address. </w:t>
          </w:r>
        </w:p>
      </w:docPartBody>
    </w:docPart>
    <w:docPart>
      <w:docPartPr>
        <w:name w:val="B020CF716FC74187969EA570E08BBF24"/>
        <w:category>
          <w:name w:val="General"/>
          <w:gallery w:val="placeholder"/>
        </w:category>
        <w:types>
          <w:type w:val="bbPlcHdr"/>
        </w:types>
        <w:behaviors>
          <w:behavior w:val="content"/>
        </w:behaviors>
        <w:guid w:val="{6EE5679F-8DEE-4E3B-B06D-79A8DB90BE71}"/>
      </w:docPartPr>
      <w:docPartBody>
        <w:p w:rsidR="00EA0CBB" w:rsidRDefault="00D4691F" w:rsidP="00D4691F">
          <w:pPr>
            <w:pStyle w:val="B020CF716FC74187969EA570E08BBF244"/>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docPartBody>
    </w:docPart>
    <w:docPart>
      <w:docPartPr>
        <w:name w:val="5093376F4397431A8CAFDE66C28F3758"/>
        <w:category>
          <w:name w:val="General"/>
          <w:gallery w:val="placeholder"/>
        </w:category>
        <w:types>
          <w:type w:val="bbPlcHdr"/>
        </w:types>
        <w:behaviors>
          <w:behavior w:val="content"/>
        </w:behaviors>
        <w:guid w:val="{DCC949A0-1BE3-4BA8-8EF4-2D544F63BF5B}"/>
      </w:docPartPr>
      <w:docPartBody>
        <w:p w:rsidR="00EA0CBB" w:rsidRDefault="00D4691F" w:rsidP="00D4691F">
          <w:pPr>
            <w:pStyle w:val="5093376F4397431A8CAFDE66C28F37584"/>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docPartBody>
    </w:docPart>
    <w:docPart>
      <w:docPartPr>
        <w:name w:val="85131A6C955B480DB29344ABA31B5DCF"/>
        <w:category>
          <w:name w:val="General"/>
          <w:gallery w:val="placeholder"/>
        </w:category>
        <w:types>
          <w:type w:val="bbPlcHdr"/>
        </w:types>
        <w:behaviors>
          <w:behavior w:val="content"/>
        </w:behaviors>
        <w:guid w:val="{B98BFB03-A94D-4BC0-9652-070057B1B48A}"/>
      </w:docPartPr>
      <w:docPartBody>
        <w:p w:rsidR="00EA0CBB" w:rsidRDefault="00D4691F" w:rsidP="00D4691F">
          <w:pPr>
            <w:pStyle w:val="85131A6C955B480DB29344ABA31B5DCF4"/>
          </w:pPr>
          <w:r w:rsidRPr="008A405F">
            <w:rPr>
              <w:color w:val="808080"/>
            </w:rPr>
            <w:t xml:space="preserve">Click here and enter </w:t>
          </w:r>
          <w:r>
            <w:rPr>
              <w:color w:val="808080"/>
            </w:rPr>
            <w:t>Street</w:t>
          </w:r>
          <w:r w:rsidRPr="008A405F">
            <w:rPr>
              <w:color w:val="808080"/>
            </w:rPr>
            <w:t xml:space="preserve"> Address. </w:t>
          </w:r>
        </w:p>
      </w:docPartBody>
    </w:docPart>
    <w:docPart>
      <w:docPartPr>
        <w:name w:val="30AB467F48F841319DC488647366A443"/>
        <w:category>
          <w:name w:val="General"/>
          <w:gallery w:val="placeholder"/>
        </w:category>
        <w:types>
          <w:type w:val="bbPlcHdr"/>
        </w:types>
        <w:behaviors>
          <w:behavior w:val="content"/>
        </w:behaviors>
        <w:guid w:val="{56428AFD-2072-44A5-941A-16C6E73A05DD}"/>
      </w:docPartPr>
      <w:docPartBody>
        <w:p w:rsidR="00EA0CBB" w:rsidRDefault="00D4691F" w:rsidP="00D4691F">
          <w:pPr>
            <w:pStyle w:val="30AB467F48F841319DC488647366A4434"/>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Suburb.</w:t>
          </w:r>
        </w:p>
      </w:docPartBody>
    </w:docPart>
    <w:docPart>
      <w:docPartPr>
        <w:name w:val="D8E58FCB1A2D43D08BDCC654DF1A424F"/>
        <w:category>
          <w:name w:val="General"/>
          <w:gallery w:val="placeholder"/>
        </w:category>
        <w:types>
          <w:type w:val="bbPlcHdr"/>
        </w:types>
        <w:behaviors>
          <w:behavior w:val="content"/>
        </w:behaviors>
        <w:guid w:val="{AA2B7ECA-3434-4443-8D2B-EDB8B07A18D9}"/>
      </w:docPartPr>
      <w:docPartBody>
        <w:p w:rsidR="00EA0CBB" w:rsidRDefault="00D4691F" w:rsidP="00D4691F">
          <w:pPr>
            <w:pStyle w:val="D8E58FCB1A2D43D08BDCC654DF1A424F4"/>
          </w:pPr>
          <w:r w:rsidRPr="00730FD3">
            <w:rPr>
              <w:rStyle w:val="PlaceholderText"/>
            </w:rPr>
            <w:t>Click here and enter City.</w:t>
          </w:r>
        </w:p>
      </w:docPartBody>
    </w:docPart>
    <w:docPart>
      <w:docPartPr>
        <w:name w:val="7321CB37D5894C12B8141FBC03CB7242"/>
        <w:category>
          <w:name w:val="General"/>
          <w:gallery w:val="placeholder"/>
        </w:category>
        <w:types>
          <w:type w:val="bbPlcHdr"/>
        </w:types>
        <w:behaviors>
          <w:behavior w:val="content"/>
        </w:behaviors>
        <w:guid w:val="{4C6657BD-9EE8-4625-AD31-B1B0136CC4DB}"/>
      </w:docPartPr>
      <w:docPartBody>
        <w:p w:rsidR="00EA0CBB" w:rsidRDefault="00D4691F" w:rsidP="00D4691F">
          <w:pPr>
            <w:pStyle w:val="7321CB37D5894C12B8141FBC03CB72424"/>
          </w:pPr>
          <w:r w:rsidRPr="008A405F">
            <w:rPr>
              <w:color w:val="808080"/>
            </w:rPr>
            <w:t>Click here and enter Phone Number.</w:t>
          </w:r>
        </w:p>
      </w:docPartBody>
    </w:docPart>
    <w:docPart>
      <w:docPartPr>
        <w:name w:val="306475A063D7461ABA73D5E61E093896"/>
        <w:category>
          <w:name w:val="General"/>
          <w:gallery w:val="placeholder"/>
        </w:category>
        <w:types>
          <w:type w:val="bbPlcHdr"/>
        </w:types>
        <w:behaviors>
          <w:behavior w:val="content"/>
        </w:behaviors>
        <w:guid w:val="{B65F4BDB-B5D4-4612-8FA8-97ED900C1327}"/>
      </w:docPartPr>
      <w:docPartBody>
        <w:p w:rsidR="00EA0CBB" w:rsidRDefault="00D4691F" w:rsidP="00D4691F">
          <w:pPr>
            <w:pStyle w:val="306475A063D7461ABA73D5E61E0938964"/>
          </w:pPr>
          <w:r w:rsidRPr="008A405F">
            <w:rPr>
              <w:color w:val="808080"/>
            </w:rPr>
            <w:t>Click here and enter Phone Number.</w:t>
          </w:r>
        </w:p>
      </w:docPartBody>
    </w:docPart>
    <w:docPart>
      <w:docPartPr>
        <w:name w:val="BC89E241D02E49379EA167744B5F7478"/>
        <w:category>
          <w:name w:val="General"/>
          <w:gallery w:val="placeholder"/>
        </w:category>
        <w:types>
          <w:type w:val="bbPlcHdr"/>
        </w:types>
        <w:behaviors>
          <w:behavior w:val="content"/>
        </w:behaviors>
        <w:guid w:val="{8F88B756-F756-495B-A5BE-87258AC1E395}"/>
      </w:docPartPr>
      <w:docPartBody>
        <w:p w:rsidR="00EA0CBB" w:rsidRDefault="00D4691F" w:rsidP="00D4691F">
          <w:pPr>
            <w:pStyle w:val="BC89E241D02E49379EA167744B5F74784"/>
          </w:pPr>
          <w:r w:rsidRPr="008A405F">
            <w:rPr>
              <w:color w:val="808080"/>
            </w:rPr>
            <w:t xml:space="preserve">Click here and enter Email Address. </w:t>
          </w:r>
        </w:p>
      </w:docPartBody>
    </w:docPart>
    <w:docPart>
      <w:docPartPr>
        <w:name w:val="9187BDA311D24815A110D0DF48DD67DC"/>
        <w:category>
          <w:name w:val="General"/>
          <w:gallery w:val="placeholder"/>
        </w:category>
        <w:types>
          <w:type w:val="bbPlcHdr"/>
        </w:types>
        <w:behaviors>
          <w:behavior w:val="content"/>
        </w:behaviors>
        <w:guid w:val="{C06914F6-E282-4C07-9CFE-301DF4BBAD04}"/>
      </w:docPartPr>
      <w:docPartBody>
        <w:p w:rsidR="00EA0CBB" w:rsidRDefault="00D4691F" w:rsidP="00D4691F">
          <w:pPr>
            <w:pStyle w:val="9187BDA311D24815A110D0DF48DD67DC4"/>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Contact Person Name</w:t>
          </w:r>
        </w:p>
      </w:docPartBody>
    </w:docPart>
    <w:docPart>
      <w:docPartPr>
        <w:name w:val="2C2AC647F4A34B4E80D86B233D50A8A3"/>
        <w:category>
          <w:name w:val="General"/>
          <w:gallery w:val="placeholder"/>
        </w:category>
        <w:types>
          <w:type w:val="bbPlcHdr"/>
        </w:types>
        <w:behaviors>
          <w:behavior w:val="content"/>
        </w:behaviors>
        <w:guid w:val="{00105DAE-048D-4A66-990A-51B0C8E0F7CF}"/>
      </w:docPartPr>
      <w:docPartBody>
        <w:p w:rsidR="00EA0CBB" w:rsidRDefault="00D4691F" w:rsidP="00D4691F">
          <w:pPr>
            <w:pStyle w:val="2C2AC647F4A34B4E80D86B233D50A8A34"/>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Position Title</w:t>
          </w:r>
        </w:p>
      </w:docPartBody>
    </w:docPart>
    <w:docPart>
      <w:docPartPr>
        <w:name w:val="B924783545CE4F57BCAAAB669A0FBCA6"/>
        <w:category>
          <w:name w:val="General"/>
          <w:gallery w:val="placeholder"/>
        </w:category>
        <w:types>
          <w:type w:val="bbPlcHdr"/>
        </w:types>
        <w:behaviors>
          <w:behavior w:val="content"/>
        </w:behaviors>
        <w:guid w:val="{86AFC837-9D41-4DC4-9FAA-766B88C248C8}"/>
      </w:docPartPr>
      <w:docPartBody>
        <w:p w:rsidR="00D4691F" w:rsidRDefault="00D4691F" w:rsidP="00D4691F">
          <w:pPr>
            <w:pStyle w:val="B924783545CE4F57BCAAAB669A0FBCA64"/>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Territorial Authority</w:t>
          </w:r>
          <w:r w:rsidRPr="0078708C">
            <w:rPr>
              <w:rStyle w:val="PlaceholderText"/>
            </w:rPr>
            <w:t>.</w:t>
          </w:r>
        </w:p>
      </w:docPartBody>
    </w:docPart>
    <w:docPart>
      <w:docPartPr>
        <w:name w:val="40AE21125B98482382A145788B2979DB"/>
        <w:category>
          <w:name w:val="General"/>
          <w:gallery w:val="placeholder"/>
        </w:category>
        <w:types>
          <w:type w:val="bbPlcHdr"/>
        </w:types>
        <w:behaviors>
          <w:behavior w:val="content"/>
        </w:behaviors>
        <w:guid w:val="{AF985A0A-A848-4E16-9EFB-70DC65A327C6}"/>
      </w:docPartPr>
      <w:docPartBody>
        <w:p w:rsidR="00D4691F" w:rsidRDefault="00D4691F" w:rsidP="00D4691F">
          <w:pPr>
            <w:pStyle w:val="40AE21125B98482382A145788B2979DB4"/>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Registration Number</w:t>
          </w:r>
          <w:r w:rsidRPr="0078708C">
            <w:rPr>
              <w:rStyle w:val="PlaceholderText"/>
            </w:rPr>
            <w:t>.</w:t>
          </w:r>
        </w:p>
      </w:docPartBody>
    </w:docPart>
    <w:docPart>
      <w:docPartPr>
        <w:name w:val="E45C8BE044DC4172A2199F8D7E28765E"/>
        <w:category>
          <w:name w:val="General"/>
          <w:gallery w:val="placeholder"/>
        </w:category>
        <w:types>
          <w:type w:val="bbPlcHdr"/>
        </w:types>
        <w:behaviors>
          <w:behavior w:val="content"/>
        </w:behaviors>
        <w:guid w:val="{189E9BD7-DEFF-4F31-93BE-EDA2937328BB}"/>
      </w:docPartPr>
      <w:docPartBody>
        <w:p w:rsidR="00D4691F" w:rsidRDefault="00D4691F" w:rsidP="00D4691F">
          <w:pPr>
            <w:pStyle w:val="E45C8BE044DC4172A2199F8D7E28765E4"/>
          </w:pPr>
          <w:r w:rsidRPr="008A405F">
            <w:rPr>
              <w:color w:val="808080"/>
            </w:rPr>
            <w:t xml:space="preserve">Click here and enter </w:t>
          </w:r>
          <w:r>
            <w:rPr>
              <w:color w:val="808080"/>
            </w:rPr>
            <w:t>Title</w:t>
          </w:r>
          <w:r w:rsidRPr="008A405F">
            <w:rPr>
              <w:color w:val="808080"/>
            </w:rPr>
            <w:t>.</w:t>
          </w:r>
        </w:p>
      </w:docPartBody>
    </w:docPart>
    <w:docPart>
      <w:docPartPr>
        <w:name w:val="0B76C3DC41124FAA8BCA2D9175AC8733"/>
        <w:category>
          <w:name w:val="General"/>
          <w:gallery w:val="placeholder"/>
        </w:category>
        <w:types>
          <w:type w:val="bbPlcHdr"/>
        </w:types>
        <w:behaviors>
          <w:behavior w:val="content"/>
        </w:behaviors>
        <w:guid w:val="{764B5991-B48F-42E2-B932-4819E66F5B5D}"/>
      </w:docPartPr>
      <w:docPartBody>
        <w:p w:rsidR="00D4691F" w:rsidRDefault="00D4691F" w:rsidP="00D4691F">
          <w:pPr>
            <w:pStyle w:val="0B76C3DC41124FAA8BCA2D9175AC87334"/>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Name</w:t>
          </w:r>
          <w:r w:rsidRPr="00711257">
            <w:rPr>
              <w:rStyle w:val="PlaceholderText"/>
            </w:rPr>
            <w:t>.</w:t>
          </w:r>
        </w:p>
      </w:docPartBody>
    </w:docPart>
    <w:docPart>
      <w:docPartPr>
        <w:name w:val="8139D410D38D435E9EDBDF9C5D4FBFB4"/>
        <w:category>
          <w:name w:val="General"/>
          <w:gallery w:val="placeholder"/>
        </w:category>
        <w:types>
          <w:type w:val="bbPlcHdr"/>
        </w:types>
        <w:behaviors>
          <w:behavior w:val="content"/>
        </w:behaviors>
        <w:guid w:val="{9FD5CB5B-EFEF-4BB1-AF6F-7F67614D9C71}"/>
      </w:docPartPr>
      <w:docPartBody>
        <w:p w:rsidR="00D4691F" w:rsidRDefault="00D4691F" w:rsidP="00D4691F">
          <w:pPr>
            <w:pStyle w:val="8139D410D38D435E9EDBDF9C5D4FBFB44"/>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Company Name</w:t>
          </w:r>
          <w:r w:rsidRPr="00711257">
            <w:rPr>
              <w:rStyle w:val="PlaceholderText"/>
            </w:rPr>
            <w:t>.</w:t>
          </w:r>
        </w:p>
      </w:docPartBody>
    </w:docPart>
    <w:docPart>
      <w:docPartPr>
        <w:name w:val="552AEF6D35C0459C89D368E0DDC3E336"/>
        <w:category>
          <w:name w:val="General"/>
          <w:gallery w:val="placeholder"/>
        </w:category>
        <w:types>
          <w:type w:val="bbPlcHdr"/>
        </w:types>
        <w:behaviors>
          <w:behavior w:val="content"/>
        </w:behaviors>
        <w:guid w:val="{A048768D-C78F-4F7D-8BB4-1DF90AEBFC7E}"/>
      </w:docPartPr>
      <w:docPartBody>
        <w:p w:rsidR="00D4691F" w:rsidRDefault="00D4691F" w:rsidP="00D4691F">
          <w:pPr>
            <w:pStyle w:val="552AEF6D35C0459C89D368E0DDC3E3362"/>
          </w:pPr>
          <w:r w:rsidRPr="00156D90">
            <w:rPr>
              <w:rStyle w:val="PlaceholderText"/>
            </w:rPr>
            <w:t>Click here to enter text.</w:t>
          </w:r>
        </w:p>
      </w:docPartBody>
    </w:docPart>
    <w:docPart>
      <w:docPartPr>
        <w:name w:val="C176B62B9A9C40719A289CE79E86A118"/>
        <w:category>
          <w:name w:val="General"/>
          <w:gallery w:val="placeholder"/>
        </w:category>
        <w:types>
          <w:type w:val="bbPlcHdr"/>
        </w:types>
        <w:behaviors>
          <w:behavior w:val="content"/>
        </w:behaviors>
        <w:guid w:val="{01F6559B-59B8-4793-BD0A-3D3E0AA034D2}"/>
      </w:docPartPr>
      <w:docPartBody>
        <w:p w:rsidR="00D4691F" w:rsidRDefault="00D4691F" w:rsidP="00D4691F">
          <w:pPr>
            <w:pStyle w:val="C176B62B9A9C40719A289CE79E86A1182"/>
          </w:pPr>
          <w:r w:rsidRPr="00156D90">
            <w:rPr>
              <w:rStyle w:val="PlaceholderText"/>
            </w:rPr>
            <w:t>Click here to enter a date.</w:t>
          </w:r>
        </w:p>
      </w:docPartBody>
    </w:docPart>
    <w:docPart>
      <w:docPartPr>
        <w:name w:val="DefaultPlaceholder_1082065158"/>
        <w:category>
          <w:name w:val="General"/>
          <w:gallery w:val="placeholder"/>
        </w:category>
        <w:types>
          <w:type w:val="bbPlcHdr"/>
        </w:types>
        <w:behaviors>
          <w:behavior w:val="content"/>
        </w:behaviors>
        <w:guid w:val="{84849CC7-68C7-4937-9F8A-11B9DA09F207}"/>
      </w:docPartPr>
      <w:docPartBody>
        <w:p w:rsidR="00AF33CB" w:rsidRDefault="00D4691F">
          <w:r w:rsidRPr="00D33AD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7E3"/>
    <w:rsid w:val="007A6604"/>
    <w:rsid w:val="00A45DA0"/>
    <w:rsid w:val="00AF33CB"/>
    <w:rsid w:val="00B637E3"/>
    <w:rsid w:val="00BA4131"/>
    <w:rsid w:val="00D4691F"/>
    <w:rsid w:val="00EA0CBB"/>
    <w:rsid w:val="00FA370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691F"/>
    <w:rPr>
      <w:color w:val="808080"/>
    </w:rPr>
  </w:style>
  <w:style w:type="paragraph" w:customStyle="1" w:styleId="E3ED45A54C7C46AA9D3FC155AD2A2FD4">
    <w:name w:val="E3ED45A54C7C46AA9D3FC155AD2A2FD4"/>
    <w:rsid w:val="00B637E3"/>
  </w:style>
  <w:style w:type="paragraph" w:customStyle="1" w:styleId="072C43A6A5A940AABBB529AAB370B184">
    <w:name w:val="072C43A6A5A940AABBB529AAB370B184"/>
    <w:rsid w:val="00B637E3"/>
  </w:style>
  <w:style w:type="paragraph" w:customStyle="1" w:styleId="4535D159053A4AC0BFFCA28FD74D3B7D">
    <w:name w:val="4535D159053A4AC0BFFCA28FD74D3B7D"/>
    <w:rsid w:val="00B637E3"/>
    <w:rPr>
      <w:rFonts w:eastAsiaTheme="minorHAnsi"/>
      <w:lang w:eastAsia="en-US"/>
    </w:rPr>
  </w:style>
  <w:style w:type="paragraph" w:customStyle="1" w:styleId="10A17A67AF8D46C9B83CA7A87C3F166E">
    <w:name w:val="10A17A67AF8D46C9B83CA7A87C3F166E"/>
    <w:rsid w:val="00B637E3"/>
    <w:rPr>
      <w:rFonts w:eastAsiaTheme="minorHAnsi"/>
      <w:lang w:eastAsia="en-US"/>
    </w:rPr>
  </w:style>
  <w:style w:type="paragraph" w:customStyle="1" w:styleId="BEF030EDDCB1489BA6C5A017FEACA20E">
    <w:name w:val="BEF030EDDCB1489BA6C5A017FEACA20E"/>
    <w:rsid w:val="00B637E3"/>
    <w:rPr>
      <w:rFonts w:eastAsiaTheme="minorHAnsi"/>
      <w:lang w:eastAsia="en-US"/>
    </w:rPr>
  </w:style>
  <w:style w:type="paragraph" w:customStyle="1" w:styleId="CF50B4583DBD4CBC8720C038148F7A09">
    <w:name w:val="CF50B4583DBD4CBC8720C038148F7A09"/>
    <w:rsid w:val="00B637E3"/>
    <w:rPr>
      <w:rFonts w:eastAsiaTheme="minorHAnsi"/>
      <w:lang w:eastAsia="en-US"/>
    </w:rPr>
  </w:style>
  <w:style w:type="paragraph" w:customStyle="1" w:styleId="4998AD4FEAC4402E914D5BFF28001211">
    <w:name w:val="4998AD4FEAC4402E914D5BFF28001211"/>
    <w:rsid w:val="00B637E3"/>
    <w:rPr>
      <w:rFonts w:eastAsiaTheme="minorHAnsi"/>
      <w:lang w:eastAsia="en-US"/>
    </w:rPr>
  </w:style>
  <w:style w:type="paragraph" w:customStyle="1" w:styleId="50B9135090F94BCD93663AD4ABB3E3EC">
    <w:name w:val="50B9135090F94BCD93663AD4ABB3E3EC"/>
    <w:rsid w:val="00B637E3"/>
    <w:rPr>
      <w:rFonts w:eastAsiaTheme="minorHAnsi"/>
      <w:lang w:eastAsia="en-US"/>
    </w:rPr>
  </w:style>
  <w:style w:type="paragraph" w:customStyle="1" w:styleId="3AC904D7B2944E3FBCCC0AB8A0B07296">
    <w:name w:val="3AC904D7B2944E3FBCCC0AB8A0B07296"/>
    <w:rsid w:val="00B637E3"/>
    <w:rPr>
      <w:rFonts w:eastAsiaTheme="minorHAnsi"/>
      <w:lang w:eastAsia="en-US"/>
    </w:rPr>
  </w:style>
  <w:style w:type="paragraph" w:customStyle="1" w:styleId="D38BD3FCBE4B40C8B54A7671B5973277">
    <w:name w:val="D38BD3FCBE4B40C8B54A7671B5973277"/>
    <w:rsid w:val="00B637E3"/>
    <w:rPr>
      <w:rFonts w:eastAsiaTheme="minorHAnsi"/>
      <w:lang w:eastAsia="en-US"/>
    </w:rPr>
  </w:style>
  <w:style w:type="paragraph" w:customStyle="1" w:styleId="D2B310F021314ACFA5218491B5C572F5">
    <w:name w:val="D2B310F021314ACFA5218491B5C572F5"/>
    <w:rsid w:val="00B637E3"/>
    <w:rPr>
      <w:rFonts w:eastAsiaTheme="minorHAnsi"/>
      <w:lang w:eastAsia="en-US"/>
    </w:rPr>
  </w:style>
  <w:style w:type="paragraph" w:customStyle="1" w:styleId="52F55EE76E454BA996A506E862D95D6C">
    <w:name w:val="52F55EE76E454BA996A506E862D95D6C"/>
    <w:rsid w:val="00B637E3"/>
    <w:rPr>
      <w:rFonts w:eastAsiaTheme="minorHAnsi"/>
      <w:lang w:eastAsia="en-US"/>
    </w:rPr>
  </w:style>
  <w:style w:type="paragraph" w:customStyle="1" w:styleId="C0BB0A344137460EA7DC02AFBA11C92F">
    <w:name w:val="C0BB0A344137460EA7DC02AFBA11C92F"/>
    <w:rsid w:val="00B637E3"/>
    <w:rPr>
      <w:rFonts w:eastAsiaTheme="minorHAnsi"/>
      <w:lang w:eastAsia="en-US"/>
    </w:rPr>
  </w:style>
  <w:style w:type="paragraph" w:customStyle="1" w:styleId="2ABB73E66F874C0A829A19556EF1DF54">
    <w:name w:val="2ABB73E66F874C0A829A19556EF1DF54"/>
    <w:rsid w:val="00B637E3"/>
    <w:rPr>
      <w:rFonts w:eastAsiaTheme="minorHAnsi"/>
      <w:lang w:eastAsia="en-US"/>
    </w:rPr>
  </w:style>
  <w:style w:type="paragraph" w:customStyle="1" w:styleId="511C9211858F495C8385DAAC46059FC2">
    <w:name w:val="511C9211858F495C8385DAAC46059FC2"/>
    <w:rsid w:val="00B637E3"/>
    <w:rPr>
      <w:rFonts w:eastAsiaTheme="minorHAnsi"/>
      <w:lang w:eastAsia="en-US"/>
    </w:rPr>
  </w:style>
  <w:style w:type="paragraph" w:customStyle="1" w:styleId="03CD2C3A74D14135865F7A4B95F691BB">
    <w:name w:val="03CD2C3A74D14135865F7A4B95F691BB"/>
    <w:rsid w:val="00B637E3"/>
    <w:rPr>
      <w:rFonts w:eastAsiaTheme="minorHAnsi"/>
      <w:lang w:eastAsia="en-US"/>
    </w:rPr>
  </w:style>
  <w:style w:type="paragraph" w:customStyle="1" w:styleId="F45ECF1005FD490E953E0E44BC2150E9">
    <w:name w:val="F45ECF1005FD490E953E0E44BC2150E9"/>
    <w:rsid w:val="00B637E3"/>
    <w:rPr>
      <w:rFonts w:eastAsiaTheme="minorHAnsi"/>
      <w:lang w:eastAsia="en-US"/>
    </w:rPr>
  </w:style>
  <w:style w:type="paragraph" w:customStyle="1" w:styleId="27A3DFF4768240C4BFF7DF0EC2888EA5">
    <w:name w:val="27A3DFF4768240C4BFF7DF0EC2888EA5"/>
    <w:rsid w:val="00B637E3"/>
    <w:rPr>
      <w:rFonts w:eastAsiaTheme="minorHAnsi"/>
      <w:lang w:eastAsia="en-US"/>
    </w:rPr>
  </w:style>
  <w:style w:type="paragraph" w:customStyle="1" w:styleId="4F6E519084D249CD876B82AE9D796CB8">
    <w:name w:val="4F6E519084D249CD876B82AE9D796CB8"/>
    <w:rsid w:val="00B637E3"/>
    <w:rPr>
      <w:rFonts w:eastAsiaTheme="minorHAnsi"/>
      <w:lang w:eastAsia="en-US"/>
    </w:rPr>
  </w:style>
  <w:style w:type="paragraph" w:customStyle="1" w:styleId="29142387158045348568C64B2367A440">
    <w:name w:val="29142387158045348568C64B2367A440"/>
    <w:rsid w:val="00B637E3"/>
    <w:rPr>
      <w:rFonts w:eastAsiaTheme="minorHAnsi"/>
      <w:lang w:eastAsia="en-US"/>
    </w:rPr>
  </w:style>
  <w:style w:type="paragraph" w:customStyle="1" w:styleId="71D8DD155B8F400E9767AE7C976A0960">
    <w:name w:val="71D8DD155B8F400E9767AE7C976A0960"/>
    <w:rsid w:val="00B637E3"/>
    <w:rPr>
      <w:rFonts w:eastAsiaTheme="minorHAnsi"/>
      <w:lang w:eastAsia="en-US"/>
    </w:rPr>
  </w:style>
  <w:style w:type="paragraph" w:customStyle="1" w:styleId="F5262E137388474A9AC08BBE7C5CF594">
    <w:name w:val="F5262E137388474A9AC08BBE7C5CF594"/>
    <w:rsid w:val="00B637E3"/>
    <w:rPr>
      <w:rFonts w:eastAsiaTheme="minorHAnsi"/>
      <w:lang w:eastAsia="en-US"/>
    </w:rPr>
  </w:style>
  <w:style w:type="paragraph" w:customStyle="1" w:styleId="660EB379D92745BCA720878B7AF4496B">
    <w:name w:val="660EB379D92745BCA720878B7AF4496B"/>
    <w:rsid w:val="00B637E3"/>
    <w:rPr>
      <w:rFonts w:eastAsiaTheme="minorHAnsi"/>
      <w:lang w:eastAsia="en-US"/>
    </w:rPr>
  </w:style>
  <w:style w:type="paragraph" w:customStyle="1" w:styleId="8778ADA5983A40F29A2824A47A2366BA">
    <w:name w:val="8778ADA5983A40F29A2824A47A2366BA"/>
    <w:rsid w:val="00B637E3"/>
    <w:rPr>
      <w:rFonts w:eastAsiaTheme="minorHAnsi"/>
      <w:lang w:eastAsia="en-US"/>
    </w:rPr>
  </w:style>
  <w:style w:type="paragraph" w:customStyle="1" w:styleId="E3ED45A54C7C46AA9D3FC155AD2A2FD41">
    <w:name w:val="E3ED45A54C7C46AA9D3FC155AD2A2FD41"/>
    <w:rsid w:val="00B637E3"/>
    <w:rPr>
      <w:rFonts w:eastAsiaTheme="minorHAnsi"/>
      <w:lang w:eastAsia="en-US"/>
    </w:rPr>
  </w:style>
  <w:style w:type="paragraph" w:customStyle="1" w:styleId="072C43A6A5A940AABBB529AAB370B1841">
    <w:name w:val="072C43A6A5A940AABBB529AAB370B1841"/>
    <w:rsid w:val="00B637E3"/>
    <w:rPr>
      <w:rFonts w:eastAsiaTheme="minorHAnsi"/>
      <w:lang w:eastAsia="en-US"/>
    </w:rPr>
  </w:style>
  <w:style w:type="paragraph" w:customStyle="1" w:styleId="1102A78286554B4E8EC7AA1762F1990D">
    <w:name w:val="1102A78286554B4E8EC7AA1762F1990D"/>
    <w:rsid w:val="00B637E3"/>
    <w:rPr>
      <w:rFonts w:eastAsiaTheme="minorHAnsi"/>
      <w:lang w:eastAsia="en-US"/>
    </w:rPr>
  </w:style>
  <w:style w:type="paragraph" w:customStyle="1" w:styleId="4535D159053A4AC0BFFCA28FD74D3B7D1">
    <w:name w:val="4535D159053A4AC0BFFCA28FD74D3B7D1"/>
    <w:rsid w:val="00B637E3"/>
    <w:rPr>
      <w:rFonts w:eastAsiaTheme="minorHAnsi"/>
      <w:lang w:eastAsia="en-US"/>
    </w:rPr>
  </w:style>
  <w:style w:type="paragraph" w:customStyle="1" w:styleId="10A17A67AF8D46C9B83CA7A87C3F166E1">
    <w:name w:val="10A17A67AF8D46C9B83CA7A87C3F166E1"/>
    <w:rsid w:val="00B637E3"/>
    <w:rPr>
      <w:rFonts w:eastAsiaTheme="minorHAnsi"/>
      <w:lang w:eastAsia="en-US"/>
    </w:rPr>
  </w:style>
  <w:style w:type="paragraph" w:customStyle="1" w:styleId="BEF030EDDCB1489BA6C5A017FEACA20E1">
    <w:name w:val="BEF030EDDCB1489BA6C5A017FEACA20E1"/>
    <w:rsid w:val="00B637E3"/>
    <w:rPr>
      <w:rFonts w:eastAsiaTheme="minorHAnsi"/>
      <w:lang w:eastAsia="en-US"/>
    </w:rPr>
  </w:style>
  <w:style w:type="paragraph" w:customStyle="1" w:styleId="CF50B4583DBD4CBC8720C038148F7A091">
    <w:name w:val="CF50B4583DBD4CBC8720C038148F7A091"/>
    <w:rsid w:val="00B637E3"/>
    <w:rPr>
      <w:rFonts w:eastAsiaTheme="minorHAnsi"/>
      <w:lang w:eastAsia="en-US"/>
    </w:rPr>
  </w:style>
  <w:style w:type="paragraph" w:customStyle="1" w:styleId="4998AD4FEAC4402E914D5BFF280012111">
    <w:name w:val="4998AD4FEAC4402E914D5BFF280012111"/>
    <w:rsid w:val="00B637E3"/>
    <w:rPr>
      <w:rFonts w:eastAsiaTheme="minorHAnsi"/>
      <w:lang w:eastAsia="en-US"/>
    </w:rPr>
  </w:style>
  <w:style w:type="paragraph" w:customStyle="1" w:styleId="50B9135090F94BCD93663AD4ABB3E3EC1">
    <w:name w:val="50B9135090F94BCD93663AD4ABB3E3EC1"/>
    <w:rsid w:val="00B637E3"/>
    <w:rPr>
      <w:rFonts w:eastAsiaTheme="minorHAnsi"/>
      <w:lang w:eastAsia="en-US"/>
    </w:rPr>
  </w:style>
  <w:style w:type="paragraph" w:customStyle="1" w:styleId="3AC904D7B2944E3FBCCC0AB8A0B072961">
    <w:name w:val="3AC904D7B2944E3FBCCC0AB8A0B072961"/>
    <w:rsid w:val="00B637E3"/>
    <w:rPr>
      <w:rFonts w:eastAsiaTheme="minorHAnsi"/>
      <w:lang w:eastAsia="en-US"/>
    </w:rPr>
  </w:style>
  <w:style w:type="paragraph" w:customStyle="1" w:styleId="D38BD3FCBE4B40C8B54A7671B59732771">
    <w:name w:val="D38BD3FCBE4B40C8B54A7671B59732771"/>
    <w:rsid w:val="00B637E3"/>
    <w:rPr>
      <w:rFonts w:eastAsiaTheme="minorHAnsi"/>
      <w:lang w:eastAsia="en-US"/>
    </w:rPr>
  </w:style>
  <w:style w:type="paragraph" w:customStyle="1" w:styleId="D2B310F021314ACFA5218491B5C572F51">
    <w:name w:val="D2B310F021314ACFA5218491B5C572F51"/>
    <w:rsid w:val="00B637E3"/>
    <w:rPr>
      <w:rFonts w:eastAsiaTheme="minorHAnsi"/>
      <w:lang w:eastAsia="en-US"/>
    </w:rPr>
  </w:style>
  <w:style w:type="paragraph" w:customStyle="1" w:styleId="52F55EE76E454BA996A506E862D95D6C1">
    <w:name w:val="52F55EE76E454BA996A506E862D95D6C1"/>
    <w:rsid w:val="00B637E3"/>
    <w:rPr>
      <w:rFonts w:eastAsiaTheme="minorHAnsi"/>
      <w:lang w:eastAsia="en-US"/>
    </w:rPr>
  </w:style>
  <w:style w:type="paragraph" w:customStyle="1" w:styleId="C0BB0A344137460EA7DC02AFBA11C92F1">
    <w:name w:val="C0BB0A344137460EA7DC02AFBA11C92F1"/>
    <w:rsid w:val="00B637E3"/>
    <w:rPr>
      <w:rFonts w:eastAsiaTheme="minorHAnsi"/>
      <w:lang w:eastAsia="en-US"/>
    </w:rPr>
  </w:style>
  <w:style w:type="paragraph" w:customStyle="1" w:styleId="2ABB73E66F874C0A829A19556EF1DF541">
    <w:name w:val="2ABB73E66F874C0A829A19556EF1DF541"/>
    <w:rsid w:val="00B637E3"/>
    <w:rPr>
      <w:rFonts w:eastAsiaTheme="minorHAnsi"/>
      <w:lang w:eastAsia="en-US"/>
    </w:rPr>
  </w:style>
  <w:style w:type="paragraph" w:customStyle="1" w:styleId="511C9211858F495C8385DAAC46059FC21">
    <w:name w:val="511C9211858F495C8385DAAC46059FC21"/>
    <w:rsid w:val="00B637E3"/>
    <w:rPr>
      <w:rFonts w:eastAsiaTheme="minorHAnsi"/>
      <w:lang w:eastAsia="en-US"/>
    </w:rPr>
  </w:style>
  <w:style w:type="paragraph" w:customStyle="1" w:styleId="03CD2C3A74D14135865F7A4B95F691BB1">
    <w:name w:val="03CD2C3A74D14135865F7A4B95F691BB1"/>
    <w:rsid w:val="00B637E3"/>
    <w:rPr>
      <w:rFonts w:eastAsiaTheme="minorHAnsi"/>
      <w:lang w:eastAsia="en-US"/>
    </w:rPr>
  </w:style>
  <w:style w:type="paragraph" w:customStyle="1" w:styleId="F45ECF1005FD490E953E0E44BC2150E91">
    <w:name w:val="F45ECF1005FD490E953E0E44BC2150E91"/>
    <w:rsid w:val="00B637E3"/>
    <w:rPr>
      <w:rFonts w:eastAsiaTheme="minorHAnsi"/>
      <w:lang w:eastAsia="en-US"/>
    </w:rPr>
  </w:style>
  <w:style w:type="paragraph" w:customStyle="1" w:styleId="27A3DFF4768240C4BFF7DF0EC2888EA51">
    <w:name w:val="27A3DFF4768240C4BFF7DF0EC2888EA51"/>
    <w:rsid w:val="00B637E3"/>
    <w:rPr>
      <w:rFonts w:eastAsiaTheme="minorHAnsi"/>
      <w:lang w:eastAsia="en-US"/>
    </w:rPr>
  </w:style>
  <w:style w:type="paragraph" w:customStyle="1" w:styleId="4F6E519084D249CD876B82AE9D796CB81">
    <w:name w:val="4F6E519084D249CD876B82AE9D796CB81"/>
    <w:rsid w:val="00B637E3"/>
    <w:rPr>
      <w:rFonts w:eastAsiaTheme="minorHAnsi"/>
      <w:lang w:eastAsia="en-US"/>
    </w:rPr>
  </w:style>
  <w:style w:type="paragraph" w:customStyle="1" w:styleId="29142387158045348568C64B2367A4401">
    <w:name w:val="29142387158045348568C64B2367A4401"/>
    <w:rsid w:val="00B637E3"/>
    <w:rPr>
      <w:rFonts w:eastAsiaTheme="minorHAnsi"/>
      <w:lang w:eastAsia="en-US"/>
    </w:rPr>
  </w:style>
  <w:style w:type="paragraph" w:customStyle="1" w:styleId="71D8DD155B8F400E9767AE7C976A09601">
    <w:name w:val="71D8DD155B8F400E9767AE7C976A09601"/>
    <w:rsid w:val="00B637E3"/>
    <w:rPr>
      <w:rFonts w:eastAsiaTheme="minorHAnsi"/>
      <w:lang w:eastAsia="en-US"/>
    </w:rPr>
  </w:style>
  <w:style w:type="paragraph" w:customStyle="1" w:styleId="F5262E137388474A9AC08BBE7C5CF5941">
    <w:name w:val="F5262E137388474A9AC08BBE7C5CF5941"/>
    <w:rsid w:val="00B637E3"/>
    <w:rPr>
      <w:rFonts w:eastAsiaTheme="minorHAnsi"/>
      <w:lang w:eastAsia="en-US"/>
    </w:rPr>
  </w:style>
  <w:style w:type="paragraph" w:customStyle="1" w:styleId="660EB379D92745BCA720878B7AF4496B1">
    <w:name w:val="660EB379D92745BCA720878B7AF4496B1"/>
    <w:rsid w:val="00B637E3"/>
    <w:rPr>
      <w:rFonts w:eastAsiaTheme="minorHAnsi"/>
      <w:lang w:eastAsia="en-US"/>
    </w:rPr>
  </w:style>
  <w:style w:type="paragraph" w:customStyle="1" w:styleId="8778ADA5983A40F29A2824A47A2366BA1">
    <w:name w:val="8778ADA5983A40F29A2824A47A2366BA1"/>
    <w:rsid w:val="00B637E3"/>
    <w:rPr>
      <w:rFonts w:eastAsiaTheme="minorHAnsi"/>
      <w:lang w:eastAsia="en-US"/>
    </w:rPr>
  </w:style>
  <w:style w:type="paragraph" w:customStyle="1" w:styleId="E3ED45A54C7C46AA9D3FC155AD2A2FD42">
    <w:name w:val="E3ED45A54C7C46AA9D3FC155AD2A2FD42"/>
    <w:rsid w:val="00B637E3"/>
    <w:rPr>
      <w:rFonts w:eastAsiaTheme="minorHAnsi"/>
      <w:lang w:eastAsia="en-US"/>
    </w:rPr>
  </w:style>
  <w:style w:type="paragraph" w:customStyle="1" w:styleId="072C43A6A5A940AABBB529AAB370B1842">
    <w:name w:val="072C43A6A5A940AABBB529AAB370B1842"/>
    <w:rsid w:val="00B637E3"/>
    <w:rPr>
      <w:rFonts w:eastAsiaTheme="minorHAnsi"/>
      <w:lang w:eastAsia="en-US"/>
    </w:rPr>
  </w:style>
  <w:style w:type="paragraph" w:customStyle="1" w:styleId="1102A78286554B4E8EC7AA1762F1990D1">
    <w:name w:val="1102A78286554B4E8EC7AA1762F1990D1"/>
    <w:rsid w:val="00B637E3"/>
    <w:rPr>
      <w:rFonts w:eastAsiaTheme="minorHAnsi"/>
      <w:lang w:eastAsia="en-US"/>
    </w:rPr>
  </w:style>
  <w:style w:type="paragraph" w:customStyle="1" w:styleId="960A17A8A1DD460991AA32570A7BB77D">
    <w:name w:val="960A17A8A1DD460991AA32570A7BB77D"/>
    <w:rsid w:val="00B637E3"/>
  </w:style>
  <w:style w:type="paragraph" w:customStyle="1" w:styleId="8FE096D2AE514E2497679BD66E59B4D1">
    <w:name w:val="8FE096D2AE514E2497679BD66E59B4D1"/>
    <w:rsid w:val="00B637E3"/>
  </w:style>
  <w:style w:type="paragraph" w:customStyle="1" w:styleId="C8313B19A3D74FECACD510EFEBB3527B">
    <w:name w:val="C8313B19A3D74FECACD510EFEBB3527B"/>
    <w:rsid w:val="00B637E3"/>
  </w:style>
  <w:style w:type="paragraph" w:customStyle="1" w:styleId="9000A102A3494F21867588BE13873E91">
    <w:name w:val="9000A102A3494F21867588BE13873E91"/>
    <w:rsid w:val="00B637E3"/>
  </w:style>
  <w:style w:type="paragraph" w:customStyle="1" w:styleId="C4228EFDA2774A87ACA8F3848017D56E">
    <w:name w:val="C4228EFDA2774A87ACA8F3848017D56E"/>
    <w:rsid w:val="00B637E3"/>
  </w:style>
  <w:style w:type="paragraph" w:customStyle="1" w:styleId="199C289613A14BF296F78D96B49AA521">
    <w:name w:val="199C289613A14BF296F78D96B49AA521"/>
    <w:rsid w:val="00B637E3"/>
  </w:style>
  <w:style w:type="paragraph" w:customStyle="1" w:styleId="4535D159053A4AC0BFFCA28FD74D3B7D2">
    <w:name w:val="4535D159053A4AC0BFFCA28FD74D3B7D2"/>
    <w:rsid w:val="00B637E3"/>
    <w:rPr>
      <w:rFonts w:eastAsiaTheme="minorHAnsi"/>
      <w:lang w:eastAsia="en-US"/>
    </w:rPr>
  </w:style>
  <w:style w:type="paragraph" w:customStyle="1" w:styleId="10A17A67AF8D46C9B83CA7A87C3F166E2">
    <w:name w:val="10A17A67AF8D46C9B83CA7A87C3F166E2"/>
    <w:rsid w:val="00B637E3"/>
    <w:rPr>
      <w:rFonts w:eastAsiaTheme="minorHAnsi"/>
      <w:lang w:eastAsia="en-US"/>
    </w:rPr>
  </w:style>
  <w:style w:type="paragraph" w:customStyle="1" w:styleId="BEF030EDDCB1489BA6C5A017FEACA20E2">
    <w:name w:val="BEF030EDDCB1489BA6C5A017FEACA20E2"/>
    <w:rsid w:val="00B637E3"/>
    <w:rPr>
      <w:rFonts w:eastAsiaTheme="minorHAnsi"/>
      <w:lang w:eastAsia="en-US"/>
    </w:rPr>
  </w:style>
  <w:style w:type="paragraph" w:customStyle="1" w:styleId="CF50B4583DBD4CBC8720C038148F7A092">
    <w:name w:val="CF50B4583DBD4CBC8720C038148F7A092"/>
    <w:rsid w:val="00B637E3"/>
    <w:rPr>
      <w:rFonts w:eastAsiaTheme="minorHAnsi"/>
      <w:lang w:eastAsia="en-US"/>
    </w:rPr>
  </w:style>
  <w:style w:type="paragraph" w:customStyle="1" w:styleId="4998AD4FEAC4402E914D5BFF280012112">
    <w:name w:val="4998AD4FEAC4402E914D5BFF280012112"/>
    <w:rsid w:val="00B637E3"/>
    <w:rPr>
      <w:rFonts w:eastAsiaTheme="minorHAnsi"/>
      <w:lang w:eastAsia="en-US"/>
    </w:rPr>
  </w:style>
  <w:style w:type="paragraph" w:customStyle="1" w:styleId="50B9135090F94BCD93663AD4ABB3E3EC2">
    <w:name w:val="50B9135090F94BCD93663AD4ABB3E3EC2"/>
    <w:rsid w:val="00B637E3"/>
    <w:rPr>
      <w:rFonts w:eastAsiaTheme="minorHAnsi"/>
      <w:lang w:eastAsia="en-US"/>
    </w:rPr>
  </w:style>
  <w:style w:type="paragraph" w:customStyle="1" w:styleId="3AC904D7B2944E3FBCCC0AB8A0B072962">
    <w:name w:val="3AC904D7B2944E3FBCCC0AB8A0B072962"/>
    <w:rsid w:val="00B637E3"/>
    <w:rPr>
      <w:rFonts w:eastAsiaTheme="minorHAnsi"/>
      <w:lang w:eastAsia="en-US"/>
    </w:rPr>
  </w:style>
  <w:style w:type="paragraph" w:customStyle="1" w:styleId="D38BD3FCBE4B40C8B54A7671B59732772">
    <w:name w:val="D38BD3FCBE4B40C8B54A7671B59732772"/>
    <w:rsid w:val="00B637E3"/>
    <w:rPr>
      <w:rFonts w:eastAsiaTheme="minorHAnsi"/>
      <w:lang w:eastAsia="en-US"/>
    </w:rPr>
  </w:style>
  <w:style w:type="paragraph" w:customStyle="1" w:styleId="D2B310F021314ACFA5218491B5C572F52">
    <w:name w:val="D2B310F021314ACFA5218491B5C572F52"/>
    <w:rsid w:val="00B637E3"/>
    <w:rPr>
      <w:rFonts w:eastAsiaTheme="minorHAnsi"/>
      <w:lang w:eastAsia="en-US"/>
    </w:rPr>
  </w:style>
  <w:style w:type="paragraph" w:customStyle="1" w:styleId="52F55EE76E454BA996A506E862D95D6C2">
    <w:name w:val="52F55EE76E454BA996A506E862D95D6C2"/>
    <w:rsid w:val="00B637E3"/>
    <w:rPr>
      <w:rFonts w:eastAsiaTheme="minorHAnsi"/>
      <w:lang w:eastAsia="en-US"/>
    </w:rPr>
  </w:style>
  <w:style w:type="paragraph" w:customStyle="1" w:styleId="C0BB0A344137460EA7DC02AFBA11C92F2">
    <w:name w:val="C0BB0A344137460EA7DC02AFBA11C92F2"/>
    <w:rsid w:val="00B637E3"/>
    <w:rPr>
      <w:rFonts w:eastAsiaTheme="minorHAnsi"/>
      <w:lang w:eastAsia="en-US"/>
    </w:rPr>
  </w:style>
  <w:style w:type="paragraph" w:customStyle="1" w:styleId="2ABB73E66F874C0A829A19556EF1DF542">
    <w:name w:val="2ABB73E66F874C0A829A19556EF1DF542"/>
    <w:rsid w:val="00B637E3"/>
    <w:rPr>
      <w:rFonts w:eastAsiaTheme="minorHAnsi"/>
      <w:lang w:eastAsia="en-US"/>
    </w:rPr>
  </w:style>
  <w:style w:type="paragraph" w:customStyle="1" w:styleId="511C9211858F495C8385DAAC46059FC22">
    <w:name w:val="511C9211858F495C8385DAAC46059FC22"/>
    <w:rsid w:val="00B637E3"/>
    <w:rPr>
      <w:rFonts w:eastAsiaTheme="minorHAnsi"/>
      <w:lang w:eastAsia="en-US"/>
    </w:rPr>
  </w:style>
  <w:style w:type="paragraph" w:customStyle="1" w:styleId="03CD2C3A74D14135865F7A4B95F691BB2">
    <w:name w:val="03CD2C3A74D14135865F7A4B95F691BB2"/>
    <w:rsid w:val="00B637E3"/>
    <w:rPr>
      <w:rFonts w:eastAsiaTheme="minorHAnsi"/>
      <w:lang w:eastAsia="en-US"/>
    </w:rPr>
  </w:style>
  <w:style w:type="paragraph" w:customStyle="1" w:styleId="F45ECF1005FD490E953E0E44BC2150E92">
    <w:name w:val="F45ECF1005FD490E953E0E44BC2150E92"/>
    <w:rsid w:val="00B637E3"/>
    <w:rPr>
      <w:rFonts w:eastAsiaTheme="minorHAnsi"/>
      <w:lang w:eastAsia="en-US"/>
    </w:rPr>
  </w:style>
  <w:style w:type="paragraph" w:customStyle="1" w:styleId="27A3DFF4768240C4BFF7DF0EC2888EA52">
    <w:name w:val="27A3DFF4768240C4BFF7DF0EC2888EA52"/>
    <w:rsid w:val="00B637E3"/>
    <w:rPr>
      <w:rFonts w:eastAsiaTheme="minorHAnsi"/>
      <w:lang w:eastAsia="en-US"/>
    </w:rPr>
  </w:style>
  <w:style w:type="paragraph" w:customStyle="1" w:styleId="4F6E519084D249CD876B82AE9D796CB82">
    <w:name w:val="4F6E519084D249CD876B82AE9D796CB82"/>
    <w:rsid w:val="00B637E3"/>
    <w:rPr>
      <w:rFonts w:eastAsiaTheme="minorHAnsi"/>
      <w:lang w:eastAsia="en-US"/>
    </w:rPr>
  </w:style>
  <w:style w:type="paragraph" w:customStyle="1" w:styleId="29142387158045348568C64B2367A4402">
    <w:name w:val="29142387158045348568C64B2367A4402"/>
    <w:rsid w:val="00B637E3"/>
    <w:rPr>
      <w:rFonts w:eastAsiaTheme="minorHAnsi"/>
      <w:lang w:eastAsia="en-US"/>
    </w:rPr>
  </w:style>
  <w:style w:type="paragraph" w:customStyle="1" w:styleId="71D8DD155B8F400E9767AE7C976A09602">
    <w:name w:val="71D8DD155B8F400E9767AE7C976A09602"/>
    <w:rsid w:val="00B637E3"/>
    <w:rPr>
      <w:rFonts w:eastAsiaTheme="minorHAnsi"/>
      <w:lang w:eastAsia="en-US"/>
    </w:rPr>
  </w:style>
  <w:style w:type="paragraph" w:customStyle="1" w:styleId="F5262E137388474A9AC08BBE7C5CF5942">
    <w:name w:val="F5262E137388474A9AC08BBE7C5CF5942"/>
    <w:rsid w:val="00B637E3"/>
    <w:rPr>
      <w:rFonts w:eastAsiaTheme="minorHAnsi"/>
      <w:lang w:eastAsia="en-US"/>
    </w:rPr>
  </w:style>
  <w:style w:type="paragraph" w:customStyle="1" w:styleId="660EB379D92745BCA720878B7AF4496B2">
    <w:name w:val="660EB379D92745BCA720878B7AF4496B2"/>
    <w:rsid w:val="00B637E3"/>
    <w:rPr>
      <w:rFonts w:eastAsiaTheme="minorHAnsi"/>
      <w:lang w:eastAsia="en-US"/>
    </w:rPr>
  </w:style>
  <w:style w:type="paragraph" w:customStyle="1" w:styleId="8778ADA5983A40F29A2824A47A2366BA2">
    <w:name w:val="8778ADA5983A40F29A2824A47A2366BA2"/>
    <w:rsid w:val="00B637E3"/>
    <w:rPr>
      <w:rFonts w:eastAsiaTheme="minorHAnsi"/>
      <w:lang w:eastAsia="en-US"/>
    </w:rPr>
  </w:style>
  <w:style w:type="paragraph" w:customStyle="1" w:styleId="E3ED45A54C7C46AA9D3FC155AD2A2FD43">
    <w:name w:val="E3ED45A54C7C46AA9D3FC155AD2A2FD43"/>
    <w:rsid w:val="00B637E3"/>
    <w:rPr>
      <w:rFonts w:eastAsiaTheme="minorHAnsi"/>
      <w:lang w:eastAsia="en-US"/>
    </w:rPr>
  </w:style>
  <w:style w:type="paragraph" w:customStyle="1" w:styleId="072C43A6A5A940AABBB529AAB370B1843">
    <w:name w:val="072C43A6A5A940AABBB529AAB370B1843"/>
    <w:rsid w:val="00B637E3"/>
    <w:rPr>
      <w:rFonts w:eastAsiaTheme="minorHAnsi"/>
      <w:lang w:eastAsia="en-US"/>
    </w:rPr>
  </w:style>
  <w:style w:type="paragraph" w:customStyle="1" w:styleId="8FAF859152F14AA0B08ADAFD87F01D39">
    <w:name w:val="8FAF859152F14AA0B08ADAFD87F01D39"/>
    <w:rsid w:val="00B637E3"/>
    <w:rPr>
      <w:rFonts w:eastAsiaTheme="minorHAnsi"/>
      <w:lang w:eastAsia="en-US"/>
    </w:rPr>
  </w:style>
  <w:style w:type="paragraph" w:customStyle="1" w:styleId="960A17A8A1DD460991AA32570A7BB77D1">
    <w:name w:val="960A17A8A1DD460991AA32570A7BB77D1"/>
    <w:rsid w:val="00B637E3"/>
    <w:rPr>
      <w:rFonts w:eastAsiaTheme="minorHAnsi"/>
      <w:lang w:eastAsia="en-US"/>
    </w:rPr>
  </w:style>
  <w:style w:type="paragraph" w:customStyle="1" w:styleId="8FE096D2AE514E2497679BD66E59B4D11">
    <w:name w:val="8FE096D2AE514E2497679BD66E59B4D11"/>
    <w:rsid w:val="00B637E3"/>
    <w:rPr>
      <w:rFonts w:eastAsiaTheme="minorHAnsi"/>
      <w:lang w:eastAsia="en-US"/>
    </w:rPr>
  </w:style>
  <w:style w:type="paragraph" w:customStyle="1" w:styleId="20C4F2A180604E1CA90595E301EF3E3B">
    <w:name w:val="20C4F2A180604E1CA90595E301EF3E3B"/>
    <w:rsid w:val="00B637E3"/>
    <w:rPr>
      <w:rFonts w:eastAsiaTheme="minorHAnsi"/>
      <w:lang w:eastAsia="en-US"/>
    </w:rPr>
  </w:style>
  <w:style w:type="paragraph" w:customStyle="1" w:styleId="1102A78286554B4E8EC7AA1762F1990D2">
    <w:name w:val="1102A78286554B4E8EC7AA1762F1990D2"/>
    <w:rsid w:val="00B637E3"/>
    <w:rPr>
      <w:rFonts w:eastAsiaTheme="minorHAnsi"/>
      <w:lang w:eastAsia="en-US"/>
    </w:rPr>
  </w:style>
  <w:style w:type="paragraph" w:customStyle="1" w:styleId="4535D159053A4AC0BFFCA28FD74D3B7D3">
    <w:name w:val="4535D159053A4AC0BFFCA28FD74D3B7D3"/>
    <w:rsid w:val="00B637E3"/>
    <w:rPr>
      <w:rFonts w:eastAsiaTheme="minorHAnsi"/>
      <w:lang w:eastAsia="en-US"/>
    </w:rPr>
  </w:style>
  <w:style w:type="paragraph" w:customStyle="1" w:styleId="10A17A67AF8D46C9B83CA7A87C3F166E3">
    <w:name w:val="10A17A67AF8D46C9B83CA7A87C3F166E3"/>
    <w:rsid w:val="00B637E3"/>
    <w:rPr>
      <w:rFonts w:eastAsiaTheme="minorHAnsi"/>
      <w:lang w:eastAsia="en-US"/>
    </w:rPr>
  </w:style>
  <w:style w:type="paragraph" w:customStyle="1" w:styleId="BEF030EDDCB1489BA6C5A017FEACA20E3">
    <w:name w:val="BEF030EDDCB1489BA6C5A017FEACA20E3"/>
    <w:rsid w:val="00B637E3"/>
    <w:rPr>
      <w:rFonts w:eastAsiaTheme="minorHAnsi"/>
      <w:lang w:eastAsia="en-US"/>
    </w:rPr>
  </w:style>
  <w:style w:type="paragraph" w:customStyle="1" w:styleId="CF50B4583DBD4CBC8720C038148F7A093">
    <w:name w:val="CF50B4583DBD4CBC8720C038148F7A093"/>
    <w:rsid w:val="00B637E3"/>
    <w:rPr>
      <w:rFonts w:eastAsiaTheme="minorHAnsi"/>
      <w:lang w:eastAsia="en-US"/>
    </w:rPr>
  </w:style>
  <w:style w:type="paragraph" w:customStyle="1" w:styleId="4998AD4FEAC4402E914D5BFF280012113">
    <w:name w:val="4998AD4FEAC4402E914D5BFF280012113"/>
    <w:rsid w:val="00B637E3"/>
    <w:rPr>
      <w:rFonts w:eastAsiaTheme="minorHAnsi"/>
      <w:lang w:eastAsia="en-US"/>
    </w:rPr>
  </w:style>
  <w:style w:type="paragraph" w:customStyle="1" w:styleId="50B9135090F94BCD93663AD4ABB3E3EC3">
    <w:name w:val="50B9135090F94BCD93663AD4ABB3E3EC3"/>
    <w:rsid w:val="00B637E3"/>
    <w:rPr>
      <w:rFonts w:eastAsiaTheme="minorHAnsi"/>
      <w:lang w:eastAsia="en-US"/>
    </w:rPr>
  </w:style>
  <w:style w:type="paragraph" w:customStyle="1" w:styleId="3AC904D7B2944E3FBCCC0AB8A0B072963">
    <w:name w:val="3AC904D7B2944E3FBCCC0AB8A0B072963"/>
    <w:rsid w:val="00B637E3"/>
    <w:rPr>
      <w:rFonts w:eastAsiaTheme="minorHAnsi"/>
      <w:lang w:eastAsia="en-US"/>
    </w:rPr>
  </w:style>
  <w:style w:type="paragraph" w:customStyle="1" w:styleId="D38BD3FCBE4B40C8B54A7671B59732773">
    <w:name w:val="D38BD3FCBE4B40C8B54A7671B59732773"/>
    <w:rsid w:val="00B637E3"/>
    <w:rPr>
      <w:rFonts w:eastAsiaTheme="minorHAnsi"/>
      <w:lang w:eastAsia="en-US"/>
    </w:rPr>
  </w:style>
  <w:style w:type="paragraph" w:customStyle="1" w:styleId="D2B310F021314ACFA5218491B5C572F53">
    <w:name w:val="D2B310F021314ACFA5218491B5C572F53"/>
    <w:rsid w:val="00B637E3"/>
    <w:rPr>
      <w:rFonts w:eastAsiaTheme="minorHAnsi"/>
      <w:lang w:eastAsia="en-US"/>
    </w:rPr>
  </w:style>
  <w:style w:type="paragraph" w:customStyle="1" w:styleId="52F55EE76E454BA996A506E862D95D6C3">
    <w:name w:val="52F55EE76E454BA996A506E862D95D6C3"/>
    <w:rsid w:val="00B637E3"/>
    <w:rPr>
      <w:rFonts w:eastAsiaTheme="minorHAnsi"/>
      <w:lang w:eastAsia="en-US"/>
    </w:rPr>
  </w:style>
  <w:style w:type="paragraph" w:customStyle="1" w:styleId="C0BB0A344137460EA7DC02AFBA11C92F3">
    <w:name w:val="C0BB0A344137460EA7DC02AFBA11C92F3"/>
    <w:rsid w:val="00B637E3"/>
    <w:rPr>
      <w:rFonts w:eastAsiaTheme="minorHAnsi"/>
      <w:lang w:eastAsia="en-US"/>
    </w:rPr>
  </w:style>
  <w:style w:type="paragraph" w:customStyle="1" w:styleId="2ABB73E66F874C0A829A19556EF1DF543">
    <w:name w:val="2ABB73E66F874C0A829A19556EF1DF543"/>
    <w:rsid w:val="00B637E3"/>
    <w:rPr>
      <w:rFonts w:eastAsiaTheme="minorHAnsi"/>
      <w:lang w:eastAsia="en-US"/>
    </w:rPr>
  </w:style>
  <w:style w:type="paragraph" w:customStyle="1" w:styleId="511C9211858F495C8385DAAC46059FC23">
    <w:name w:val="511C9211858F495C8385DAAC46059FC23"/>
    <w:rsid w:val="00B637E3"/>
    <w:rPr>
      <w:rFonts w:eastAsiaTheme="minorHAnsi"/>
      <w:lang w:eastAsia="en-US"/>
    </w:rPr>
  </w:style>
  <w:style w:type="paragraph" w:customStyle="1" w:styleId="03CD2C3A74D14135865F7A4B95F691BB3">
    <w:name w:val="03CD2C3A74D14135865F7A4B95F691BB3"/>
    <w:rsid w:val="00B637E3"/>
    <w:rPr>
      <w:rFonts w:eastAsiaTheme="minorHAnsi"/>
      <w:lang w:eastAsia="en-US"/>
    </w:rPr>
  </w:style>
  <w:style w:type="paragraph" w:customStyle="1" w:styleId="F45ECF1005FD490E953E0E44BC2150E93">
    <w:name w:val="F45ECF1005FD490E953E0E44BC2150E93"/>
    <w:rsid w:val="00B637E3"/>
    <w:rPr>
      <w:rFonts w:eastAsiaTheme="minorHAnsi"/>
      <w:lang w:eastAsia="en-US"/>
    </w:rPr>
  </w:style>
  <w:style w:type="paragraph" w:customStyle="1" w:styleId="27A3DFF4768240C4BFF7DF0EC2888EA53">
    <w:name w:val="27A3DFF4768240C4BFF7DF0EC2888EA53"/>
    <w:rsid w:val="00B637E3"/>
    <w:rPr>
      <w:rFonts w:eastAsiaTheme="minorHAnsi"/>
      <w:lang w:eastAsia="en-US"/>
    </w:rPr>
  </w:style>
  <w:style w:type="paragraph" w:customStyle="1" w:styleId="4F6E519084D249CD876B82AE9D796CB83">
    <w:name w:val="4F6E519084D249CD876B82AE9D796CB83"/>
    <w:rsid w:val="00B637E3"/>
    <w:rPr>
      <w:rFonts w:eastAsiaTheme="minorHAnsi"/>
      <w:lang w:eastAsia="en-US"/>
    </w:rPr>
  </w:style>
  <w:style w:type="paragraph" w:customStyle="1" w:styleId="29142387158045348568C64B2367A4403">
    <w:name w:val="29142387158045348568C64B2367A4403"/>
    <w:rsid w:val="00B637E3"/>
    <w:rPr>
      <w:rFonts w:eastAsiaTheme="minorHAnsi"/>
      <w:lang w:eastAsia="en-US"/>
    </w:rPr>
  </w:style>
  <w:style w:type="paragraph" w:customStyle="1" w:styleId="71D8DD155B8F400E9767AE7C976A09603">
    <w:name w:val="71D8DD155B8F400E9767AE7C976A09603"/>
    <w:rsid w:val="00B637E3"/>
    <w:rPr>
      <w:rFonts w:eastAsiaTheme="minorHAnsi"/>
      <w:lang w:eastAsia="en-US"/>
    </w:rPr>
  </w:style>
  <w:style w:type="paragraph" w:customStyle="1" w:styleId="F5262E137388474A9AC08BBE7C5CF5943">
    <w:name w:val="F5262E137388474A9AC08BBE7C5CF5943"/>
    <w:rsid w:val="00B637E3"/>
    <w:rPr>
      <w:rFonts w:eastAsiaTheme="minorHAnsi"/>
      <w:lang w:eastAsia="en-US"/>
    </w:rPr>
  </w:style>
  <w:style w:type="paragraph" w:customStyle="1" w:styleId="660EB379D92745BCA720878B7AF4496B3">
    <w:name w:val="660EB379D92745BCA720878B7AF4496B3"/>
    <w:rsid w:val="00B637E3"/>
    <w:rPr>
      <w:rFonts w:eastAsiaTheme="minorHAnsi"/>
      <w:lang w:eastAsia="en-US"/>
    </w:rPr>
  </w:style>
  <w:style w:type="paragraph" w:customStyle="1" w:styleId="8778ADA5983A40F29A2824A47A2366BA3">
    <w:name w:val="8778ADA5983A40F29A2824A47A2366BA3"/>
    <w:rsid w:val="00B637E3"/>
    <w:rPr>
      <w:rFonts w:eastAsiaTheme="minorHAnsi"/>
      <w:lang w:eastAsia="en-US"/>
    </w:rPr>
  </w:style>
  <w:style w:type="paragraph" w:customStyle="1" w:styleId="E3ED45A54C7C46AA9D3FC155AD2A2FD44">
    <w:name w:val="E3ED45A54C7C46AA9D3FC155AD2A2FD44"/>
    <w:rsid w:val="00B637E3"/>
    <w:rPr>
      <w:rFonts w:eastAsiaTheme="minorHAnsi"/>
      <w:lang w:eastAsia="en-US"/>
    </w:rPr>
  </w:style>
  <w:style w:type="paragraph" w:customStyle="1" w:styleId="072C43A6A5A940AABBB529AAB370B1844">
    <w:name w:val="072C43A6A5A940AABBB529AAB370B1844"/>
    <w:rsid w:val="00B637E3"/>
    <w:rPr>
      <w:rFonts w:eastAsiaTheme="minorHAnsi"/>
      <w:lang w:eastAsia="en-US"/>
    </w:rPr>
  </w:style>
  <w:style w:type="paragraph" w:customStyle="1" w:styleId="8FAF859152F14AA0B08ADAFD87F01D391">
    <w:name w:val="8FAF859152F14AA0B08ADAFD87F01D391"/>
    <w:rsid w:val="00B637E3"/>
    <w:rPr>
      <w:rFonts w:eastAsiaTheme="minorHAnsi"/>
      <w:lang w:eastAsia="en-US"/>
    </w:rPr>
  </w:style>
  <w:style w:type="paragraph" w:customStyle="1" w:styleId="960A17A8A1DD460991AA32570A7BB77D2">
    <w:name w:val="960A17A8A1DD460991AA32570A7BB77D2"/>
    <w:rsid w:val="00B637E3"/>
    <w:rPr>
      <w:rFonts w:eastAsiaTheme="minorHAnsi"/>
      <w:lang w:eastAsia="en-US"/>
    </w:rPr>
  </w:style>
  <w:style w:type="paragraph" w:customStyle="1" w:styleId="8FE096D2AE514E2497679BD66E59B4D12">
    <w:name w:val="8FE096D2AE514E2497679BD66E59B4D12"/>
    <w:rsid w:val="00B637E3"/>
    <w:rPr>
      <w:rFonts w:eastAsiaTheme="minorHAnsi"/>
      <w:lang w:eastAsia="en-US"/>
    </w:rPr>
  </w:style>
  <w:style w:type="paragraph" w:customStyle="1" w:styleId="20C4F2A180604E1CA90595E301EF3E3B1">
    <w:name w:val="20C4F2A180604E1CA90595E301EF3E3B1"/>
    <w:rsid w:val="00B637E3"/>
    <w:rPr>
      <w:rFonts w:eastAsiaTheme="minorHAnsi"/>
      <w:lang w:eastAsia="en-US"/>
    </w:rPr>
  </w:style>
  <w:style w:type="paragraph" w:customStyle="1" w:styleId="1102A78286554B4E8EC7AA1762F1990D3">
    <w:name w:val="1102A78286554B4E8EC7AA1762F1990D3"/>
    <w:rsid w:val="00B637E3"/>
    <w:rPr>
      <w:rFonts w:eastAsiaTheme="minorHAnsi"/>
      <w:lang w:eastAsia="en-US"/>
    </w:rPr>
  </w:style>
  <w:style w:type="paragraph" w:customStyle="1" w:styleId="369F6D802CB74731B026FEE9FBF608FE">
    <w:name w:val="369F6D802CB74731B026FEE9FBF608FE"/>
    <w:rsid w:val="00B637E3"/>
  </w:style>
  <w:style w:type="paragraph" w:customStyle="1" w:styleId="FB1A49753CA349F99380227CDB1D3306">
    <w:name w:val="FB1A49753CA349F99380227CDB1D3306"/>
    <w:rsid w:val="00B637E3"/>
  </w:style>
  <w:style w:type="paragraph" w:customStyle="1" w:styleId="BBEA6499027C43308794BAD085CE7BF3">
    <w:name w:val="BBEA6499027C43308794BAD085CE7BF3"/>
    <w:rsid w:val="00B637E3"/>
  </w:style>
  <w:style w:type="paragraph" w:customStyle="1" w:styleId="95815313720847E8B170C17B8780EE5A">
    <w:name w:val="95815313720847E8B170C17B8780EE5A"/>
    <w:rsid w:val="00B637E3"/>
  </w:style>
  <w:style w:type="paragraph" w:customStyle="1" w:styleId="8AC5F8EE9F144659AFC1381FF23A56E8">
    <w:name w:val="8AC5F8EE9F144659AFC1381FF23A56E8"/>
    <w:rsid w:val="00B637E3"/>
  </w:style>
  <w:style w:type="paragraph" w:customStyle="1" w:styleId="E6DDE2D0519340A1A18F3C8F12FCC8BD">
    <w:name w:val="E6DDE2D0519340A1A18F3C8F12FCC8BD"/>
    <w:rsid w:val="00B637E3"/>
  </w:style>
  <w:style w:type="paragraph" w:customStyle="1" w:styleId="8FED1E667FD64AC498E59F71C64E8219">
    <w:name w:val="8FED1E667FD64AC498E59F71C64E8219"/>
    <w:rsid w:val="00B637E3"/>
  </w:style>
  <w:style w:type="paragraph" w:customStyle="1" w:styleId="3F823868C0B34996AAEF9F0F8073A791">
    <w:name w:val="3F823868C0B34996AAEF9F0F8073A791"/>
    <w:rsid w:val="00B637E3"/>
  </w:style>
  <w:style w:type="paragraph" w:customStyle="1" w:styleId="54A86E1CC7BB413A9EBA3F9930C1294E">
    <w:name w:val="54A86E1CC7BB413A9EBA3F9930C1294E"/>
    <w:rsid w:val="00B637E3"/>
  </w:style>
  <w:style w:type="paragraph" w:customStyle="1" w:styleId="C4AC5F5DDA0547DF872480044D0CB902">
    <w:name w:val="C4AC5F5DDA0547DF872480044D0CB902"/>
    <w:rsid w:val="00B637E3"/>
  </w:style>
  <w:style w:type="paragraph" w:customStyle="1" w:styleId="1FFCC74D95334667917F8D44532495AC">
    <w:name w:val="1FFCC74D95334667917F8D44532495AC"/>
    <w:rsid w:val="00B637E3"/>
  </w:style>
  <w:style w:type="paragraph" w:customStyle="1" w:styleId="7A6EB29301D84C83B73D8E63E90E7218">
    <w:name w:val="7A6EB29301D84C83B73D8E63E90E7218"/>
    <w:rsid w:val="00B637E3"/>
  </w:style>
  <w:style w:type="paragraph" w:customStyle="1" w:styleId="74BDBB6F233E48A6A7370319ECDAB77D">
    <w:name w:val="74BDBB6F233E48A6A7370319ECDAB77D"/>
    <w:rsid w:val="00B637E3"/>
  </w:style>
  <w:style w:type="paragraph" w:customStyle="1" w:styleId="62981E4BDD7342479310778266337925">
    <w:name w:val="62981E4BDD7342479310778266337925"/>
    <w:rsid w:val="00B637E3"/>
  </w:style>
  <w:style w:type="paragraph" w:customStyle="1" w:styleId="A88172980BC24FE6A2ECA951759C5DB9">
    <w:name w:val="A88172980BC24FE6A2ECA951759C5DB9"/>
    <w:rsid w:val="00B637E3"/>
  </w:style>
  <w:style w:type="paragraph" w:customStyle="1" w:styleId="14D7828FCDDE4480BDC157A7A2998161">
    <w:name w:val="14D7828FCDDE4480BDC157A7A2998161"/>
    <w:rsid w:val="00B637E3"/>
  </w:style>
  <w:style w:type="paragraph" w:customStyle="1" w:styleId="D2291F9BF83E483E96F802F1BC8B656A">
    <w:name w:val="D2291F9BF83E483E96F802F1BC8B656A"/>
    <w:rsid w:val="00B637E3"/>
  </w:style>
  <w:style w:type="paragraph" w:customStyle="1" w:styleId="D15BC072CD7644F3B3EE7AF4EF1BDA7E">
    <w:name w:val="D15BC072CD7644F3B3EE7AF4EF1BDA7E"/>
    <w:rsid w:val="00B637E3"/>
  </w:style>
  <w:style w:type="paragraph" w:customStyle="1" w:styleId="28B6E702C23A429C86D70AAA661D8438">
    <w:name w:val="28B6E702C23A429C86D70AAA661D8438"/>
    <w:rsid w:val="00B637E3"/>
  </w:style>
  <w:style w:type="paragraph" w:customStyle="1" w:styleId="1A6D4B806434432EAAD7C4EDF072F5BB">
    <w:name w:val="1A6D4B806434432EAAD7C4EDF072F5BB"/>
    <w:rsid w:val="00B637E3"/>
  </w:style>
  <w:style w:type="paragraph" w:customStyle="1" w:styleId="3137A45367D7479B912306B6F9AFF83A">
    <w:name w:val="3137A45367D7479B912306B6F9AFF83A"/>
    <w:rsid w:val="00B637E3"/>
  </w:style>
  <w:style w:type="paragraph" w:customStyle="1" w:styleId="4E2420F11C844277A7F81A9E27049007">
    <w:name w:val="4E2420F11C844277A7F81A9E27049007"/>
    <w:rsid w:val="00B637E3"/>
  </w:style>
  <w:style w:type="paragraph" w:customStyle="1" w:styleId="6F7CCAA1552F4C2C9451DDE329BE9016">
    <w:name w:val="6F7CCAA1552F4C2C9451DDE329BE9016"/>
    <w:rsid w:val="00B637E3"/>
  </w:style>
  <w:style w:type="paragraph" w:customStyle="1" w:styleId="55E136D6CCBD4DE3B8801EB4817BAFAF">
    <w:name w:val="55E136D6CCBD4DE3B8801EB4817BAFAF"/>
    <w:rsid w:val="00B637E3"/>
  </w:style>
  <w:style w:type="paragraph" w:customStyle="1" w:styleId="5B3C424710D949CA863E5784460345CB">
    <w:name w:val="5B3C424710D949CA863E5784460345CB"/>
    <w:rsid w:val="00B637E3"/>
  </w:style>
  <w:style w:type="paragraph" w:customStyle="1" w:styleId="517CC53A069449F08B301DF718104B75">
    <w:name w:val="517CC53A069449F08B301DF718104B75"/>
    <w:rsid w:val="00B637E3"/>
  </w:style>
  <w:style w:type="paragraph" w:customStyle="1" w:styleId="9C564DE4D77A43459DE8D1C0A68B84AB">
    <w:name w:val="9C564DE4D77A43459DE8D1C0A68B84AB"/>
    <w:rsid w:val="00B637E3"/>
  </w:style>
  <w:style w:type="paragraph" w:customStyle="1" w:styleId="72889C798D0147E1BC9A3C8DDEC74F5D">
    <w:name w:val="72889C798D0147E1BC9A3C8DDEC74F5D"/>
    <w:rsid w:val="00B637E3"/>
  </w:style>
  <w:style w:type="paragraph" w:customStyle="1" w:styleId="2824EE0B6EB34E0AB89E0B52E8C71A30">
    <w:name w:val="2824EE0B6EB34E0AB89E0B52E8C71A30"/>
    <w:rsid w:val="00B637E3"/>
  </w:style>
  <w:style w:type="paragraph" w:customStyle="1" w:styleId="A0F98D347FBF4FDBB55BBBFC0F029F2A">
    <w:name w:val="A0F98D347FBF4FDBB55BBBFC0F029F2A"/>
    <w:rsid w:val="00B637E3"/>
  </w:style>
  <w:style w:type="paragraph" w:customStyle="1" w:styleId="5B473D1E32934231B959B94F02259C95">
    <w:name w:val="5B473D1E32934231B959B94F02259C95"/>
    <w:rsid w:val="00B637E3"/>
  </w:style>
  <w:style w:type="paragraph" w:customStyle="1" w:styleId="2D34C597AC9F472D9A340D57D09E18BF">
    <w:name w:val="2D34C597AC9F472D9A340D57D09E18BF"/>
    <w:rsid w:val="00B637E3"/>
  </w:style>
  <w:style w:type="paragraph" w:customStyle="1" w:styleId="261D66448AB740DD810956B7308A0B61">
    <w:name w:val="261D66448AB740DD810956B7308A0B61"/>
    <w:rsid w:val="00B637E3"/>
  </w:style>
  <w:style w:type="paragraph" w:customStyle="1" w:styleId="6CD869B7C6B5431BBA69F7E4AC6C6D3B">
    <w:name w:val="6CD869B7C6B5431BBA69F7E4AC6C6D3B"/>
    <w:rsid w:val="00B637E3"/>
  </w:style>
  <w:style w:type="paragraph" w:customStyle="1" w:styleId="B5E6393448184FED85B0F62AD58DEA08">
    <w:name w:val="B5E6393448184FED85B0F62AD58DEA08"/>
    <w:rsid w:val="00B637E3"/>
  </w:style>
  <w:style w:type="paragraph" w:customStyle="1" w:styleId="040F28C1DF6A4AB08861C8531587ADDC">
    <w:name w:val="040F28C1DF6A4AB08861C8531587ADDC"/>
    <w:rsid w:val="00B637E3"/>
  </w:style>
  <w:style w:type="paragraph" w:customStyle="1" w:styleId="EE13074CAB4447C5BDF919644F98CED5">
    <w:name w:val="EE13074CAB4447C5BDF919644F98CED5"/>
    <w:rsid w:val="00B637E3"/>
  </w:style>
  <w:style w:type="paragraph" w:customStyle="1" w:styleId="D72E8E8952A14E95A83C5DB7F4FE8DDD">
    <w:name w:val="D72E8E8952A14E95A83C5DB7F4FE8DDD"/>
    <w:rsid w:val="00B637E3"/>
  </w:style>
  <w:style w:type="paragraph" w:customStyle="1" w:styleId="63265428ED534194928582A1F378DAD5">
    <w:name w:val="63265428ED534194928582A1F378DAD5"/>
    <w:rsid w:val="00B637E3"/>
  </w:style>
  <w:style w:type="paragraph" w:customStyle="1" w:styleId="5E5CD2AECB5F4875A10A4B6A074DC6B2">
    <w:name w:val="5E5CD2AECB5F4875A10A4B6A074DC6B2"/>
    <w:rsid w:val="00B637E3"/>
  </w:style>
  <w:style w:type="paragraph" w:customStyle="1" w:styleId="28C800D5F6F84E4AB1FF089B57514EE8">
    <w:name w:val="28C800D5F6F84E4AB1FF089B57514EE8"/>
    <w:rsid w:val="00B637E3"/>
  </w:style>
  <w:style w:type="paragraph" w:customStyle="1" w:styleId="4535D159053A4AC0BFFCA28FD74D3B7D4">
    <w:name w:val="4535D159053A4AC0BFFCA28FD74D3B7D4"/>
    <w:rsid w:val="00B637E3"/>
    <w:rPr>
      <w:rFonts w:eastAsiaTheme="minorHAnsi"/>
      <w:lang w:eastAsia="en-US"/>
    </w:rPr>
  </w:style>
  <w:style w:type="paragraph" w:customStyle="1" w:styleId="10A17A67AF8D46C9B83CA7A87C3F166E4">
    <w:name w:val="10A17A67AF8D46C9B83CA7A87C3F166E4"/>
    <w:rsid w:val="00B637E3"/>
    <w:rPr>
      <w:rFonts w:eastAsiaTheme="minorHAnsi"/>
      <w:lang w:eastAsia="en-US"/>
    </w:rPr>
  </w:style>
  <w:style w:type="paragraph" w:customStyle="1" w:styleId="BEF030EDDCB1489BA6C5A017FEACA20E4">
    <w:name w:val="BEF030EDDCB1489BA6C5A017FEACA20E4"/>
    <w:rsid w:val="00B637E3"/>
    <w:rPr>
      <w:rFonts w:eastAsiaTheme="minorHAnsi"/>
      <w:lang w:eastAsia="en-US"/>
    </w:rPr>
  </w:style>
  <w:style w:type="paragraph" w:customStyle="1" w:styleId="CF50B4583DBD4CBC8720C038148F7A094">
    <w:name w:val="CF50B4583DBD4CBC8720C038148F7A094"/>
    <w:rsid w:val="00B637E3"/>
    <w:rPr>
      <w:rFonts w:eastAsiaTheme="minorHAnsi"/>
      <w:lang w:eastAsia="en-US"/>
    </w:rPr>
  </w:style>
  <w:style w:type="paragraph" w:customStyle="1" w:styleId="4998AD4FEAC4402E914D5BFF280012114">
    <w:name w:val="4998AD4FEAC4402E914D5BFF280012114"/>
    <w:rsid w:val="00B637E3"/>
    <w:rPr>
      <w:rFonts w:eastAsiaTheme="minorHAnsi"/>
      <w:lang w:eastAsia="en-US"/>
    </w:rPr>
  </w:style>
  <w:style w:type="paragraph" w:customStyle="1" w:styleId="50B9135090F94BCD93663AD4ABB3E3EC4">
    <w:name w:val="50B9135090F94BCD93663AD4ABB3E3EC4"/>
    <w:rsid w:val="00B637E3"/>
    <w:rPr>
      <w:rFonts w:eastAsiaTheme="minorHAnsi"/>
      <w:lang w:eastAsia="en-US"/>
    </w:rPr>
  </w:style>
  <w:style w:type="paragraph" w:customStyle="1" w:styleId="3AC904D7B2944E3FBCCC0AB8A0B072964">
    <w:name w:val="3AC904D7B2944E3FBCCC0AB8A0B072964"/>
    <w:rsid w:val="00B637E3"/>
    <w:rPr>
      <w:rFonts w:eastAsiaTheme="minorHAnsi"/>
      <w:lang w:eastAsia="en-US"/>
    </w:rPr>
  </w:style>
  <w:style w:type="paragraph" w:customStyle="1" w:styleId="D38BD3FCBE4B40C8B54A7671B59732774">
    <w:name w:val="D38BD3FCBE4B40C8B54A7671B59732774"/>
    <w:rsid w:val="00B637E3"/>
    <w:rPr>
      <w:rFonts w:eastAsiaTheme="minorHAnsi"/>
      <w:lang w:eastAsia="en-US"/>
    </w:rPr>
  </w:style>
  <w:style w:type="paragraph" w:customStyle="1" w:styleId="D2B310F021314ACFA5218491B5C572F54">
    <w:name w:val="D2B310F021314ACFA5218491B5C572F54"/>
    <w:rsid w:val="00B637E3"/>
    <w:rPr>
      <w:rFonts w:eastAsiaTheme="minorHAnsi"/>
      <w:lang w:eastAsia="en-US"/>
    </w:rPr>
  </w:style>
  <w:style w:type="paragraph" w:customStyle="1" w:styleId="52F55EE76E454BA996A506E862D95D6C4">
    <w:name w:val="52F55EE76E454BA996A506E862D95D6C4"/>
    <w:rsid w:val="00B637E3"/>
    <w:rPr>
      <w:rFonts w:eastAsiaTheme="minorHAnsi"/>
      <w:lang w:eastAsia="en-US"/>
    </w:rPr>
  </w:style>
  <w:style w:type="paragraph" w:customStyle="1" w:styleId="C0BB0A344137460EA7DC02AFBA11C92F4">
    <w:name w:val="C0BB0A344137460EA7DC02AFBA11C92F4"/>
    <w:rsid w:val="00B637E3"/>
    <w:rPr>
      <w:rFonts w:eastAsiaTheme="minorHAnsi"/>
      <w:lang w:eastAsia="en-US"/>
    </w:rPr>
  </w:style>
  <w:style w:type="paragraph" w:customStyle="1" w:styleId="2ABB73E66F874C0A829A19556EF1DF544">
    <w:name w:val="2ABB73E66F874C0A829A19556EF1DF544"/>
    <w:rsid w:val="00B637E3"/>
    <w:rPr>
      <w:rFonts w:eastAsiaTheme="minorHAnsi"/>
      <w:lang w:eastAsia="en-US"/>
    </w:rPr>
  </w:style>
  <w:style w:type="paragraph" w:customStyle="1" w:styleId="511C9211858F495C8385DAAC46059FC24">
    <w:name w:val="511C9211858F495C8385DAAC46059FC24"/>
    <w:rsid w:val="00B637E3"/>
    <w:rPr>
      <w:rFonts w:eastAsiaTheme="minorHAnsi"/>
      <w:lang w:eastAsia="en-US"/>
    </w:rPr>
  </w:style>
  <w:style w:type="paragraph" w:customStyle="1" w:styleId="03CD2C3A74D14135865F7A4B95F691BB4">
    <w:name w:val="03CD2C3A74D14135865F7A4B95F691BB4"/>
    <w:rsid w:val="00B637E3"/>
    <w:rPr>
      <w:rFonts w:eastAsiaTheme="minorHAnsi"/>
      <w:lang w:eastAsia="en-US"/>
    </w:rPr>
  </w:style>
  <w:style w:type="paragraph" w:customStyle="1" w:styleId="F45ECF1005FD490E953E0E44BC2150E94">
    <w:name w:val="F45ECF1005FD490E953E0E44BC2150E94"/>
    <w:rsid w:val="00B637E3"/>
    <w:rPr>
      <w:rFonts w:eastAsiaTheme="minorHAnsi"/>
      <w:lang w:eastAsia="en-US"/>
    </w:rPr>
  </w:style>
  <w:style w:type="paragraph" w:customStyle="1" w:styleId="27A3DFF4768240C4BFF7DF0EC2888EA54">
    <w:name w:val="27A3DFF4768240C4BFF7DF0EC2888EA54"/>
    <w:rsid w:val="00B637E3"/>
    <w:rPr>
      <w:rFonts w:eastAsiaTheme="minorHAnsi"/>
      <w:lang w:eastAsia="en-US"/>
    </w:rPr>
  </w:style>
  <w:style w:type="paragraph" w:customStyle="1" w:styleId="4F6E519084D249CD876B82AE9D796CB84">
    <w:name w:val="4F6E519084D249CD876B82AE9D796CB84"/>
    <w:rsid w:val="00B637E3"/>
    <w:rPr>
      <w:rFonts w:eastAsiaTheme="minorHAnsi"/>
      <w:lang w:eastAsia="en-US"/>
    </w:rPr>
  </w:style>
  <w:style w:type="paragraph" w:customStyle="1" w:styleId="29142387158045348568C64B2367A4404">
    <w:name w:val="29142387158045348568C64B2367A4404"/>
    <w:rsid w:val="00B637E3"/>
    <w:rPr>
      <w:rFonts w:eastAsiaTheme="minorHAnsi"/>
      <w:lang w:eastAsia="en-US"/>
    </w:rPr>
  </w:style>
  <w:style w:type="paragraph" w:customStyle="1" w:styleId="71D8DD155B8F400E9767AE7C976A09604">
    <w:name w:val="71D8DD155B8F400E9767AE7C976A09604"/>
    <w:rsid w:val="00B637E3"/>
    <w:rPr>
      <w:rFonts w:eastAsiaTheme="minorHAnsi"/>
      <w:lang w:eastAsia="en-US"/>
    </w:rPr>
  </w:style>
  <w:style w:type="paragraph" w:customStyle="1" w:styleId="F5262E137388474A9AC08BBE7C5CF5944">
    <w:name w:val="F5262E137388474A9AC08BBE7C5CF5944"/>
    <w:rsid w:val="00B637E3"/>
    <w:rPr>
      <w:rFonts w:eastAsiaTheme="minorHAnsi"/>
      <w:lang w:eastAsia="en-US"/>
    </w:rPr>
  </w:style>
  <w:style w:type="paragraph" w:customStyle="1" w:styleId="660EB379D92745BCA720878B7AF4496B4">
    <w:name w:val="660EB379D92745BCA720878B7AF4496B4"/>
    <w:rsid w:val="00B637E3"/>
    <w:rPr>
      <w:rFonts w:eastAsiaTheme="minorHAnsi"/>
      <w:lang w:eastAsia="en-US"/>
    </w:rPr>
  </w:style>
  <w:style w:type="paragraph" w:customStyle="1" w:styleId="8778ADA5983A40F29A2824A47A2366BA4">
    <w:name w:val="8778ADA5983A40F29A2824A47A2366BA4"/>
    <w:rsid w:val="00B637E3"/>
    <w:rPr>
      <w:rFonts w:eastAsiaTheme="minorHAnsi"/>
      <w:lang w:eastAsia="en-US"/>
    </w:rPr>
  </w:style>
  <w:style w:type="paragraph" w:customStyle="1" w:styleId="E3ED45A54C7C46AA9D3FC155AD2A2FD45">
    <w:name w:val="E3ED45A54C7C46AA9D3FC155AD2A2FD45"/>
    <w:rsid w:val="00B637E3"/>
    <w:rPr>
      <w:rFonts w:eastAsiaTheme="minorHAnsi"/>
      <w:lang w:eastAsia="en-US"/>
    </w:rPr>
  </w:style>
  <w:style w:type="paragraph" w:customStyle="1" w:styleId="072C43A6A5A940AABBB529AAB370B1845">
    <w:name w:val="072C43A6A5A940AABBB529AAB370B1845"/>
    <w:rsid w:val="00B637E3"/>
    <w:rPr>
      <w:rFonts w:eastAsiaTheme="minorHAnsi"/>
      <w:lang w:eastAsia="en-US"/>
    </w:rPr>
  </w:style>
  <w:style w:type="paragraph" w:customStyle="1" w:styleId="8FAF859152F14AA0B08ADAFD87F01D392">
    <w:name w:val="8FAF859152F14AA0B08ADAFD87F01D392"/>
    <w:rsid w:val="00B637E3"/>
    <w:rPr>
      <w:rFonts w:eastAsiaTheme="minorHAnsi"/>
      <w:lang w:eastAsia="en-US"/>
    </w:rPr>
  </w:style>
  <w:style w:type="paragraph" w:customStyle="1" w:styleId="960A17A8A1DD460991AA32570A7BB77D3">
    <w:name w:val="960A17A8A1DD460991AA32570A7BB77D3"/>
    <w:rsid w:val="00B637E3"/>
    <w:rPr>
      <w:rFonts w:eastAsiaTheme="minorHAnsi"/>
      <w:lang w:eastAsia="en-US"/>
    </w:rPr>
  </w:style>
  <w:style w:type="paragraph" w:customStyle="1" w:styleId="8FE096D2AE514E2497679BD66E59B4D13">
    <w:name w:val="8FE096D2AE514E2497679BD66E59B4D13"/>
    <w:rsid w:val="00B637E3"/>
    <w:rPr>
      <w:rFonts w:eastAsiaTheme="minorHAnsi"/>
      <w:lang w:eastAsia="en-US"/>
    </w:rPr>
  </w:style>
  <w:style w:type="paragraph" w:customStyle="1" w:styleId="20C4F2A180604E1CA90595E301EF3E3B2">
    <w:name w:val="20C4F2A180604E1CA90595E301EF3E3B2"/>
    <w:rsid w:val="00B637E3"/>
    <w:rPr>
      <w:rFonts w:eastAsiaTheme="minorHAnsi"/>
      <w:lang w:eastAsia="en-US"/>
    </w:rPr>
  </w:style>
  <w:style w:type="paragraph" w:customStyle="1" w:styleId="14D7828FCDDE4480BDC157A7A29981611">
    <w:name w:val="14D7828FCDDE4480BDC157A7A29981611"/>
    <w:rsid w:val="00B637E3"/>
    <w:rPr>
      <w:rFonts w:eastAsiaTheme="minorHAnsi"/>
      <w:lang w:eastAsia="en-US"/>
    </w:rPr>
  </w:style>
  <w:style w:type="paragraph" w:customStyle="1" w:styleId="D2291F9BF83E483E96F802F1BC8B656A1">
    <w:name w:val="D2291F9BF83E483E96F802F1BC8B656A1"/>
    <w:rsid w:val="00B637E3"/>
    <w:rPr>
      <w:rFonts w:eastAsiaTheme="minorHAnsi"/>
      <w:lang w:eastAsia="en-US"/>
    </w:rPr>
  </w:style>
  <w:style w:type="paragraph" w:customStyle="1" w:styleId="D15BC072CD7644F3B3EE7AF4EF1BDA7E1">
    <w:name w:val="D15BC072CD7644F3B3EE7AF4EF1BDA7E1"/>
    <w:rsid w:val="00B637E3"/>
    <w:rPr>
      <w:rFonts w:eastAsiaTheme="minorHAnsi"/>
      <w:lang w:eastAsia="en-US"/>
    </w:rPr>
  </w:style>
  <w:style w:type="paragraph" w:customStyle="1" w:styleId="28B6E702C23A429C86D70AAA661D84381">
    <w:name w:val="28B6E702C23A429C86D70AAA661D84381"/>
    <w:rsid w:val="00B637E3"/>
    <w:rPr>
      <w:rFonts w:eastAsiaTheme="minorHAnsi"/>
      <w:lang w:eastAsia="en-US"/>
    </w:rPr>
  </w:style>
  <w:style w:type="paragraph" w:customStyle="1" w:styleId="F0FE75BD223F45C8B95E1F63B06385D1">
    <w:name w:val="F0FE75BD223F45C8B95E1F63B06385D1"/>
    <w:rsid w:val="00B637E3"/>
    <w:rPr>
      <w:rFonts w:eastAsiaTheme="minorHAnsi"/>
      <w:lang w:eastAsia="en-US"/>
    </w:rPr>
  </w:style>
  <w:style w:type="paragraph" w:customStyle="1" w:styleId="A80CAA0C4CB140F79683C5A27B034096">
    <w:name w:val="A80CAA0C4CB140F79683C5A27B034096"/>
    <w:rsid w:val="00B637E3"/>
    <w:rPr>
      <w:rFonts w:eastAsiaTheme="minorHAnsi"/>
      <w:lang w:eastAsia="en-US"/>
    </w:rPr>
  </w:style>
  <w:style w:type="paragraph" w:customStyle="1" w:styleId="5DDE55A06DDE4D6685E23387427148C8">
    <w:name w:val="5DDE55A06DDE4D6685E23387427148C8"/>
    <w:rsid w:val="00B637E3"/>
    <w:rPr>
      <w:rFonts w:eastAsiaTheme="minorHAnsi"/>
      <w:lang w:eastAsia="en-US"/>
    </w:rPr>
  </w:style>
  <w:style w:type="paragraph" w:customStyle="1" w:styleId="1A6D4B806434432EAAD7C4EDF072F5BB1">
    <w:name w:val="1A6D4B806434432EAAD7C4EDF072F5BB1"/>
    <w:rsid w:val="00B637E3"/>
    <w:rPr>
      <w:rFonts w:eastAsiaTheme="minorHAnsi"/>
      <w:lang w:eastAsia="en-US"/>
    </w:rPr>
  </w:style>
  <w:style w:type="paragraph" w:customStyle="1" w:styleId="3137A45367D7479B912306B6F9AFF83A1">
    <w:name w:val="3137A45367D7479B912306B6F9AFF83A1"/>
    <w:rsid w:val="00B637E3"/>
    <w:rPr>
      <w:rFonts w:eastAsiaTheme="minorHAnsi"/>
      <w:lang w:eastAsia="en-US"/>
    </w:rPr>
  </w:style>
  <w:style w:type="paragraph" w:customStyle="1" w:styleId="4E2420F11C844277A7F81A9E270490071">
    <w:name w:val="4E2420F11C844277A7F81A9E270490071"/>
    <w:rsid w:val="00B637E3"/>
    <w:rPr>
      <w:rFonts w:eastAsiaTheme="minorHAnsi"/>
      <w:lang w:eastAsia="en-US"/>
    </w:rPr>
  </w:style>
  <w:style w:type="paragraph" w:customStyle="1" w:styleId="11FDD7D30B9D4AB0ADDA45B61D8CF6D9">
    <w:name w:val="11FDD7D30B9D4AB0ADDA45B61D8CF6D9"/>
    <w:rsid w:val="00B637E3"/>
    <w:rPr>
      <w:rFonts w:eastAsiaTheme="minorHAnsi"/>
      <w:lang w:eastAsia="en-US"/>
    </w:rPr>
  </w:style>
  <w:style w:type="paragraph" w:customStyle="1" w:styleId="2D34C597AC9F472D9A340D57D09E18BF1">
    <w:name w:val="2D34C597AC9F472D9A340D57D09E18BF1"/>
    <w:rsid w:val="00B637E3"/>
    <w:rPr>
      <w:rFonts w:eastAsiaTheme="minorHAnsi"/>
      <w:lang w:eastAsia="en-US"/>
    </w:rPr>
  </w:style>
  <w:style w:type="paragraph" w:customStyle="1" w:styleId="261D66448AB740DD810956B7308A0B611">
    <w:name w:val="261D66448AB740DD810956B7308A0B611"/>
    <w:rsid w:val="00B637E3"/>
    <w:rPr>
      <w:rFonts w:eastAsiaTheme="minorHAnsi"/>
      <w:lang w:eastAsia="en-US"/>
    </w:rPr>
  </w:style>
  <w:style w:type="paragraph" w:customStyle="1" w:styleId="7F11FDFA534A465DB782D6874C902FE1">
    <w:name w:val="7F11FDFA534A465DB782D6874C902FE1"/>
    <w:rsid w:val="00B637E3"/>
    <w:rPr>
      <w:rFonts w:eastAsiaTheme="minorHAnsi"/>
      <w:lang w:eastAsia="en-US"/>
    </w:rPr>
  </w:style>
  <w:style w:type="paragraph" w:customStyle="1" w:styleId="6F7CCAA1552F4C2C9451DDE329BE90161">
    <w:name w:val="6F7CCAA1552F4C2C9451DDE329BE90161"/>
    <w:rsid w:val="00B637E3"/>
    <w:rPr>
      <w:rFonts w:eastAsiaTheme="minorHAnsi"/>
      <w:lang w:eastAsia="en-US"/>
    </w:rPr>
  </w:style>
  <w:style w:type="paragraph" w:customStyle="1" w:styleId="55E136D6CCBD4DE3B8801EB4817BAFAF1">
    <w:name w:val="55E136D6CCBD4DE3B8801EB4817BAFAF1"/>
    <w:rsid w:val="00B637E3"/>
    <w:rPr>
      <w:rFonts w:eastAsiaTheme="minorHAnsi"/>
      <w:lang w:eastAsia="en-US"/>
    </w:rPr>
  </w:style>
  <w:style w:type="paragraph" w:customStyle="1" w:styleId="9C564DE4D77A43459DE8D1C0A68B84AB1">
    <w:name w:val="9C564DE4D77A43459DE8D1C0A68B84AB1"/>
    <w:rsid w:val="00B637E3"/>
    <w:rPr>
      <w:rFonts w:eastAsiaTheme="minorHAnsi"/>
      <w:lang w:eastAsia="en-US"/>
    </w:rPr>
  </w:style>
  <w:style w:type="paragraph" w:customStyle="1" w:styleId="6E5CF607BCB143348CF0643BEE05A2AB">
    <w:name w:val="6E5CF607BCB143348CF0643BEE05A2AB"/>
    <w:rsid w:val="00B637E3"/>
    <w:rPr>
      <w:rFonts w:eastAsiaTheme="minorHAnsi"/>
      <w:lang w:eastAsia="en-US"/>
    </w:rPr>
  </w:style>
  <w:style w:type="paragraph" w:customStyle="1" w:styleId="A0F98D347FBF4FDBB55BBBFC0F029F2A1">
    <w:name w:val="A0F98D347FBF4FDBB55BBBFC0F029F2A1"/>
    <w:rsid w:val="00B637E3"/>
    <w:rPr>
      <w:rFonts w:eastAsiaTheme="minorHAnsi"/>
      <w:lang w:eastAsia="en-US"/>
    </w:rPr>
  </w:style>
  <w:style w:type="paragraph" w:customStyle="1" w:styleId="6CD869B7C6B5431BBA69F7E4AC6C6D3B1">
    <w:name w:val="6CD869B7C6B5431BBA69F7E4AC6C6D3B1"/>
    <w:rsid w:val="00B637E3"/>
    <w:rPr>
      <w:rFonts w:eastAsiaTheme="minorHAnsi"/>
      <w:lang w:eastAsia="en-US"/>
    </w:rPr>
  </w:style>
  <w:style w:type="paragraph" w:customStyle="1" w:styleId="5B3C424710D949CA863E5784460345CB1">
    <w:name w:val="5B3C424710D949CA863E5784460345CB1"/>
    <w:rsid w:val="00B637E3"/>
    <w:rPr>
      <w:rFonts w:eastAsiaTheme="minorHAnsi"/>
      <w:lang w:eastAsia="en-US"/>
    </w:rPr>
  </w:style>
  <w:style w:type="paragraph" w:customStyle="1" w:styleId="517CC53A069449F08B301DF718104B751">
    <w:name w:val="517CC53A069449F08B301DF718104B751"/>
    <w:rsid w:val="00B637E3"/>
    <w:rPr>
      <w:rFonts w:eastAsiaTheme="minorHAnsi"/>
      <w:lang w:eastAsia="en-US"/>
    </w:rPr>
  </w:style>
  <w:style w:type="paragraph" w:customStyle="1" w:styleId="72889C798D0147E1BC9A3C8DDEC74F5D1">
    <w:name w:val="72889C798D0147E1BC9A3C8DDEC74F5D1"/>
    <w:rsid w:val="00B637E3"/>
    <w:rPr>
      <w:rFonts w:eastAsiaTheme="minorHAnsi"/>
      <w:lang w:eastAsia="en-US"/>
    </w:rPr>
  </w:style>
  <w:style w:type="paragraph" w:customStyle="1" w:styleId="2824EE0B6EB34E0AB89E0B52E8C71A301">
    <w:name w:val="2824EE0B6EB34E0AB89E0B52E8C71A301"/>
    <w:rsid w:val="00B637E3"/>
    <w:rPr>
      <w:rFonts w:eastAsiaTheme="minorHAnsi"/>
      <w:lang w:eastAsia="en-US"/>
    </w:rPr>
  </w:style>
  <w:style w:type="paragraph" w:customStyle="1" w:styleId="5B473D1E32934231B959B94F02259C951">
    <w:name w:val="5B473D1E32934231B959B94F02259C951"/>
    <w:rsid w:val="00B637E3"/>
    <w:rPr>
      <w:rFonts w:eastAsiaTheme="minorHAnsi"/>
      <w:lang w:eastAsia="en-US"/>
    </w:rPr>
  </w:style>
  <w:style w:type="paragraph" w:customStyle="1" w:styleId="B5E6393448184FED85B0F62AD58DEA081">
    <w:name w:val="B5E6393448184FED85B0F62AD58DEA081"/>
    <w:rsid w:val="00B637E3"/>
    <w:rPr>
      <w:rFonts w:eastAsiaTheme="minorHAnsi"/>
      <w:lang w:eastAsia="en-US"/>
    </w:rPr>
  </w:style>
  <w:style w:type="paragraph" w:customStyle="1" w:styleId="DAB00825161E45BDA8B4A61AAA5DBD92">
    <w:name w:val="DAB00825161E45BDA8B4A61AAA5DBD92"/>
    <w:rsid w:val="00B637E3"/>
    <w:rPr>
      <w:rFonts w:eastAsiaTheme="minorHAnsi"/>
      <w:lang w:eastAsia="en-US"/>
    </w:rPr>
  </w:style>
  <w:style w:type="paragraph" w:customStyle="1" w:styleId="7978985C8C0742EEB89CFBDBF5D38165">
    <w:name w:val="7978985C8C0742EEB89CFBDBF5D38165"/>
    <w:rsid w:val="00B637E3"/>
    <w:rPr>
      <w:rFonts w:eastAsiaTheme="minorHAnsi"/>
      <w:lang w:eastAsia="en-US"/>
    </w:rPr>
  </w:style>
  <w:style w:type="paragraph" w:customStyle="1" w:styleId="486D14A0B84B4BD89F173830AC4F5DAE">
    <w:name w:val="486D14A0B84B4BD89F173830AC4F5DAE"/>
    <w:rsid w:val="00B637E3"/>
    <w:rPr>
      <w:rFonts w:eastAsiaTheme="minorHAnsi"/>
      <w:lang w:eastAsia="en-US"/>
    </w:rPr>
  </w:style>
  <w:style w:type="paragraph" w:customStyle="1" w:styleId="7021C44681044D23815044E432DFEB59">
    <w:name w:val="7021C44681044D23815044E432DFEB59"/>
    <w:rsid w:val="00B637E3"/>
    <w:rPr>
      <w:rFonts w:eastAsiaTheme="minorHAnsi"/>
      <w:lang w:eastAsia="en-US"/>
    </w:rPr>
  </w:style>
  <w:style w:type="paragraph" w:customStyle="1" w:styleId="A41956E171DE454E97A6F3E137B6CB2F">
    <w:name w:val="A41956E171DE454E97A6F3E137B6CB2F"/>
    <w:rsid w:val="00B637E3"/>
    <w:rPr>
      <w:rFonts w:eastAsiaTheme="minorHAnsi"/>
      <w:lang w:eastAsia="en-US"/>
    </w:rPr>
  </w:style>
  <w:style w:type="paragraph" w:customStyle="1" w:styleId="AB1DC2C6059B4E03B1F170AB7C0D64D9">
    <w:name w:val="AB1DC2C6059B4E03B1F170AB7C0D64D9"/>
    <w:rsid w:val="00B637E3"/>
    <w:rPr>
      <w:rFonts w:eastAsiaTheme="minorHAnsi"/>
      <w:lang w:eastAsia="en-US"/>
    </w:rPr>
  </w:style>
  <w:style w:type="paragraph" w:customStyle="1" w:styleId="040F28C1DF6A4AB08861C8531587ADDC1">
    <w:name w:val="040F28C1DF6A4AB08861C8531587ADDC1"/>
    <w:rsid w:val="00B637E3"/>
    <w:rPr>
      <w:rFonts w:eastAsiaTheme="minorHAnsi"/>
      <w:lang w:eastAsia="en-US"/>
    </w:rPr>
  </w:style>
  <w:style w:type="paragraph" w:customStyle="1" w:styleId="EE13074CAB4447C5BDF919644F98CED51">
    <w:name w:val="EE13074CAB4447C5BDF919644F98CED51"/>
    <w:rsid w:val="00B637E3"/>
    <w:rPr>
      <w:rFonts w:eastAsiaTheme="minorHAnsi"/>
      <w:lang w:eastAsia="en-US"/>
    </w:rPr>
  </w:style>
  <w:style w:type="paragraph" w:customStyle="1" w:styleId="D72E8E8952A14E95A83C5DB7F4FE8DDD1">
    <w:name w:val="D72E8E8952A14E95A83C5DB7F4FE8DDD1"/>
    <w:rsid w:val="00B637E3"/>
    <w:rPr>
      <w:rFonts w:eastAsiaTheme="minorHAnsi"/>
      <w:lang w:eastAsia="en-US"/>
    </w:rPr>
  </w:style>
  <w:style w:type="paragraph" w:customStyle="1" w:styleId="63265428ED534194928582A1F378DAD51">
    <w:name w:val="63265428ED534194928582A1F378DAD51"/>
    <w:rsid w:val="00B637E3"/>
    <w:rPr>
      <w:rFonts w:eastAsiaTheme="minorHAnsi"/>
      <w:lang w:eastAsia="en-US"/>
    </w:rPr>
  </w:style>
  <w:style w:type="paragraph" w:customStyle="1" w:styleId="5E5CD2AECB5F4875A10A4B6A074DC6B21">
    <w:name w:val="5E5CD2AECB5F4875A10A4B6A074DC6B21"/>
    <w:rsid w:val="00B637E3"/>
    <w:rPr>
      <w:rFonts w:eastAsiaTheme="minorHAnsi"/>
      <w:lang w:eastAsia="en-US"/>
    </w:rPr>
  </w:style>
  <w:style w:type="paragraph" w:customStyle="1" w:styleId="28C800D5F6F84E4AB1FF089B57514EE81">
    <w:name w:val="28C800D5F6F84E4AB1FF089B57514EE81"/>
    <w:rsid w:val="00B637E3"/>
    <w:rPr>
      <w:rFonts w:eastAsiaTheme="minorHAnsi"/>
      <w:lang w:eastAsia="en-US"/>
    </w:rPr>
  </w:style>
  <w:style w:type="paragraph" w:customStyle="1" w:styleId="3032334DE6E04172A365AE53B1036339">
    <w:name w:val="3032334DE6E04172A365AE53B1036339"/>
    <w:rsid w:val="00B637E3"/>
    <w:rPr>
      <w:rFonts w:eastAsiaTheme="minorHAnsi"/>
      <w:lang w:eastAsia="en-US"/>
    </w:rPr>
  </w:style>
  <w:style w:type="paragraph" w:customStyle="1" w:styleId="7BBE64D320AE4107B2C8F54D714B6A92">
    <w:name w:val="7BBE64D320AE4107B2C8F54D714B6A92"/>
    <w:rsid w:val="00B637E3"/>
    <w:rPr>
      <w:rFonts w:eastAsiaTheme="minorHAnsi"/>
      <w:lang w:eastAsia="en-US"/>
    </w:rPr>
  </w:style>
  <w:style w:type="paragraph" w:customStyle="1" w:styleId="9FA02D29AF484FA3AD1054E48226BB06">
    <w:name w:val="9FA02D29AF484FA3AD1054E48226BB06"/>
    <w:rsid w:val="00B637E3"/>
    <w:rPr>
      <w:rFonts w:eastAsiaTheme="minorHAnsi"/>
      <w:lang w:eastAsia="en-US"/>
    </w:rPr>
  </w:style>
  <w:style w:type="paragraph" w:customStyle="1" w:styleId="0EE002F6E3344D3FAF5580FA1192CCBD">
    <w:name w:val="0EE002F6E3344D3FAF5580FA1192CCBD"/>
    <w:rsid w:val="00B637E3"/>
    <w:rPr>
      <w:rFonts w:eastAsiaTheme="minorHAnsi"/>
      <w:lang w:eastAsia="en-US"/>
    </w:rPr>
  </w:style>
  <w:style w:type="paragraph" w:customStyle="1" w:styleId="DC5862440C434E06977F7FB0D4249B5A">
    <w:name w:val="DC5862440C434E06977F7FB0D4249B5A"/>
    <w:rsid w:val="00B637E3"/>
    <w:rPr>
      <w:rFonts w:eastAsiaTheme="minorHAnsi"/>
      <w:lang w:eastAsia="en-US"/>
    </w:rPr>
  </w:style>
  <w:style w:type="paragraph" w:customStyle="1" w:styleId="8239858C99B94A968123C81C74B7EF0B">
    <w:name w:val="8239858C99B94A968123C81C74B7EF0B"/>
    <w:rsid w:val="00B637E3"/>
    <w:rPr>
      <w:rFonts w:eastAsiaTheme="minorHAnsi"/>
      <w:lang w:eastAsia="en-US"/>
    </w:rPr>
  </w:style>
  <w:style w:type="paragraph" w:customStyle="1" w:styleId="7ADAF2BB89644D74ADC6DBDD124BBC22">
    <w:name w:val="7ADAF2BB89644D74ADC6DBDD124BBC22"/>
    <w:rsid w:val="00B637E3"/>
    <w:rPr>
      <w:rFonts w:eastAsiaTheme="minorHAnsi"/>
      <w:lang w:eastAsia="en-US"/>
    </w:rPr>
  </w:style>
  <w:style w:type="paragraph" w:customStyle="1" w:styleId="1102A78286554B4E8EC7AA1762F1990D4">
    <w:name w:val="1102A78286554B4E8EC7AA1762F1990D4"/>
    <w:rsid w:val="00B637E3"/>
    <w:rPr>
      <w:rFonts w:eastAsiaTheme="minorHAnsi"/>
      <w:lang w:eastAsia="en-US"/>
    </w:rPr>
  </w:style>
  <w:style w:type="paragraph" w:customStyle="1" w:styleId="0C49225EA5AE47BFBD802291B2EB0771">
    <w:name w:val="0C49225EA5AE47BFBD802291B2EB0771"/>
    <w:rsid w:val="00B637E3"/>
  </w:style>
  <w:style w:type="paragraph" w:customStyle="1" w:styleId="DF799E0F4F9143B39DFBB4E58C0A4AE4">
    <w:name w:val="DF799E0F4F9143B39DFBB4E58C0A4AE4"/>
    <w:rsid w:val="00B637E3"/>
  </w:style>
  <w:style w:type="paragraph" w:customStyle="1" w:styleId="8B3F9D1A7E0C42A1A5F3A6907056D901">
    <w:name w:val="8B3F9D1A7E0C42A1A5F3A6907056D901"/>
    <w:rsid w:val="00B637E3"/>
  </w:style>
  <w:style w:type="paragraph" w:customStyle="1" w:styleId="5644A615ADE5496C8241E29848B8D54B">
    <w:name w:val="5644A615ADE5496C8241E29848B8D54B"/>
    <w:rsid w:val="00B637E3"/>
  </w:style>
  <w:style w:type="paragraph" w:customStyle="1" w:styleId="E593D276FD5A460DA08CB05DD0F4EFBD">
    <w:name w:val="E593D276FD5A460DA08CB05DD0F4EFBD"/>
    <w:rsid w:val="00B637E3"/>
  </w:style>
  <w:style w:type="paragraph" w:customStyle="1" w:styleId="3DC293ACB9604DD797BEF9EB832A3CF4">
    <w:name w:val="3DC293ACB9604DD797BEF9EB832A3CF4"/>
    <w:rsid w:val="00B637E3"/>
  </w:style>
  <w:style w:type="paragraph" w:customStyle="1" w:styleId="355B6B5F54AC4436911AD51406ED1A1C">
    <w:name w:val="355B6B5F54AC4436911AD51406ED1A1C"/>
    <w:rsid w:val="00B637E3"/>
  </w:style>
  <w:style w:type="paragraph" w:customStyle="1" w:styleId="0E3FB4991F434970AE9B611C0370FC10">
    <w:name w:val="0E3FB4991F434970AE9B611C0370FC10"/>
    <w:rsid w:val="00BA4131"/>
  </w:style>
  <w:style w:type="paragraph" w:customStyle="1" w:styleId="9EAFCB56F07C4931941071DAD673DBDE">
    <w:name w:val="9EAFCB56F07C4931941071DAD673DBDE"/>
    <w:rsid w:val="00BA4131"/>
  </w:style>
  <w:style w:type="paragraph" w:customStyle="1" w:styleId="FA0131FF9A444E93839B75E2B9D106E2">
    <w:name w:val="FA0131FF9A444E93839B75E2B9D106E2"/>
    <w:rsid w:val="00BA4131"/>
  </w:style>
  <w:style w:type="paragraph" w:customStyle="1" w:styleId="DD2EAAF7DF614CE0A814A0F9A7695F19">
    <w:name w:val="DD2EAAF7DF614CE0A814A0F9A7695F19"/>
    <w:rsid w:val="00BA4131"/>
  </w:style>
  <w:style w:type="paragraph" w:customStyle="1" w:styleId="7BEADD6059714DDF9C26B85B21C43F77">
    <w:name w:val="7BEADD6059714DDF9C26B85B21C43F77"/>
    <w:rsid w:val="00BA4131"/>
  </w:style>
  <w:style w:type="paragraph" w:customStyle="1" w:styleId="FF2AF088F1194103B8B3780418076E45">
    <w:name w:val="FF2AF088F1194103B8B3780418076E45"/>
    <w:rsid w:val="00BA4131"/>
  </w:style>
  <w:style w:type="paragraph" w:customStyle="1" w:styleId="3F7DB261E4BB4CF58EA806D122847A79">
    <w:name w:val="3F7DB261E4BB4CF58EA806D122847A79"/>
    <w:rsid w:val="00BA4131"/>
  </w:style>
  <w:style w:type="paragraph" w:customStyle="1" w:styleId="78D3C3CA4181402CBBECAE5DBF6D7717">
    <w:name w:val="78D3C3CA4181402CBBECAE5DBF6D7717"/>
    <w:rsid w:val="00BA4131"/>
  </w:style>
  <w:style w:type="paragraph" w:customStyle="1" w:styleId="B020CF716FC74187969EA570E08BBF24">
    <w:name w:val="B020CF716FC74187969EA570E08BBF24"/>
    <w:rsid w:val="00BA4131"/>
  </w:style>
  <w:style w:type="paragraph" w:customStyle="1" w:styleId="5093376F4397431A8CAFDE66C28F3758">
    <w:name w:val="5093376F4397431A8CAFDE66C28F3758"/>
    <w:rsid w:val="00BA4131"/>
  </w:style>
  <w:style w:type="paragraph" w:customStyle="1" w:styleId="85131A6C955B480DB29344ABA31B5DCF">
    <w:name w:val="85131A6C955B480DB29344ABA31B5DCF"/>
    <w:rsid w:val="00BA4131"/>
  </w:style>
  <w:style w:type="paragraph" w:customStyle="1" w:styleId="30AB467F48F841319DC488647366A443">
    <w:name w:val="30AB467F48F841319DC488647366A443"/>
    <w:rsid w:val="00BA4131"/>
  </w:style>
  <w:style w:type="paragraph" w:customStyle="1" w:styleId="D8E58FCB1A2D43D08BDCC654DF1A424F">
    <w:name w:val="D8E58FCB1A2D43D08BDCC654DF1A424F"/>
    <w:rsid w:val="00BA4131"/>
  </w:style>
  <w:style w:type="paragraph" w:customStyle="1" w:styleId="7321CB37D5894C12B8141FBC03CB7242">
    <w:name w:val="7321CB37D5894C12B8141FBC03CB7242"/>
    <w:rsid w:val="00BA4131"/>
  </w:style>
  <w:style w:type="paragraph" w:customStyle="1" w:styleId="306475A063D7461ABA73D5E61E093896">
    <w:name w:val="306475A063D7461ABA73D5E61E093896"/>
    <w:rsid w:val="00BA4131"/>
  </w:style>
  <w:style w:type="paragraph" w:customStyle="1" w:styleId="BC89E241D02E49379EA167744B5F7478">
    <w:name w:val="BC89E241D02E49379EA167744B5F7478"/>
    <w:rsid w:val="00BA4131"/>
  </w:style>
  <w:style w:type="paragraph" w:customStyle="1" w:styleId="9187BDA311D24815A110D0DF48DD67DC">
    <w:name w:val="9187BDA311D24815A110D0DF48DD67DC"/>
    <w:rsid w:val="00BA4131"/>
  </w:style>
  <w:style w:type="paragraph" w:customStyle="1" w:styleId="2C2AC647F4A34B4E80D86B233D50A8A3">
    <w:name w:val="2C2AC647F4A34B4E80D86B233D50A8A3"/>
    <w:rsid w:val="00BA4131"/>
  </w:style>
  <w:style w:type="paragraph" w:customStyle="1" w:styleId="B924783545CE4F57BCAAAB669A0FBCA6">
    <w:name w:val="B924783545CE4F57BCAAAB669A0FBCA6"/>
    <w:rsid w:val="00FA370A"/>
  </w:style>
  <w:style w:type="paragraph" w:customStyle="1" w:styleId="40AE21125B98482382A145788B2979DB">
    <w:name w:val="40AE21125B98482382A145788B2979DB"/>
    <w:rsid w:val="00FA370A"/>
  </w:style>
  <w:style w:type="paragraph" w:customStyle="1" w:styleId="E45C8BE044DC4172A2199F8D7E28765E">
    <w:name w:val="E45C8BE044DC4172A2199F8D7E28765E"/>
    <w:rsid w:val="00FA370A"/>
  </w:style>
  <w:style w:type="paragraph" w:customStyle="1" w:styleId="0B76C3DC41124FAA8BCA2D9175AC8733">
    <w:name w:val="0B76C3DC41124FAA8BCA2D9175AC8733"/>
    <w:rsid w:val="00FA370A"/>
  </w:style>
  <w:style w:type="paragraph" w:customStyle="1" w:styleId="8139D410D38D435E9EDBDF9C5D4FBFB4">
    <w:name w:val="8139D410D38D435E9EDBDF9C5D4FBFB4"/>
    <w:rsid w:val="00FA370A"/>
  </w:style>
  <w:style w:type="paragraph" w:customStyle="1" w:styleId="B924783545CE4F57BCAAAB669A0FBCA61">
    <w:name w:val="B924783545CE4F57BCAAAB669A0FBCA61"/>
    <w:rsid w:val="00FA370A"/>
    <w:rPr>
      <w:rFonts w:eastAsiaTheme="minorHAnsi"/>
      <w:lang w:eastAsia="en-US"/>
    </w:rPr>
  </w:style>
  <w:style w:type="paragraph" w:customStyle="1" w:styleId="BEF030EDDCB1489BA6C5A017FEACA20E5">
    <w:name w:val="BEF030EDDCB1489BA6C5A017FEACA20E5"/>
    <w:rsid w:val="00FA370A"/>
    <w:rPr>
      <w:rFonts w:eastAsiaTheme="minorHAnsi"/>
      <w:lang w:eastAsia="en-US"/>
    </w:rPr>
  </w:style>
  <w:style w:type="paragraph" w:customStyle="1" w:styleId="CF50B4583DBD4CBC8720C038148F7A095">
    <w:name w:val="CF50B4583DBD4CBC8720C038148F7A095"/>
    <w:rsid w:val="00FA370A"/>
    <w:rPr>
      <w:rFonts w:eastAsiaTheme="minorHAnsi"/>
      <w:lang w:eastAsia="en-US"/>
    </w:rPr>
  </w:style>
  <w:style w:type="paragraph" w:customStyle="1" w:styleId="4998AD4FEAC4402E914D5BFF280012115">
    <w:name w:val="4998AD4FEAC4402E914D5BFF280012115"/>
    <w:rsid w:val="00FA370A"/>
    <w:rPr>
      <w:rFonts w:eastAsiaTheme="minorHAnsi"/>
      <w:lang w:eastAsia="en-US"/>
    </w:rPr>
  </w:style>
  <w:style w:type="paragraph" w:customStyle="1" w:styleId="9187BDA311D24815A110D0DF48DD67DC1">
    <w:name w:val="9187BDA311D24815A110D0DF48DD67DC1"/>
    <w:rsid w:val="00FA370A"/>
    <w:rPr>
      <w:rFonts w:eastAsiaTheme="minorHAnsi"/>
      <w:lang w:eastAsia="en-US"/>
    </w:rPr>
  </w:style>
  <w:style w:type="paragraph" w:customStyle="1" w:styleId="2C2AC647F4A34B4E80D86B233D50A8A31">
    <w:name w:val="2C2AC647F4A34B4E80D86B233D50A8A31"/>
    <w:rsid w:val="00FA370A"/>
    <w:rPr>
      <w:rFonts w:eastAsiaTheme="minorHAnsi"/>
      <w:lang w:eastAsia="en-US"/>
    </w:rPr>
  </w:style>
  <w:style w:type="paragraph" w:customStyle="1" w:styleId="03CD2C3A74D14135865F7A4B95F691BB5">
    <w:name w:val="03CD2C3A74D14135865F7A4B95F691BB5"/>
    <w:rsid w:val="00FA370A"/>
    <w:rPr>
      <w:rFonts w:eastAsiaTheme="minorHAnsi"/>
      <w:lang w:eastAsia="en-US"/>
    </w:rPr>
  </w:style>
  <w:style w:type="paragraph" w:customStyle="1" w:styleId="F45ECF1005FD490E953E0E44BC2150E95">
    <w:name w:val="F45ECF1005FD490E953E0E44BC2150E95"/>
    <w:rsid w:val="00FA370A"/>
    <w:rPr>
      <w:rFonts w:eastAsiaTheme="minorHAnsi"/>
      <w:lang w:eastAsia="en-US"/>
    </w:rPr>
  </w:style>
  <w:style w:type="paragraph" w:customStyle="1" w:styleId="27A3DFF4768240C4BFF7DF0EC2888EA55">
    <w:name w:val="27A3DFF4768240C4BFF7DF0EC2888EA55"/>
    <w:rsid w:val="00FA370A"/>
    <w:rPr>
      <w:rFonts w:eastAsiaTheme="minorHAnsi"/>
      <w:lang w:eastAsia="en-US"/>
    </w:rPr>
  </w:style>
  <w:style w:type="paragraph" w:customStyle="1" w:styleId="40AE21125B98482382A145788B2979DB1">
    <w:name w:val="40AE21125B98482382A145788B2979DB1"/>
    <w:rsid w:val="00FA370A"/>
    <w:rPr>
      <w:rFonts w:eastAsiaTheme="minorHAnsi"/>
      <w:lang w:eastAsia="en-US"/>
    </w:rPr>
  </w:style>
  <w:style w:type="paragraph" w:customStyle="1" w:styleId="E45C8BE044DC4172A2199F8D7E28765E1">
    <w:name w:val="E45C8BE044DC4172A2199F8D7E28765E1"/>
    <w:rsid w:val="00FA370A"/>
    <w:rPr>
      <w:rFonts w:eastAsiaTheme="minorHAnsi"/>
      <w:lang w:eastAsia="en-US"/>
    </w:rPr>
  </w:style>
  <w:style w:type="paragraph" w:customStyle="1" w:styleId="B020CF716FC74187969EA570E08BBF241">
    <w:name w:val="B020CF716FC74187969EA570E08BBF241"/>
    <w:rsid w:val="00FA370A"/>
    <w:rPr>
      <w:rFonts w:eastAsiaTheme="minorHAnsi"/>
      <w:lang w:eastAsia="en-US"/>
    </w:rPr>
  </w:style>
  <w:style w:type="paragraph" w:customStyle="1" w:styleId="5093376F4397431A8CAFDE66C28F37581">
    <w:name w:val="5093376F4397431A8CAFDE66C28F37581"/>
    <w:rsid w:val="00FA370A"/>
    <w:rPr>
      <w:rFonts w:eastAsiaTheme="minorHAnsi"/>
      <w:lang w:eastAsia="en-US"/>
    </w:rPr>
  </w:style>
  <w:style w:type="paragraph" w:customStyle="1" w:styleId="0B76C3DC41124FAA8BCA2D9175AC87331">
    <w:name w:val="0B76C3DC41124FAA8BCA2D9175AC87331"/>
    <w:rsid w:val="00FA370A"/>
    <w:rPr>
      <w:rFonts w:eastAsiaTheme="minorHAnsi"/>
      <w:lang w:eastAsia="en-US"/>
    </w:rPr>
  </w:style>
  <w:style w:type="paragraph" w:customStyle="1" w:styleId="8139D410D38D435E9EDBDF9C5D4FBFB41">
    <w:name w:val="8139D410D38D435E9EDBDF9C5D4FBFB41"/>
    <w:rsid w:val="00FA370A"/>
    <w:rPr>
      <w:rFonts w:eastAsiaTheme="minorHAnsi"/>
      <w:lang w:eastAsia="en-US"/>
    </w:rPr>
  </w:style>
  <w:style w:type="paragraph" w:customStyle="1" w:styleId="85131A6C955B480DB29344ABA31B5DCF1">
    <w:name w:val="85131A6C955B480DB29344ABA31B5DCF1"/>
    <w:rsid w:val="00FA370A"/>
    <w:rPr>
      <w:rFonts w:eastAsiaTheme="minorHAnsi"/>
      <w:lang w:eastAsia="en-US"/>
    </w:rPr>
  </w:style>
  <w:style w:type="paragraph" w:customStyle="1" w:styleId="30AB467F48F841319DC488647366A4431">
    <w:name w:val="30AB467F48F841319DC488647366A4431"/>
    <w:rsid w:val="00FA370A"/>
    <w:rPr>
      <w:rFonts w:eastAsiaTheme="minorHAnsi"/>
      <w:lang w:eastAsia="en-US"/>
    </w:rPr>
  </w:style>
  <w:style w:type="paragraph" w:customStyle="1" w:styleId="D8E58FCB1A2D43D08BDCC654DF1A424F1">
    <w:name w:val="D8E58FCB1A2D43D08BDCC654DF1A424F1"/>
    <w:rsid w:val="00FA370A"/>
    <w:rPr>
      <w:rFonts w:eastAsiaTheme="minorHAnsi"/>
      <w:lang w:eastAsia="en-US"/>
    </w:rPr>
  </w:style>
  <w:style w:type="paragraph" w:customStyle="1" w:styleId="7321CB37D5894C12B8141FBC03CB72421">
    <w:name w:val="7321CB37D5894C12B8141FBC03CB72421"/>
    <w:rsid w:val="00FA370A"/>
    <w:rPr>
      <w:rFonts w:eastAsiaTheme="minorHAnsi"/>
      <w:lang w:eastAsia="en-US"/>
    </w:rPr>
  </w:style>
  <w:style w:type="paragraph" w:customStyle="1" w:styleId="306475A063D7461ABA73D5E61E0938961">
    <w:name w:val="306475A063D7461ABA73D5E61E0938961"/>
    <w:rsid w:val="00FA370A"/>
    <w:rPr>
      <w:rFonts w:eastAsiaTheme="minorHAnsi"/>
      <w:lang w:eastAsia="en-US"/>
    </w:rPr>
  </w:style>
  <w:style w:type="paragraph" w:customStyle="1" w:styleId="BC89E241D02E49379EA167744B5F74781">
    <w:name w:val="BC89E241D02E49379EA167744B5F74781"/>
    <w:rsid w:val="00FA370A"/>
    <w:rPr>
      <w:rFonts w:eastAsiaTheme="minorHAnsi"/>
      <w:lang w:eastAsia="en-US"/>
    </w:rPr>
  </w:style>
  <w:style w:type="paragraph" w:customStyle="1" w:styleId="B924783545CE4F57BCAAAB669A0FBCA62">
    <w:name w:val="B924783545CE4F57BCAAAB669A0FBCA62"/>
    <w:rsid w:val="00FA370A"/>
    <w:rPr>
      <w:rFonts w:eastAsiaTheme="minorHAnsi"/>
      <w:lang w:eastAsia="en-US"/>
    </w:rPr>
  </w:style>
  <w:style w:type="paragraph" w:customStyle="1" w:styleId="BEF030EDDCB1489BA6C5A017FEACA20E6">
    <w:name w:val="BEF030EDDCB1489BA6C5A017FEACA20E6"/>
    <w:rsid w:val="00FA370A"/>
    <w:rPr>
      <w:rFonts w:eastAsiaTheme="minorHAnsi"/>
      <w:lang w:eastAsia="en-US"/>
    </w:rPr>
  </w:style>
  <w:style w:type="paragraph" w:customStyle="1" w:styleId="CF50B4583DBD4CBC8720C038148F7A096">
    <w:name w:val="CF50B4583DBD4CBC8720C038148F7A096"/>
    <w:rsid w:val="00FA370A"/>
    <w:rPr>
      <w:rFonts w:eastAsiaTheme="minorHAnsi"/>
      <w:lang w:eastAsia="en-US"/>
    </w:rPr>
  </w:style>
  <w:style w:type="paragraph" w:customStyle="1" w:styleId="4998AD4FEAC4402E914D5BFF280012116">
    <w:name w:val="4998AD4FEAC4402E914D5BFF280012116"/>
    <w:rsid w:val="00FA370A"/>
    <w:rPr>
      <w:rFonts w:eastAsiaTheme="minorHAnsi"/>
      <w:lang w:eastAsia="en-US"/>
    </w:rPr>
  </w:style>
  <w:style w:type="paragraph" w:customStyle="1" w:styleId="9187BDA311D24815A110D0DF48DD67DC2">
    <w:name w:val="9187BDA311D24815A110D0DF48DD67DC2"/>
    <w:rsid w:val="00FA370A"/>
    <w:rPr>
      <w:rFonts w:eastAsiaTheme="minorHAnsi"/>
      <w:lang w:eastAsia="en-US"/>
    </w:rPr>
  </w:style>
  <w:style w:type="paragraph" w:customStyle="1" w:styleId="2C2AC647F4A34B4E80D86B233D50A8A32">
    <w:name w:val="2C2AC647F4A34B4E80D86B233D50A8A32"/>
    <w:rsid w:val="00FA370A"/>
    <w:rPr>
      <w:rFonts w:eastAsiaTheme="minorHAnsi"/>
      <w:lang w:eastAsia="en-US"/>
    </w:rPr>
  </w:style>
  <w:style w:type="paragraph" w:customStyle="1" w:styleId="03CD2C3A74D14135865F7A4B95F691BB6">
    <w:name w:val="03CD2C3A74D14135865F7A4B95F691BB6"/>
    <w:rsid w:val="00FA370A"/>
    <w:rPr>
      <w:rFonts w:eastAsiaTheme="minorHAnsi"/>
      <w:lang w:eastAsia="en-US"/>
    </w:rPr>
  </w:style>
  <w:style w:type="paragraph" w:customStyle="1" w:styleId="F45ECF1005FD490E953E0E44BC2150E96">
    <w:name w:val="F45ECF1005FD490E953E0E44BC2150E96"/>
    <w:rsid w:val="00FA370A"/>
    <w:rPr>
      <w:rFonts w:eastAsiaTheme="minorHAnsi"/>
      <w:lang w:eastAsia="en-US"/>
    </w:rPr>
  </w:style>
  <w:style w:type="paragraph" w:customStyle="1" w:styleId="27A3DFF4768240C4BFF7DF0EC2888EA56">
    <w:name w:val="27A3DFF4768240C4BFF7DF0EC2888EA56"/>
    <w:rsid w:val="00FA370A"/>
    <w:rPr>
      <w:rFonts w:eastAsiaTheme="minorHAnsi"/>
      <w:lang w:eastAsia="en-US"/>
    </w:rPr>
  </w:style>
  <w:style w:type="paragraph" w:customStyle="1" w:styleId="40AE21125B98482382A145788B2979DB2">
    <w:name w:val="40AE21125B98482382A145788B2979DB2"/>
    <w:rsid w:val="00FA370A"/>
    <w:rPr>
      <w:rFonts w:eastAsiaTheme="minorHAnsi"/>
      <w:lang w:eastAsia="en-US"/>
    </w:rPr>
  </w:style>
  <w:style w:type="paragraph" w:customStyle="1" w:styleId="E45C8BE044DC4172A2199F8D7E28765E2">
    <w:name w:val="E45C8BE044DC4172A2199F8D7E28765E2"/>
    <w:rsid w:val="00FA370A"/>
    <w:rPr>
      <w:rFonts w:eastAsiaTheme="minorHAnsi"/>
      <w:lang w:eastAsia="en-US"/>
    </w:rPr>
  </w:style>
  <w:style w:type="paragraph" w:customStyle="1" w:styleId="B020CF716FC74187969EA570E08BBF242">
    <w:name w:val="B020CF716FC74187969EA570E08BBF242"/>
    <w:rsid w:val="00FA370A"/>
    <w:rPr>
      <w:rFonts w:eastAsiaTheme="minorHAnsi"/>
      <w:lang w:eastAsia="en-US"/>
    </w:rPr>
  </w:style>
  <w:style w:type="paragraph" w:customStyle="1" w:styleId="5093376F4397431A8CAFDE66C28F37582">
    <w:name w:val="5093376F4397431A8CAFDE66C28F37582"/>
    <w:rsid w:val="00FA370A"/>
    <w:rPr>
      <w:rFonts w:eastAsiaTheme="minorHAnsi"/>
      <w:lang w:eastAsia="en-US"/>
    </w:rPr>
  </w:style>
  <w:style w:type="paragraph" w:customStyle="1" w:styleId="0B76C3DC41124FAA8BCA2D9175AC87332">
    <w:name w:val="0B76C3DC41124FAA8BCA2D9175AC87332"/>
    <w:rsid w:val="00FA370A"/>
    <w:rPr>
      <w:rFonts w:eastAsiaTheme="minorHAnsi"/>
      <w:lang w:eastAsia="en-US"/>
    </w:rPr>
  </w:style>
  <w:style w:type="paragraph" w:customStyle="1" w:styleId="8139D410D38D435E9EDBDF9C5D4FBFB42">
    <w:name w:val="8139D410D38D435E9EDBDF9C5D4FBFB42"/>
    <w:rsid w:val="00FA370A"/>
    <w:rPr>
      <w:rFonts w:eastAsiaTheme="minorHAnsi"/>
      <w:lang w:eastAsia="en-US"/>
    </w:rPr>
  </w:style>
  <w:style w:type="paragraph" w:customStyle="1" w:styleId="85131A6C955B480DB29344ABA31B5DCF2">
    <w:name w:val="85131A6C955B480DB29344ABA31B5DCF2"/>
    <w:rsid w:val="00FA370A"/>
    <w:rPr>
      <w:rFonts w:eastAsiaTheme="minorHAnsi"/>
      <w:lang w:eastAsia="en-US"/>
    </w:rPr>
  </w:style>
  <w:style w:type="paragraph" w:customStyle="1" w:styleId="30AB467F48F841319DC488647366A4432">
    <w:name w:val="30AB467F48F841319DC488647366A4432"/>
    <w:rsid w:val="00FA370A"/>
    <w:rPr>
      <w:rFonts w:eastAsiaTheme="minorHAnsi"/>
      <w:lang w:eastAsia="en-US"/>
    </w:rPr>
  </w:style>
  <w:style w:type="paragraph" w:customStyle="1" w:styleId="D8E58FCB1A2D43D08BDCC654DF1A424F2">
    <w:name w:val="D8E58FCB1A2D43D08BDCC654DF1A424F2"/>
    <w:rsid w:val="00FA370A"/>
    <w:rPr>
      <w:rFonts w:eastAsiaTheme="minorHAnsi"/>
      <w:lang w:eastAsia="en-US"/>
    </w:rPr>
  </w:style>
  <w:style w:type="paragraph" w:customStyle="1" w:styleId="7321CB37D5894C12B8141FBC03CB72422">
    <w:name w:val="7321CB37D5894C12B8141FBC03CB72422"/>
    <w:rsid w:val="00FA370A"/>
    <w:rPr>
      <w:rFonts w:eastAsiaTheme="minorHAnsi"/>
      <w:lang w:eastAsia="en-US"/>
    </w:rPr>
  </w:style>
  <w:style w:type="paragraph" w:customStyle="1" w:styleId="306475A063D7461ABA73D5E61E0938962">
    <w:name w:val="306475A063D7461ABA73D5E61E0938962"/>
    <w:rsid w:val="00FA370A"/>
    <w:rPr>
      <w:rFonts w:eastAsiaTheme="minorHAnsi"/>
      <w:lang w:eastAsia="en-US"/>
    </w:rPr>
  </w:style>
  <w:style w:type="paragraph" w:customStyle="1" w:styleId="BC89E241D02E49379EA167744B5F74782">
    <w:name w:val="BC89E241D02E49379EA167744B5F74782"/>
    <w:rsid w:val="00FA370A"/>
    <w:rPr>
      <w:rFonts w:eastAsiaTheme="minorHAnsi"/>
      <w:lang w:eastAsia="en-US"/>
    </w:rPr>
  </w:style>
  <w:style w:type="paragraph" w:customStyle="1" w:styleId="552AEF6D35C0459C89D368E0DDC3E336">
    <w:name w:val="552AEF6D35C0459C89D368E0DDC3E336"/>
    <w:rsid w:val="00FA370A"/>
  </w:style>
  <w:style w:type="paragraph" w:customStyle="1" w:styleId="C176B62B9A9C40719A289CE79E86A118">
    <w:name w:val="C176B62B9A9C40719A289CE79E86A118"/>
    <w:rsid w:val="00FA370A"/>
  </w:style>
  <w:style w:type="paragraph" w:customStyle="1" w:styleId="B924783545CE4F57BCAAAB669A0FBCA63">
    <w:name w:val="B924783545CE4F57BCAAAB669A0FBCA63"/>
    <w:rsid w:val="00FA370A"/>
    <w:rPr>
      <w:rFonts w:eastAsiaTheme="minorHAnsi"/>
      <w:lang w:eastAsia="en-US"/>
    </w:rPr>
  </w:style>
  <w:style w:type="paragraph" w:customStyle="1" w:styleId="BEF030EDDCB1489BA6C5A017FEACA20E7">
    <w:name w:val="BEF030EDDCB1489BA6C5A017FEACA20E7"/>
    <w:rsid w:val="00FA370A"/>
    <w:rPr>
      <w:rFonts w:eastAsiaTheme="minorHAnsi"/>
      <w:lang w:eastAsia="en-US"/>
    </w:rPr>
  </w:style>
  <w:style w:type="paragraph" w:customStyle="1" w:styleId="CF50B4583DBD4CBC8720C038148F7A097">
    <w:name w:val="CF50B4583DBD4CBC8720C038148F7A097"/>
    <w:rsid w:val="00FA370A"/>
    <w:rPr>
      <w:rFonts w:eastAsiaTheme="minorHAnsi"/>
      <w:lang w:eastAsia="en-US"/>
    </w:rPr>
  </w:style>
  <w:style w:type="paragraph" w:customStyle="1" w:styleId="4998AD4FEAC4402E914D5BFF280012117">
    <w:name w:val="4998AD4FEAC4402E914D5BFF280012117"/>
    <w:rsid w:val="00FA370A"/>
    <w:rPr>
      <w:rFonts w:eastAsiaTheme="minorHAnsi"/>
      <w:lang w:eastAsia="en-US"/>
    </w:rPr>
  </w:style>
  <w:style w:type="paragraph" w:customStyle="1" w:styleId="9187BDA311D24815A110D0DF48DD67DC3">
    <w:name w:val="9187BDA311D24815A110D0DF48DD67DC3"/>
    <w:rsid w:val="00FA370A"/>
    <w:rPr>
      <w:rFonts w:eastAsiaTheme="minorHAnsi"/>
      <w:lang w:eastAsia="en-US"/>
    </w:rPr>
  </w:style>
  <w:style w:type="paragraph" w:customStyle="1" w:styleId="2C2AC647F4A34B4E80D86B233D50A8A33">
    <w:name w:val="2C2AC647F4A34B4E80D86B233D50A8A33"/>
    <w:rsid w:val="00FA370A"/>
    <w:rPr>
      <w:rFonts w:eastAsiaTheme="minorHAnsi"/>
      <w:lang w:eastAsia="en-US"/>
    </w:rPr>
  </w:style>
  <w:style w:type="paragraph" w:customStyle="1" w:styleId="03CD2C3A74D14135865F7A4B95F691BB7">
    <w:name w:val="03CD2C3A74D14135865F7A4B95F691BB7"/>
    <w:rsid w:val="00FA370A"/>
    <w:rPr>
      <w:rFonts w:eastAsiaTheme="minorHAnsi"/>
      <w:lang w:eastAsia="en-US"/>
    </w:rPr>
  </w:style>
  <w:style w:type="paragraph" w:customStyle="1" w:styleId="F45ECF1005FD490E953E0E44BC2150E97">
    <w:name w:val="F45ECF1005FD490E953E0E44BC2150E97"/>
    <w:rsid w:val="00FA370A"/>
    <w:rPr>
      <w:rFonts w:eastAsiaTheme="minorHAnsi"/>
      <w:lang w:eastAsia="en-US"/>
    </w:rPr>
  </w:style>
  <w:style w:type="paragraph" w:customStyle="1" w:styleId="27A3DFF4768240C4BFF7DF0EC2888EA57">
    <w:name w:val="27A3DFF4768240C4BFF7DF0EC2888EA57"/>
    <w:rsid w:val="00FA370A"/>
    <w:rPr>
      <w:rFonts w:eastAsiaTheme="minorHAnsi"/>
      <w:lang w:eastAsia="en-US"/>
    </w:rPr>
  </w:style>
  <w:style w:type="paragraph" w:customStyle="1" w:styleId="40AE21125B98482382A145788B2979DB3">
    <w:name w:val="40AE21125B98482382A145788B2979DB3"/>
    <w:rsid w:val="00FA370A"/>
    <w:rPr>
      <w:rFonts w:eastAsiaTheme="minorHAnsi"/>
      <w:lang w:eastAsia="en-US"/>
    </w:rPr>
  </w:style>
  <w:style w:type="paragraph" w:customStyle="1" w:styleId="E45C8BE044DC4172A2199F8D7E28765E3">
    <w:name w:val="E45C8BE044DC4172A2199F8D7E28765E3"/>
    <w:rsid w:val="00FA370A"/>
    <w:rPr>
      <w:rFonts w:eastAsiaTheme="minorHAnsi"/>
      <w:lang w:eastAsia="en-US"/>
    </w:rPr>
  </w:style>
  <w:style w:type="paragraph" w:customStyle="1" w:styleId="B020CF716FC74187969EA570E08BBF243">
    <w:name w:val="B020CF716FC74187969EA570E08BBF243"/>
    <w:rsid w:val="00FA370A"/>
    <w:rPr>
      <w:rFonts w:eastAsiaTheme="minorHAnsi"/>
      <w:lang w:eastAsia="en-US"/>
    </w:rPr>
  </w:style>
  <w:style w:type="paragraph" w:customStyle="1" w:styleId="5093376F4397431A8CAFDE66C28F37583">
    <w:name w:val="5093376F4397431A8CAFDE66C28F37583"/>
    <w:rsid w:val="00FA370A"/>
    <w:rPr>
      <w:rFonts w:eastAsiaTheme="minorHAnsi"/>
      <w:lang w:eastAsia="en-US"/>
    </w:rPr>
  </w:style>
  <w:style w:type="paragraph" w:customStyle="1" w:styleId="0B76C3DC41124FAA8BCA2D9175AC87333">
    <w:name w:val="0B76C3DC41124FAA8BCA2D9175AC87333"/>
    <w:rsid w:val="00FA370A"/>
    <w:rPr>
      <w:rFonts w:eastAsiaTheme="minorHAnsi"/>
      <w:lang w:eastAsia="en-US"/>
    </w:rPr>
  </w:style>
  <w:style w:type="paragraph" w:customStyle="1" w:styleId="8139D410D38D435E9EDBDF9C5D4FBFB43">
    <w:name w:val="8139D410D38D435E9EDBDF9C5D4FBFB43"/>
    <w:rsid w:val="00FA370A"/>
    <w:rPr>
      <w:rFonts w:eastAsiaTheme="minorHAnsi"/>
      <w:lang w:eastAsia="en-US"/>
    </w:rPr>
  </w:style>
  <w:style w:type="paragraph" w:customStyle="1" w:styleId="85131A6C955B480DB29344ABA31B5DCF3">
    <w:name w:val="85131A6C955B480DB29344ABA31B5DCF3"/>
    <w:rsid w:val="00FA370A"/>
    <w:rPr>
      <w:rFonts w:eastAsiaTheme="minorHAnsi"/>
      <w:lang w:eastAsia="en-US"/>
    </w:rPr>
  </w:style>
  <w:style w:type="paragraph" w:customStyle="1" w:styleId="30AB467F48F841319DC488647366A4433">
    <w:name w:val="30AB467F48F841319DC488647366A4433"/>
    <w:rsid w:val="00FA370A"/>
    <w:rPr>
      <w:rFonts w:eastAsiaTheme="minorHAnsi"/>
      <w:lang w:eastAsia="en-US"/>
    </w:rPr>
  </w:style>
  <w:style w:type="paragraph" w:customStyle="1" w:styleId="D8E58FCB1A2D43D08BDCC654DF1A424F3">
    <w:name w:val="D8E58FCB1A2D43D08BDCC654DF1A424F3"/>
    <w:rsid w:val="00FA370A"/>
    <w:rPr>
      <w:rFonts w:eastAsiaTheme="minorHAnsi"/>
      <w:lang w:eastAsia="en-US"/>
    </w:rPr>
  </w:style>
  <w:style w:type="paragraph" w:customStyle="1" w:styleId="7321CB37D5894C12B8141FBC03CB72423">
    <w:name w:val="7321CB37D5894C12B8141FBC03CB72423"/>
    <w:rsid w:val="00FA370A"/>
    <w:rPr>
      <w:rFonts w:eastAsiaTheme="minorHAnsi"/>
      <w:lang w:eastAsia="en-US"/>
    </w:rPr>
  </w:style>
  <w:style w:type="paragraph" w:customStyle="1" w:styleId="306475A063D7461ABA73D5E61E0938963">
    <w:name w:val="306475A063D7461ABA73D5E61E0938963"/>
    <w:rsid w:val="00FA370A"/>
    <w:rPr>
      <w:rFonts w:eastAsiaTheme="minorHAnsi"/>
      <w:lang w:eastAsia="en-US"/>
    </w:rPr>
  </w:style>
  <w:style w:type="paragraph" w:customStyle="1" w:styleId="BC89E241D02E49379EA167744B5F74783">
    <w:name w:val="BC89E241D02E49379EA167744B5F74783"/>
    <w:rsid w:val="00FA370A"/>
    <w:rPr>
      <w:rFonts w:eastAsiaTheme="minorHAnsi"/>
      <w:lang w:eastAsia="en-US"/>
    </w:rPr>
  </w:style>
  <w:style w:type="paragraph" w:customStyle="1" w:styleId="552AEF6D35C0459C89D368E0DDC3E3361">
    <w:name w:val="552AEF6D35C0459C89D368E0DDC3E3361"/>
    <w:rsid w:val="00FA370A"/>
    <w:rPr>
      <w:rFonts w:eastAsiaTheme="minorHAnsi"/>
      <w:lang w:eastAsia="en-US"/>
    </w:rPr>
  </w:style>
  <w:style w:type="paragraph" w:customStyle="1" w:styleId="C176B62B9A9C40719A289CE79E86A1181">
    <w:name w:val="C176B62B9A9C40719A289CE79E86A1181"/>
    <w:rsid w:val="00FA370A"/>
    <w:rPr>
      <w:rFonts w:eastAsiaTheme="minorHAnsi"/>
      <w:lang w:eastAsia="en-US"/>
    </w:rPr>
  </w:style>
  <w:style w:type="paragraph" w:customStyle="1" w:styleId="B924783545CE4F57BCAAAB669A0FBCA64">
    <w:name w:val="B924783545CE4F57BCAAAB669A0FBCA64"/>
    <w:rsid w:val="00D4691F"/>
    <w:rPr>
      <w:rFonts w:eastAsiaTheme="minorHAnsi"/>
      <w:lang w:eastAsia="en-US"/>
    </w:rPr>
  </w:style>
  <w:style w:type="paragraph" w:customStyle="1" w:styleId="BEF030EDDCB1489BA6C5A017FEACA20E8">
    <w:name w:val="BEF030EDDCB1489BA6C5A017FEACA20E8"/>
    <w:rsid w:val="00D4691F"/>
    <w:rPr>
      <w:rFonts w:eastAsiaTheme="minorHAnsi"/>
      <w:lang w:eastAsia="en-US"/>
    </w:rPr>
  </w:style>
  <w:style w:type="paragraph" w:customStyle="1" w:styleId="CF50B4583DBD4CBC8720C038148F7A098">
    <w:name w:val="CF50B4583DBD4CBC8720C038148F7A098"/>
    <w:rsid w:val="00D4691F"/>
    <w:rPr>
      <w:rFonts w:eastAsiaTheme="minorHAnsi"/>
      <w:lang w:eastAsia="en-US"/>
    </w:rPr>
  </w:style>
  <w:style w:type="paragraph" w:customStyle="1" w:styleId="4998AD4FEAC4402E914D5BFF280012118">
    <w:name w:val="4998AD4FEAC4402E914D5BFF280012118"/>
    <w:rsid w:val="00D4691F"/>
    <w:rPr>
      <w:rFonts w:eastAsiaTheme="minorHAnsi"/>
      <w:lang w:eastAsia="en-US"/>
    </w:rPr>
  </w:style>
  <w:style w:type="paragraph" w:customStyle="1" w:styleId="9187BDA311D24815A110D0DF48DD67DC4">
    <w:name w:val="9187BDA311D24815A110D0DF48DD67DC4"/>
    <w:rsid w:val="00D4691F"/>
    <w:rPr>
      <w:rFonts w:eastAsiaTheme="minorHAnsi"/>
      <w:lang w:eastAsia="en-US"/>
    </w:rPr>
  </w:style>
  <w:style w:type="paragraph" w:customStyle="1" w:styleId="2C2AC647F4A34B4E80D86B233D50A8A34">
    <w:name w:val="2C2AC647F4A34B4E80D86B233D50A8A34"/>
    <w:rsid w:val="00D4691F"/>
    <w:rPr>
      <w:rFonts w:eastAsiaTheme="minorHAnsi"/>
      <w:lang w:eastAsia="en-US"/>
    </w:rPr>
  </w:style>
  <w:style w:type="paragraph" w:customStyle="1" w:styleId="03CD2C3A74D14135865F7A4B95F691BB8">
    <w:name w:val="03CD2C3A74D14135865F7A4B95F691BB8"/>
    <w:rsid w:val="00D4691F"/>
    <w:rPr>
      <w:rFonts w:eastAsiaTheme="minorHAnsi"/>
      <w:lang w:eastAsia="en-US"/>
    </w:rPr>
  </w:style>
  <w:style w:type="paragraph" w:customStyle="1" w:styleId="F45ECF1005FD490E953E0E44BC2150E98">
    <w:name w:val="F45ECF1005FD490E953E0E44BC2150E98"/>
    <w:rsid w:val="00D4691F"/>
    <w:rPr>
      <w:rFonts w:eastAsiaTheme="minorHAnsi"/>
      <w:lang w:eastAsia="en-US"/>
    </w:rPr>
  </w:style>
  <w:style w:type="paragraph" w:customStyle="1" w:styleId="27A3DFF4768240C4BFF7DF0EC2888EA58">
    <w:name w:val="27A3DFF4768240C4BFF7DF0EC2888EA58"/>
    <w:rsid w:val="00D4691F"/>
    <w:rPr>
      <w:rFonts w:eastAsiaTheme="minorHAnsi"/>
      <w:lang w:eastAsia="en-US"/>
    </w:rPr>
  </w:style>
  <w:style w:type="paragraph" w:customStyle="1" w:styleId="40AE21125B98482382A145788B2979DB4">
    <w:name w:val="40AE21125B98482382A145788B2979DB4"/>
    <w:rsid w:val="00D4691F"/>
    <w:rPr>
      <w:rFonts w:eastAsiaTheme="minorHAnsi"/>
      <w:lang w:eastAsia="en-US"/>
    </w:rPr>
  </w:style>
  <w:style w:type="paragraph" w:customStyle="1" w:styleId="E45C8BE044DC4172A2199F8D7E28765E4">
    <w:name w:val="E45C8BE044DC4172A2199F8D7E28765E4"/>
    <w:rsid w:val="00D4691F"/>
    <w:rPr>
      <w:rFonts w:eastAsiaTheme="minorHAnsi"/>
      <w:lang w:eastAsia="en-US"/>
    </w:rPr>
  </w:style>
  <w:style w:type="paragraph" w:customStyle="1" w:styleId="B020CF716FC74187969EA570E08BBF244">
    <w:name w:val="B020CF716FC74187969EA570E08BBF244"/>
    <w:rsid w:val="00D4691F"/>
    <w:rPr>
      <w:rFonts w:eastAsiaTheme="minorHAnsi"/>
      <w:lang w:eastAsia="en-US"/>
    </w:rPr>
  </w:style>
  <w:style w:type="paragraph" w:customStyle="1" w:styleId="5093376F4397431A8CAFDE66C28F37584">
    <w:name w:val="5093376F4397431A8CAFDE66C28F37584"/>
    <w:rsid w:val="00D4691F"/>
    <w:rPr>
      <w:rFonts w:eastAsiaTheme="minorHAnsi"/>
      <w:lang w:eastAsia="en-US"/>
    </w:rPr>
  </w:style>
  <w:style w:type="paragraph" w:customStyle="1" w:styleId="0B76C3DC41124FAA8BCA2D9175AC87334">
    <w:name w:val="0B76C3DC41124FAA8BCA2D9175AC87334"/>
    <w:rsid w:val="00D4691F"/>
    <w:rPr>
      <w:rFonts w:eastAsiaTheme="minorHAnsi"/>
      <w:lang w:eastAsia="en-US"/>
    </w:rPr>
  </w:style>
  <w:style w:type="paragraph" w:customStyle="1" w:styleId="8139D410D38D435E9EDBDF9C5D4FBFB44">
    <w:name w:val="8139D410D38D435E9EDBDF9C5D4FBFB44"/>
    <w:rsid w:val="00D4691F"/>
    <w:rPr>
      <w:rFonts w:eastAsiaTheme="minorHAnsi"/>
      <w:lang w:eastAsia="en-US"/>
    </w:rPr>
  </w:style>
  <w:style w:type="paragraph" w:customStyle="1" w:styleId="85131A6C955B480DB29344ABA31B5DCF4">
    <w:name w:val="85131A6C955B480DB29344ABA31B5DCF4"/>
    <w:rsid w:val="00D4691F"/>
    <w:rPr>
      <w:rFonts w:eastAsiaTheme="minorHAnsi"/>
      <w:lang w:eastAsia="en-US"/>
    </w:rPr>
  </w:style>
  <w:style w:type="paragraph" w:customStyle="1" w:styleId="30AB467F48F841319DC488647366A4434">
    <w:name w:val="30AB467F48F841319DC488647366A4434"/>
    <w:rsid w:val="00D4691F"/>
    <w:rPr>
      <w:rFonts w:eastAsiaTheme="minorHAnsi"/>
      <w:lang w:eastAsia="en-US"/>
    </w:rPr>
  </w:style>
  <w:style w:type="paragraph" w:customStyle="1" w:styleId="D8E58FCB1A2D43D08BDCC654DF1A424F4">
    <w:name w:val="D8E58FCB1A2D43D08BDCC654DF1A424F4"/>
    <w:rsid w:val="00D4691F"/>
    <w:rPr>
      <w:rFonts w:eastAsiaTheme="minorHAnsi"/>
      <w:lang w:eastAsia="en-US"/>
    </w:rPr>
  </w:style>
  <w:style w:type="paragraph" w:customStyle="1" w:styleId="7321CB37D5894C12B8141FBC03CB72424">
    <w:name w:val="7321CB37D5894C12B8141FBC03CB72424"/>
    <w:rsid w:val="00D4691F"/>
    <w:rPr>
      <w:rFonts w:eastAsiaTheme="minorHAnsi"/>
      <w:lang w:eastAsia="en-US"/>
    </w:rPr>
  </w:style>
  <w:style w:type="paragraph" w:customStyle="1" w:styleId="306475A063D7461ABA73D5E61E0938964">
    <w:name w:val="306475A063D7461ABA73D5E61E0938964"/>
    <w:rsid w:val="00D4691F"/>
    <w:rPr>
      <w:rFonts w:eastAsiaTheme="minorHAnsi"/>
      <w:lang w:eastAsia="en-US"/>
    </w:rPr>
  </w:style>
  <w:style w:type="paragraph" w:customStyle="1" w:styleId="BC89E241D02E49379EA167744B5F74784">
    <w:name w:val="BC89E241D02E49379EA167744B5F74784"/>
    <w:rsid w:val="00D4691F"/>
    <w:rPr>
      <w:rFonts w:eastAsiaTheme="minorHAnsi"/>
      <w:lang w:eastAsia="en-US"/>
    </w:rPr>
  </w:style>
  <w:style w:type="paragraph" w:customStyle="1" w:styleId="552AEF6D35C0459C89D368E0DDC3E3362">
    <w:name w:val="552AEF6D35C0459C89D368E0DDC3E3362"/>
    <w:rsid w:val="00D4691F"/>
    <w:rPr>
      <w:rFonts w:eastAsiaTheme="minorHAnsi"/>
      <w:lang w:eastAsia="en-US"/>
    </w:rPr>
  </w:style>
  <w:style w:type="paragraph" w:customStyle="1" w:styleId="C176B62B9A9C40719A289CE79E86A1182">
    <w:name w:val="C176B62B9A9C40719A289CE79E86A1182"/>
    <w:rsid w:val="00D4691F"/>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691F"/>
    <w:rPr>
      <w:color w:val="808080"/>
    </w:rPr>
  </w:style>
  <w:style w:type="paragraph" w:customStyle="1" w:styleId="E3ED45A54C7C46AA9D3FC155AD2A2FD4">
    <w:name w:val="E3ED45A54C7C46AA9D3FC155AD2A2FD4"/>
    <w:rsid w:val="00B637E3"/>
  </w:style>
  <w:style w:type="paragraph" w:customStyle="1" w:styleId="072C43A6A5A940AABBB529AAB370B184">
    <w:name w:val="072C43A6A5A940AABBB529AAB370B184"/>
    <w:rsid w:val="00B637E3"/>
  </w:style>
  <w:style w:type="paragraph" w:customStyle="1" w:styleId="4535D159053A4AC0BFFCA28FD74D3B7D">
    <w:name w:val="4535D159053A4AC0BFFCA28FD74D3B7D"/>
    <w:rsid w:val="00B637E3"/>
    <w:rPr>
      <w:rFonts w:eastAsiaTheme="minorHAnsi"/>
      <w:lang w:eastAsia="en-US"/>
    </w:rPr>
  </w:style>
  <w:style w:type="paragraph" w:customStyle="1" w:styleId="10A17A67AF8D46C9B83CA7A87C3F166E">
    <w:name w:val="10A17A67AF8D46C9B83CA7A87C3F166E"/>
    <w:rsid w:val="00B637E3"/>
    <w:rPr>
      <w:rFonts w:eastAsiaTheme="minorHAnsi"/>
      <w:lang w:eastAsia="en-US"/>
    </w:rPr>
  </w:style>
  <w:style w:type="paragraph" w:customStyle="1" w:styleId="BEF030EDDCB1489BA6C5A017FEACA20E">
    <w:name w:val="BEF030EDDCB1489BA6C5A017FEACA20E"/>
    <w:rsid w:val="00B637E3"/>
    <w:rPr>
      <w:rFonts w:eastAsiaTheme="minorHAnsi"/>
      <w:lang w:eastAsia="en-US"/>
    </w:rPr>
  </w:style>
  <w:style w:type="paragraph" w:customStyle="1" w:styleId="CF50B4583DBD4CBC8720C038148F7A09">
    <w:name w:val="CF50B4583DBD4CBC8720C038148F7A09"/>
    <w:rsid w:val="00B637E3"/>
    <w:rPr>
      <w:rFonts w:eastAsiaTheme="minorHAnsi"/>
      <w:lang w:eastAsia="en-US"/>
    </w:rPr>
  </w:style>
  <w:style w:type="paragraph" w:customStyle="1" w:styleId="4998AD4FEAC4402E914D5BFF28001211">
    <w:name w:val="4998AD4FEAC4402E914D5BFF28001211"/>
    <w:rsid w:val="00B637E3"/>
    <w:rPr>
      <w:rFonts w:eastAsiaTheme="minorHAnsi"/>
      <w:lang w:eastAsia="en-US"/>
    </w:rPr>
  </w:style>
  <w:style w:type="paragraph" w:customStyle="1" w:styleId="50B9135090F94BCD93663AD4ABB3E3EC">
    <w:name w:val="50B9135090F94BCD93663AD4ABB3E3EC"/>
    <w:rsid w:val="00B637E3"/>
    <w:rPr>
      <w:rFonts w:eastAsiaTheme="minorHAnsi"/>
      <w:lang w:eastAsia="en-US"/>
    </w:rPr>
  </w:style>
  <w:style w:type="paragraph" w:customStyle="1" w:styleId="3AC904D7B2944E3FBCCC0AB8A0B07296">
    <w:name w:val="3AC904D7B2944E3FBCCC0AB8A0B07296"/>
    <w:rsid w:val="00B637E3"/>
    <w:rPr>
      <w:rFonts w:eastAsiaTheme="minorHAnsi"/>
      <w:lang w:eastAsia="en-US"/>
    </w:rPr>
  </w:style>
  <w:style w:type="paragraph" w:customStyle="1" w:styleId="D38BD3FCBE4B40C8B54A7671B5973277">
    <w:name w:val="D38BD3FCBE4B40C8B54A7671B5973277"/>
    <w:rsid w:val="00B637E3"/>
    <w:rPr>
      <w:rFonts w:eastAsiaTheme="minorHAnsi"/>
      <w:lang w:eastAsia="en-US"/>
    </w:rPr>
  </w:style>
  <w:style w:type="paragraph" w:customStyle="1" w:styleId="D2B310F021314ACFA5218491B5C572F5">
    <w:name w:val="D2B310F021314ACFA5218491B5C572F5"/>
    <w:rsid w:val="00B637E3"/>
    <w:rPr>
      <w:rFonts w:eastAsiaTheme="minorHAnsi"/>
      <w:lang w:eastAsia="en-US"/>
    </w:rPr>
  </w:style>
  <w:style w:type="paragraph" w:customStyle="1" w:styleId="52F55EE76E454BA996A506E862D95D6C">
    <w:name w:val="52F55EE76E454BA996A506E862D95D6C"/>
    <w:rsid w:val="00B637E3"/>
    <w:rPr>
      <w:rFonts w:eastAsiaTheme="minorHAnsi"/>
      <w:lang w:eastAsia="en-US"/>
    </w:rPr>
  </w:style>
  <w:style w:type="paragraph" w:customStyle="1" w:styleId="C0BB0A344137460EA7DC02AFBA11C92F">
    <w:name w:val="C0BB0A344137460EA7DC02AFBA11C92F"/>
    <w:rsid w:val="00B637E3"/>
    <w:rPr>
      <w:rFonts w:eastAsiaTheme="minorHAnsi"/>
      <w:lang w:eastAsia="en-US"/>
    </w:rPr>
  </w:style>
  <w:style w:type="paragraph" w:customStyle="1" w:styleId="2ABB73E66F874C0A829A19556EF1DF54">
    <w:name w:val="2ABB73E66F874C0A829A19556EF1DF54"/>
    <w:rsid w:val="00B637E3"/>
    <w:rPr>
      <w:rFonts w:eastAsiaTheme="minorHAnsi"/>
      <w:lang w:eastAsia="en-US"/>
    </w:rPr>
  </w:style>
  <w:style w:type="paragraph" w:customStyle="1" w:styleId="511C9211858F495C8385DAAC46059FC2">
    <w:name w:val="511C9211858F495C8385DAAC46059FC2"/>
    <w:rsid w:val="00B637E3"/>
    <w:rPr>
      <w:rFonts w:eastAsiaTheme="minorHAnsi"/>
      <w:lang w:eastAsia="en-US"/>
    </w:rPr>
  </w:style>
  <w:style w:type="paragraph" w:customStyle="1" w:styleId="03CD2C3A74D14135865F7A4B95F691BB">
    <w:name w:val="03CD2C3A74D14135865F7A4B95F691BB"/>
    <w:rsid w:val="00B637E3"/>
    <w:rPr>
      <w:rFonts w:eastAsiaTheme="minorHAnsi"/>
      <w:lang w:eastAsia="en-US"/>
    </w:rPr>
  </w:style>
  <w:style w:type="paragraph" w:customStyle="1" w:styleId="F45ECF1005FD490E953E0E44BC2150E9">
    <w:name w:val="F45ECF1005FD490E953E0E44BC2150E9"/>
    <w:rsid w:val="00B637E3"/>
    <w:rPr>
      <w:rFonts w:eastAsiaTheme="minorHAnsi"/>
      <w:lang w:eastAsia="en-US"/>
    </w:rPr>
  </w:style>
  <w:style w:type="paragraph" w:customStyle="1" w:styleId="27A3DFF4768240C4BFF7DF0EC2888EA5">
    <w:name w:val="27A3DFF4768240C4BFF7DF0EC2888EA5"/>
    <w:rsid w:val="00B637E3"/>
    <w:rPr>
      <w:rFonts w:eastAsiaTheme="minorHAnsi"/>
      <w:lang w:eastAsia="en-US"/>
    </w:rPr>
  </w:style>
  <w:style w:type="paragraph" w:customStyle="1" w:styleId="4F6E519084D249CD876B82AE9D796CB8">
    <w:name w:val="4F6E519084D249CD876B82AE9D796CB8"/>
    <w:rsid w:val="00B637E3"/>
    <w:rPr>
      <w:rFonts w:eastAsiaTheme="minorHAnsi"/>
      <w:lang w:eastAsia="en-US"/>
    </w:rPr>
  </w:style>
  <w:style w:type="paragraph" w:customStyle="1" w:styleId="29142387158045348568C64B2367A440">
    <w:name w:val="29142387158045348568C64B2367A440"/>
    <w:rsid w:val="00B637E3"/>
    <w:rPr>
      <w:rFonts w:eastAsiaTheme="minorHAnsi"/>
      <w:lang w:eastAsia="en-US"/>
    </w:rPr>
  </w:style>
  <w:style w:type="paragraph" w:customStyle="1" w:styleId="71D8DD155B8F400E9767AE7C976A0960">
    <w:name w:val="71D8DD155B8F400E9767AE7C976A0960"/>
    <w:rsid w:val="00B637E3"/>
    <w:rPr>
      <w:rFonts w:eastAsiaTheme="minorHAnsi"/>
      <w:lang w:eastAsia="en-US"/>
    </w:rPr>
  </w:style>
  <w:style w:type="paragraph" w:customStyle="1" w:styleId="F5262E137388474A9AC08BBE7C5CF594">
    <w:name w:val="F5262E137388474A9AC08BBE7C5CF594"/>
    <w:rsid w:val="00B637E3"/>
    <w:rPr>
      <w:rFonts w:eastAsiaTheme="minorHAnsi"/>
      <w:lang w:eastAsia="en-US"/>
    </w:rPr>
  </w:style>
  <w:style w:type="paragraph" w:customStyle="1" w:styleId="660EB379D92745BCA720878B7AF4496B">
    <w:name w:val="660EB379D92745BCA720878B7AF4496B"/>
    <w:rsid w:val="00B637E3"/>
    <w:rPr>
      <w:rFonts w:eastAsiaTheme="minorHAnsi"/>
      <w:lang w:eastAsia="en-US"/>
    </w:rPr>
  </w:style>
  <w:style w:type="paragraph" w:customStyle="1" w:styleId="8778ADA5983A40F29A2824A47A2366BA">
    <w:name w:val="8778ADA5983A40F29A2824A47A2366BA"/>
    <w:rsid w:val="00B637E3"/>
    <w:rPr>
      <w:rFonts w:eastAsiaTheme="minorHAnsi"/>
      <w:lang w:eastAsia="en-US"/>
    </w:rPr>
  </w:style>
  <w:style w:type="paragraph" w:customStyle="1" w:styleId="E3ED45A54C7C46AA9D3FC155AD2A2FD41">
    <w:name w:val="E3ED45A54C7C46AA9D3FC155AD2A2FD41"/>
    <w:rsid w:val="00B637E3"/>
    <w:rPr>
      <w:rFonts w:eastAsiaTheme="minorHAnsi"/>
      <w:lang w:eastAsia="en-US"/>
    </w:rPr>
  </w:style>
  <w:style w:type="paragraph" w:customStyle="1" w:styleId="072C43A6A5A940AABBB529AAB370B1841">
    <w:name w:val="072C43A6A5A940AABBB529AAB370B1841"/>
    <w:rsid w:val="00B637E3"/>
    <w:rPr>
      <w:rFonts w:eastAsiaTheme="minorHAnsi"/>
      <w:lang w:eastAsia="en-US"/>
    </w:rPr>
  </w:style>
  <w:style w:type="paragraph" w:customStyle="1" w:styleId="1102A78286554B4E8EC7AA1762F1990D">
    <w:name w:val="1102A78286554B4E8EC7AA1762F1990D"/>
    <w:rsid w:val="00B637E3"/>
    <w:rPr>
      <w:rFonts w:eastAsiaTheme="minorHAnsi"/>
      <w:lang w:eastAsia="en-US"/>
    </w:rPr>
  </w:style>
  <w:style w:type="paragraph" w:customStyle="1" w:styleId="4535D159053A4AC0BFFCA28FD74D3B7D1">
    <w:name w:val="4535D159053A4AC0BFFCA28FD74D3B7D1"/>
    <w:rsid w:val="00B637E3"/>
    <w:rPr>
      <w:rFonts w:eastAsiaTheme="minorHAnsi"/>
      <w:lang w:eastAsia="en-US"/>
    </w:rPr>
  </w:style>
  <w:style w:type="paragraph" w:customStyle="1" w:styleId="10A17A67AF8D46C9B83CA7A87C3F166E1">
    <w:name w:val="10A17A67AF8D46C9B83CA7A87C3F166E1"/>
    <w:rsid w:val="00B637E3"/>
    <w:rPr>
      <w:rFonts w:eastAsiaTheme="minorHAnsi"/>
      <w:lang w:eastAsia="en-US"/>
    </w:rPr>
  </w:style>
  <w:style w:type="paragraph" w:customStyle="1" w:styleId="BEF030EDDCB1489BA6C5A017FEACA20E1">
    <w:name w:val="BEF030EDDCB1489BA6C5A017FEACA20E1"/>
    <w:rsid w:val="00B637E3"/>
    <w:rPr>
      <w:rFonts w:eastAsiaTheme="minorHAnsi"/>
      <w:lang w:eastAsia="en-US"/>
    </w:rPr>
  </w:style>
  <w:style w:type="paragraph" w:customStyle="1" w:styleId="CF50B4583DBD4CBC8720C038148F7A091">
    <w:name w:val="CF50B4583DBD4CBC8720C038148F7A091"/>
    <w:rsid w:val="00B637E3"/>
    <w:rPr>
      <w:rFonts w:eastAsiaTheme="minorHAnsi"/>
      <w:lang w:eastAsia="en-US"/>
    </w:rPr>
  </w:style>
  <w:style w:type="paragraph" w:customStyle="1" w:styleId="4998AD4FEAC4402E914D5BFF280012111">
    <w:name w:val="4998AD4FEAC4402E914D5BFF280012111"/>
    <w:rsid w:val="00B637E3"/>
    <w:rPr>
      <w:rFonts w:eastAsiaTheme="minorHAnsi"/>
      <w:lang w:eastAsia="en-US"/>
    </w:rPr>
  </w:style>
  <w:style w:type="paragraph" w:customStyle="1" w:styleId="50B9135090F94BCD93663AD4ABB3E3EC1">
    <w:name w:val="50B9135090F94BCD93663AD4ABB3E3EC1"/>
    <w:rsid w:val="00B637E3"/>
    <w:rPr>
      <w:rFonts w:eastAsiaTheme="minorHAnsi"/>
      <w:lang w:eastAsia="en-US"/>
    </w:rPr>
  </w:style>
  <w:style w:type="paragraph" w:customStyle="1" w:styleId="3AC904D7B2944E3FBCCC0AB8A0B072961">
    <w:name w:val="3AC904D7B2944E3FBCCC0AB8A0B072961"/>
    <w:rsid w:val="00B637E3"/>
    <w:rPr>
      <w:rFonts w:eastAsiaTheme="minorHAnsi"/>
      <w:lang w:eastAsia="en-US"/>
    </w:rPr>
  </w:style>
  <w:style w:type="paragraph" w:customStyle="1" w:styleId="D38BD3FCBE4B40C8B54A7671B59732771">
    <w:name w:val="D38BD3FCBE4B40C8B54A7671B59732771"/>
    <w:rsid w:val="00B637E3"/>
    <w:rPr>
      <w:rFonts w:eastAsiaTheme="minorHAnsi"/>
      <w:lang w:eastAsia="en-US"/>
    </w:rPr>
  </w:style>
  <w:style w:type="paragraph" w:customStyle="1" w:styleId="D2B310F021314ACFA5218491B5C572F51">
    <w:name w:val="D2B310F021314ACFA5218491B5C572F51"/>
    <w:rsid w:val="00B637E3"/>
    <w:rPr>
      <w:rFonts w:eastAsiaTheme="minorHAnsi"/>
      <w:lang w:eastAsia="en-US"/>
    </w:rPr>
  </w:style>
  <w:style w:type="paragraph" w:customStyle="1" w:styleId="52F55EE76E454BA996A506E862D95D6C1">
    <w:name w:val="52F55EE76E454BA996A506E862D95D6C1"/>
    <w:rsid w:val="00B637E3"/>
    <w:rPr>
      <w:rFonts w:eastAsiaTheme="minorHAnsi"/>
      <w:lang w:eastAsia="en-US"/>
    </w:rPr>
  </w:style>
  <w:style w:type="paragraph" w:customStyle="1" w:styleId="C0BB0A344137460EA7DC02AFBA11C92F1">
    <w:name w:val="C0BB0A344137460EA7DC02AFBA11C92F1"/>
    <w:rsid w:val="00B637E3"/>
    <w:rPr>
      <w:rFonts w:eastAsiaTheme="minorHAnsi"/>
      <w:lang w:eastAsia="en-US"/>
    </w:rPr>
  </w:style>
  <w:style w:type="paragraph" w:customStyle="1" w:styleId="2ABB73E66F874C0A829A19556EF1DF541">
    <w:name w:val="2ABB73E66F874C0A829A19556EF1DF541"/>
    <w:rsid w:val="00B637E3"/>
    <w:rPr>
      <w:rFonts w:eastAsiaTheme="minorHAnsi"/>
      <w:lang w:eastAsia="en-US"/>
    </w:rPr>
  </w:style>
  <w:style w:type="paragraph" w:customStyle="1" w:styleId="511C9211858F495C8385DAAC46059FC21">
    <w:name w:val="511C9211858F495C8385DAAC46059FC21"/>
    <w:rsid w:val="00B637E3"/>
    <w:rPr>
      <w:rFonts w:eastAsiaTheme="minorHAnsi"/>
      <w:lang w:eastAsia="en-US"/>
    </w:rPr>
  </w:style>
  <w:style w:type="paragraph" w:customStyle="1" w:styleId="03CD2C3A74D14135865F7A4B95F691BB1">
    <w:name w:val="03CD2C3A74D14135865F7A4B95F691BB1"/>
    <w:rsid w:val="00B637E3"/>
    <w:rPr>
      <w:rFonts w:eastAsiaTheme="minorHAnsi"/>
      <w:lang w:eastAsia="en-US"/>
    </w:rPr>
  </w:style>
  <w:style w:type="paragraph" w:customStyle="1" w:styleId="F45ECF1005FD490E953E0E44BC2150E91">
    <w:name w:val="F45ECF1005FD490E953E0E44BC2150E91"/>
    <w:rsid w:val="00B637E3"/>
    <w:rPr>
      <w:rFonts w:eastAsiaTheme="minorHAnsi"/>
      <w:lang w:eastAsia="en-US"/>
    </w:rPr>
  </w:style>
  <w:style w:type="paragraph" w:customStyle="1" w:styleId="27A3DFF4768240C4BFF7DF0EC2888EA51">
    <w:name w:val="27A3DFF4768240C4BFF7DF0EC2888EA51"/>
    <w:rsid w:val="00B637E3"/>
    <w:rPr>
      <w:rFonts w:eastAsiaTheme="minorHAnsi"/>
      <w:lang w:eastAsia="en-US"/>
    </w:rPr>
  </w:style>
  <w:style w:type="paragraph" w:customStyle="1" w:styleId="4F6E519084D249CD876B82AE9D796CB81">
    <w:name w:val="4F6E519084D249CD876B82AE9D796CB81"/>
    <w:rsid w:val="00B637E3"/>
    <w:rPr>
      <w:rFonts w:eastAsiaTheme="minorHAnsi"/>
      <w:lang w:eastAsia="en-US"/>
    </w:rPr>
  </w:style>
  <w:style w:type="paragraph" w:customStyle="1" w:styleId="29142387158045348568C64B2367A4401">
    <w:name w:val="29142387158045348568C64B2367A4401"/>
    <w:rsid w:val="00B637E3"/>
    <w:rPr>
      <w:rFonts w:eastAsiaTheme="minorHAnsi"/>
      <w:lang w:eastAsia="en-US"/>
    </w:rPr>
  </w:style>
  <w:style w:type="paragraph" w:customStyle="1" w:styleId="71D8DD155B8F400E9767AE7C976A09601">
    <w:name w:val="71D8DD155B8F400E9767AE7C976A09601"/>
    <w:rsid w:val="00B637E3"/>
    <w:rPr>
      <w:rFonts w:eastAsiaTheme="minorHAnsi"/>
      <w:lang w:eastAsia="en-US"/>
    </w:rPr>
  </w:style>
  <w:style w:type="paragraph" w:customStyle="1" w:styleId="F5262E137388474A9AC08BBE7C5CF5941">
    <w:name w:val="F5262E137388474A9AC08BBE7C5CF5941"/>
    <w:rsid w:val="00B637E3"/>
    <w:rPr>
      <w:rFonts w:eastAsiaTheme="minorHAnsi"/>
      <w:lang w:eastAsia="en-US"/>
    </w:rPr>
  </w:style>
  <w:style w:type="paragraph" w:customStyle="1" w:styleId="660EB379D92745BCA720878B7AF4496B1">
    <w:name w:val="660EB379D92745BCA720878B7AF4496B1"/>
    <w:rsid w:val="00B637E3"/>
    <w:rPr>
      <w:rFonts w:eastAsiaTheme="minorHAnsi"/>
      <w:lang w:eastAsia="en-US"/>
    </w:rPr>
  </w:style>
  <w:style w:type="paragraph" w:customStyle="1" w:styleId="8778ADA5983A40F29A2824A47A2366BA1">
    <w:name w:val="8778ADA5983A40F29A2824A47A2366BA1"/>
    <w:rsid w:val="00B637E3"/>
    <w:rPr>
      <w:rFonts w:eastAsiaTheme="minorHAnsi"/>
      <w:lang w:eastAsia="en-US"/>
    </w:rPr>
  </w:style>
  <w:style w:type="paragraph" w:customStyle="1" w:styleId="E3ED45A54C7C46AA9D3FC155AD2A2FD42">
    <w:name w:val="E3ED45A54C7C46AA9D3FC155AD2A2FD42"/>
    <w:rsid w:val="00B637E3"/>
    <w:rPr>
      <w:rFonts w:eastAsiaTheme="minorHAnsi"/>
      <w:lang w:eastAsia="en-US"/>
    </w:rPr>
  </w:style>
  <w:style w:type="paragraph" w:customStyle="1" w:styleId="072C43A6A5A940AABBB529AAB370B1842">
    <w:name w:val="072C43A6A5A940AABBB529AAB370B1842"/>
    <w:rsid w:val="00B637E3"/>
    <w:rPr>
      <w:rFonts w:eastAsiaTheme="minorHAnsi"/>
      <w:lang w:eastAsia="en-US"/>
    </w:rPr>
  </w:style>
  <w:style w:type="paragraph" w:customStyle="1" w:styleId="1102A78286554B4E8EC7AA1762F1990D1">
    <w:name w:val="1102A78286554B4E8EC7AA1762F1990D1"/>
    <w:rsid w:val="00B637E3"/>
    <w:rPr>
      <w:rFonts w:eastAsiaTheme="minorHAnsi"/>
      <w:lang w:eastAsia="en-US"/>
    </w:rPr>
  </w:style>
  <w:style w:type="paragraph" w:customStyle="1" w:styleId="960A17A8A1DD460991AA32570A7BB77D">
    <w:name w:val="960A17A8A1DD460991AA32570A7BB77D"/>
    <w:rsid w:val="00B637E3"/>
  </w:style>
  <w:style w:type="paragraph" w:customStyle="1" w:styleId="8FE096D2AE514E2497679BD66E59B4D1">
    <w:name w:val="8FE096D2AE514E2497679BD66E59B4D1"/>
    <w:rsid w:val="00B637E3"/>
  </w:style>
  <w:style w:type="paragraph" w:customStyle="1" w:styleId="C8313B19A3D74FECACD510EFEBB3527B">
    <w:name w:val="C8313B19A3D74FECACD510EFEBB3527B"/>
    <w:rsid w:val="00B637E3"/>
  </w:style>
  <w:style w:type="paragraph" w:customStyle="1" w:styleId="9000A102A3494F21867588BE13873E91">
    <w:name w:val="9000A102A3494F21867588BE13873E91"/>
    <w:rsid w:val="00B637E3"/>
  </w:style>
  <w:style w:type="paragraph" w:customStyle="1" w:styleId="C4228EFDA2774A87ACA8F3848017D56E">
    <w:name w:val="C4228EFDA2774A87ACA8F3848017D56E"/>
    <w:rsid w:val="00B637E3"/>
  </w:style>
  <w:style w:type="paragraph" w:customStyle="1" w:styleId="199C289613A14BF296F78D96B49AA521">
    <w:name w:val="199C289613A14BF296F78D96B49AA521"/>
    <w:rsid w:val="00B637E3"/>
  </w:style>
  <w:style w:type="paragraph" w:customStyle="1" w:styleId="4535D159053A4AC0BFFCA28FD74D3B7D2">
    <w:name w:val="4535D159053A4AC0BFFCA28FD74D3B7D2"/>
    <w:rsid w:val="00B637E3"/>
    <w:rPr>
      <w:rFonts w:eastAsiaTheme="minorHAnsi"/>
      <w:lang w:eastAsia="en-US"/>
    </w:rPr>
  </w:style>
  <w:style w:type="paragraph" w:customStyle="1" w:styleId="10A17A67AF8D46C9B83CA7A87C3F166E2">
    <w:name w:val="10A17A67AF8D46C9B83CA7A87C3F166E2"/>
    <w:rsid w:val="00B637E3"/>
    <w:rPr>
      <w:rFonts w:eastAsiaTheme="minorHAnsi"/>
      <w:lang w:eastAsia="en-US"/>
    </w:rPr>
  </w:style>
  <w:style w:type="paragraph" w:customStyle="1" w:styleId="BEF030EDDCB1489BA6C5A017FEACA20E2">
    <w:name w:val="BEF030EDDCB1489BA6C5A017FEACA20E2"/>
    <w:rsid w:val="00B637E3"/>
    <w:rPr>
      <w:rFonts w:eastAsiaTheme="minorHAnsi"/>
      <w:lang w:eastAsia="en-US"/>
    </w:rPr>
  </w:style>
  <w:style w:type="paragraph" w:customStyle="1" w:styleId="CF50B4583DBD4CBC8720C038148F7A092">
    <w:name w:val="CF50B4583DBD4CBC8720C038148F7A092"/>
    <w:rsid w:val="00B637E3"/>
    <w:rPr>
      <w:rFonts w:eastAsiaTheme="minorHAnsi"/>
      <w:lang w:eastAsia="en-US"/>
    </w:rPr>
  </w:style>
  <w:style w:type="paragraph" w:customStyle="1" w:styleId="4998AD4FEAC4402E914D5BFF280012112">
    <w:name w:val="4998AD4FEAC4402E914D5BFF280012112"/>
    <w:rsid w:val="00B637E3"/>
    <w:rPr>
      <w:rFonts w:eastAsiaTheme="minorHAnsi"/>
      <w:lang w:eastAsia="en-US"/>
    </w:rPr>
  </w:style>
  <w:style w:type="paragraph" w:customStyle="1" w:styleId="50B9135090F94BCD93663AD4ABB3E3EC2">
    <w:name w:val="50B9135090F94BCD93663AD4ABB3E3EC2"/>
    <w:rsid w:val="00B637E3"/>
    <w:rPr>
      <w:rFonts w:eastAsiaTheme="minorHAnsi"/>
      <w:lang w:eastAsia="en-US"/>
    </w:rPr>
  </w:style>
  <w:style w:type="paragraph" w:customStyle="1" w:styleId="3AC904D7B2944E3FBCCC0AB8A0B072962">
    <w:name w:val="3AC904D7B2944E3FBCCC0AB8A0B072962"/>
    <w:rsid w:val="00B637E3"/>
    <w:rPr>
      <w:rFonts w:eastAsiaTheme="minorHAnsi"/>
      <w:lang w:eastAsia="en-US"/>
    </w:rPr>
  </w:style>
  <w:style w:type="paragraph" w:customStyle="1" w:styleId="D38BD3FCBE4B40C8B54A7671B59732772">
    <w:name w:val="D38BD3FCBE4B40C8B54A7671B59732772"/>
    <w:rsid w:val="00B637E3"/>
    <w:rPr>
      <w:rFonts w:eastAsiaTheme="minorHAnsi"/>
      <w:lang w:eastAsia="en-US"/>
    </w:rPr>
  </w:style>
  <w:style w:type="paragraph" w:customStyle="1" w:styleId="D2B310F021314ACFA5218491B5C572F52">
    <w:name w:val="D2B310F021314ACFA5218491B5C572F52"/>
    <w:rsid w:val="00B637E3"/>
    <w:rPr>
      <w:rFonts w:eastAsiaTheme="minorHAnsi"/>
      <w:lang w:eastAsia="en-US"/>
    </w:rPr>
  </w:style>
  <w:style w:type="paragraph" w:customStyle="1" w:styleId="52F55EE76E454BA996A506E862D95D6C2">
    <w:name w:val="52F55EE76E454BA996A506E862D95D6C2"/>
    <w:rsid w:val="00B637E3"/>
    <w:rPr>
      <w:rFonts w:eastAsiaTheme="minorHAnsi"/>
      <w:lang w:eastAsia="en-US"/>
    </w:rPr>
  </w:style>
  <w:style w:type="paragraph" w:customStyle="1" w:styleId="C0BB0A344137460EA7DC02AFBA11C92F2">
    <w:name w:val="C0BB0A344137460EA7DC02AFBA11C92F2"/>
    <w:rsid w:val="00B637E3"/>
    <w:rPr>
      <w:rFonts w:eastAsiaTheme="minorHAnsi"/>
      <w:lang w:eastAsia="en-US"/>
    </w:rPr>
  </w:style>
  <w:style w:type="paragraph" w:customStyle="1" w:styleId="2ABB73E66F874C0A829A19556EF1DF542">
    <w:name w:val="2ABB73E66F874C0A829A19556EF1DF542"/>
    <w:rsid w:val="00B637E3"/>
    <w:rPr>
      <w:rFonts w:eastAsiaTheme="minorHAnsi"/>
      <w:lang w:eastAsia="en-US"/>
    </w:rPr>
  </w:style>
  <w:style w:type="paragraph" w:customStyle="1" w:styleId="511C9211858F495C8385DAAC46059FC22">
    <w:name w:val="511C9211858F495C8385DAAC46059FC22"/>
    <w:rsid w:val="00B637E3"/>
    <w:rPr>
      <w:rFonts w:eastAsiaTheme="minorHAnsi"/>
      <w:lang w:eastAsia="en-US"/>
    </w:rPr>
  </w:style>
  <w:style w:type="paragraph" w:customStyle="1" w:styleId="03CD2C3A74D14135865F7A4B95F691BB2">
    <w:name w:val="03CD2C3A74D14135865F7A4B95F691BB2"/>
    <w:rsid w:val="00B637E3"/>
    <w:rPr>
      <w:rFonts w:eastAsiaTheme="minorHAnsi"/>
      <w:lang w:eastAsia="en-US"/>
    </w:rPr>
  </w:style>
  <w:style w:type="paragraph" w:customStyle="1" w:styleId="F45ECF1005FD490E953E0E44BC2150E92">
    <w:name w:val="F45ECF1005FD490E953E0E44BC2150E92"/>
    <w:rsid w:val="00B637E3"/>
    <w:rPr>
      <w:rFonts w:eastAsiaTheme="minorHAnsi"/>
      <w:lang w:eastAsia="en-US"/>
    </w:rPr>
  </w:style>
  <w:style w:type="paragraph" w:customStyle="1" w:styleId="27A3DFF4768240C4BFF7DF0EC2888EA52">
    <w:name w:val="27A3DFF4768240C4BFF7DF0EC2888EA52"/>
    <w:rsid w:val="00B637E3"/>
    <w:rPr>
      <w:rFonts w:eastAsiaTheme="minorHAnsi"/>
      <w:lang w:eastAsia="en-US"/>
    </w:rPr>
  </w:style>
  <w:style w:type="paragraph" w:customStyle="1" w:styleId="4F6E519084D249CD876B82AE9D796CB82">
    <w:name w:val="4F6E519084D249CD876B82AE9D796CB82"/>
    <w:rsid w:val="00B637E3"/>
    <w:rPr>
      <w:rFonts w:eastAsiaTheme="minorHAnsi"/>
      <w:lang w:eastAsia="en-US"/>
    </w:rPr>
  </w:style>
  <w:style w:type="paragraph" w:customStyle="1" w:styleId="29142387158045348568C64B2367A4402">
    <w:name w:val="29142387158045348568C64B2367A4402"/>
    <w:rsid w:val="00B637E3"/>
    <w:rPr>
      <w:rFonts w:eastAsiaTheme="minorHAnsi"/>
      <w:lang w:eastAsia="en-US"/>
    </w:rPr>
  </w:style>
  <w:style w:type="paragraph" w:customStyle="1" w:styleId="71D8DD155B8F400E9767AE7C976A09602">
    <w:name w:val="71D8DD155B8F400E9767AE7C976A09602"/>
    <w:rsid w:val="00B637E3"/>
    <w:rPr>
      <w:rFonts w:eastAsiaTheme="minorHAnsi"/>
      <w:lang w:eastAsia="en-US"/>
    </w:rPr>
  </w:style>
  <w:style w:type="paragraph" w:customStyle="1" w:styleId="F5262E137388474A9AC08BBE7C5CF5942">
    <w:name w:val="F5262E137388474A9AC08BBE7C5CF5942"/>
    <w:rsid w:val="00B637E3"/>
    <w:rPr>
      <w:rFonts w:eastAsiaTheme="minorHAnsi"/>
      <w:lang w:eastAsia="en-US"/>
    </w:rPr>
  </w:style>
  <w:style w:type="paragraph" w:customStyle="1" w:styleId="660EB379D92745BCA720878B7AF4496B2">
    <w:name w:val="660EB379D92745BCA720878B7AF4496B2"/>
    <w:rsid w:val="00B637E3"/>
    <w:rPr>
      <w:rFonts w:eastAsiaTheme="minorHAnsi"/>
      <w:lang w:eastAsia="en-US"/>
    </w:rPr>
  </w:style>
  <w:style w:type="paragraph" w:customStyle="1" w:styleId="8778ADA5983A40F29A2824A47A2366BA2">
    <w:name w:val="8778ADA5983A40F29A2824A47A2366BA2"/>
    <w:rsid w:val="00B637E3"/>
    <w:rPr>
      <w:rFonts w:eastAsiaTheme="minorHAnsi"/>
      <w:lang w:eastAsia="en-US"/>
    </w:rPr>
  </w:style>
  <w:style w:type="paragraph" w:customStyle="1" w:styleId="E3ED45A54C7C46AA9D3FC155AD2A2FD43">
    <w:name w:val="E3ED45A54C7C46AA9D3FC155AD2A2FD43"/>
    <w:rsid w:val="00B637E3"/>
    <w:rPr>
      <w:rFonts w:eastAsiaTheme="minorHAnsi"/>
      <w:lang w:eastAsia="en-US"/>
    </w:rPr>
  </w:style>
  <w:style w:type="paragraph" w:customStyle="1" w:styleId="072C43A6A5A940AABBB529AAB370B1843">
    <w:name w:val="072C43A6A5A940AABBB529AAB370B1843"/>
    <w:rsid w:val="00B637E3"/>
    <w:rPr>
      <w:rFonts w:eastAsiaTheme="minorHAnsi"/>
      <w:lang w:eastAsia="en-US"/>
    </w:rPr>
  </w:style>
  <w:style w:type="paragraph" w:customStyle="1" w:styleId="8FAF859152F14AA0B08ADAFD87F01D39">
    <w:name w:val="8FAF859152F14AA0B08ADAFD87F01D39"/>
    <w:rsid w:val="00B637E3"/>
    <w:rPr>
      <w:rFonts w:eastAsiaTheme="minorHAnsi"/>
      <w:lang w:eastAsia="en-US"/>
    </w:rPr>
  </w:style>
  <w:style w:type="paragraph" w:customStyle="1" w:styleId="960A17A8A1DD460991AA32570A7BB77D1">
    <w:name w:val="960A17A8A1DD460991AA32570A7BB77D1"/>
    <w:rsid w:val="00B637E3"/>
    <w:rPr>
      <w:rFonts w:eastAsiaTheme="minorHAnsi"/>
      <w:lang w:eastAsia="en-US"/>
    </w:rPr>
  </w:style>
  <w:style w:type="paragraph" w:customStyle="1" w:styleId="8FE096D2AE514E2497679BD66E59B4D11">
    <w:name w:val="8FE096D2AE514E2497679BD66E59B4D11"/>
    <w:rsid w:val="00B637E3"/>
    <w:rPr>
      <w:rFonts w:eastAsiaTheme="minorHAnsi"/>
      <w:lang w:eastAsia="en-US"/>
    </w:rPr>
  </w:style>
  <w:style w:type="paragraph" w:customStyle="1" w:styleId="20C4F2A180604E1CA90595E301EF3E3B">
    <w:name w:val="20C4F2A180604E1CA90595E301EF3E3B"/>
    <w:rsid w:val="00B637E3"/>
    <w:rPr>
      <w:rFonts w:eastAsiaTheme="minorHAnsi"/>
      <w:lang w:eastAsia="en-US"/>
    </w:rPr>
  </w:style>
  <w:style w:type="paragraph" w:customStyle="1" w:styleId="1102A78286554B4E8EC7AA1762F1990D2">
    <w:name w:val="1102A78286554B4E8EC7AA1762F1990D2"/>
    <w:rsid w:val="00B637E3"/>
    <w:rPr>
      <w:rFonts w:eastAsiaTheme="minorHAnsi"/>
      <w:lang w:eastAsia="en-US"/>
    </w:rPr>
  </w:style>
  <w:style w:type="paragraph" w:customStyle="1" w:styleId="4535D159053A4AC0BFFCA28FD74D3B7D3">
    <w:name w:val="4535D159053A4AC0BFFCA28FD74D3B7D3"/>
    <w:rsid w:val="00B637E3"/>
    <w:rPr>
      <w:rFonts w:eastAsiaTheme="minorHAnsi"/>
      <w:lang w:eastAsia="en-US"/>
    </w:rPr>
  </w:style>
  <w:style w:type="paragraph" w:customStyle="1" w:styleId="10A17A67AF8D46C9B83CA7A87C3F166E3">
    <w:name w:val="10A17A67AF8D46C9B83CA7A87C3F166E3"/>
    <w:rsid w:val="00B637E3"/>
    <w:rPr>
      <w:rFonts w:eastAsiaTheme="minorHAnsi"/>
      <w:lang w:eastAsia="en-US"/>
    </w:rPr>
  </w:style>
  <w:style w:type="paragraph" w:customStyle="1" w:styleId="BEF030EDDCB1489BA6C5A017FEACA20E3">
    <w:name w:val="BEF030EDDCB1489BA6C5A017FEACA20E3"/>
    <w:rsid w:val="00B637E3"/>
    <w:rPr>
      <w:rFonts w:eastAsiaTheme="minorHAnsi"/>
      <w:lang w:eastAsia="en-US"/>
    </w:rPr>
  </w:style>
  <w:style w:type="paragraph" w:customStyle="1" w:styleId="CF50B4583DBD4CBC8720C038148F7A093">
    <w:name w:val="CF50B4583DBD4CBC8720C038148F7A093"/>
    <w:rsid w:val="00B637E3"/>
    <w:rPr>
      <w:rFonts w:eastAsiaTheme="minorHAnsi"/>
      <w:lang w:eastAsia="en-US"/>
    </w:rPr>
  </w:style>
  <w:style w:type="paragraph" w:customStyle="1" w:styleId="4998AD4FEAC4402E914D5BFF280012113">
    <w:name w:val="4998AD4FEAC4402E914D5BFF280012113"/>
    <w:rsid w:val="00B637E3"/>
    <w:rPr>
      <w:rFonts w:eastAsiaTheme="minorHAnsi"/>
      <w:lang w:eastAsia="en-US"/>
    </w:rPr>
  </w:style>
  <w:style w:type="paragraph" w:customStyle="1" w:styleId="50B9135090F94BCD93663AD4ABB3E3EC3">
    <w:name w:val="50B9135090F94BCD93663AD4ABB3E3EC3"/>
    <w:rsid w:val="00B637E3"/>
    <w:rPr>
      <w:rFonts w:eastAsiaTheme="minorHAnsi"/>
      <w:lang w:eastAsia="en-US"/>
    </w:rPr>
  </w:style>
  <w:style w:type="paragraph" w:customStyle="1" w:styleId="3AC904D7B2944E3FBCCC0AB8A0B072963">
    <w:name w:val="3AC904D7B2944E3FBCCC0AB8A0B072963"/>
    <w:rsid w:val="00B637E3"/>
    <w:rPr>
      <w:rFonts w:eastAsiaTheme="minorHAnsi"/>
      <w:lang w:eastAsia="en-US"/>
    </w:rPr>
  </w:style>
  <w:style w:type="paragraph" w:customStyle="1" w:styleId="D38BD3FCBE4B40C8B54A7671B59732773">
    <w:name w:val="D38BD3FCBE4B40C8B54A7671B59732773"/>
    <w:rsid w:val="00B637E3"/>
    <w:rPr>
      <w:rFonts w:eastAsiaTheme="minorHAnsi"/>
      <w:lang w:eastAsia="en-US"/>
    </w:rPr>
  </w:style>
  <w:style w:type="paragraph" w:customStyle="1" w:styleId="D2B310F021314ACFA5218491B5C572F53">
    <w:name w:val="D2B310F021314ACFA5218491B5C572F53"/>
    <w:rsid w:val="00B637E3"/>
    <w:rPr>
      <w:rFonts w:eastAsiaTheme="minorHAnsi"/>
      <w:lang w:eastAsia="en-US"/>
    </w:rPr>
  </w:style>
  <w:style w:type="paragraph" w:customStyle="1" w:styleId="52F55EE76E454BA996A506E862D95D6C3">
    <w:name w:val="52F55EE76E454BA996A506E862D95D6C3"/>
    <w:rsid w:val="00B637E3"/>
    <w:rPr>
      <w:rFonts w:eastAsiaTheme="minorHAnsi"/>
      <w:lang w:eastAsia="en-US"/>
    </w:rPr>
  </w:style>
  <w:style w:type="paragraph" w:customStyle="1" w:styleId="C0BB0A344137460EA7DC02AFBA11C92F3">
    <w:name w:val="C0BB0A344137460EA7DC02AFBA11C92F3"/>
    <w:rsid w:val="00B637E3"/>
    <w:rPr>
      <w:rFonts w:eastAsiaTheme="minorHAnsi"/>
      <w:lang w:eastAsia="en-US"/>
    </w:rPr>
  </w:style>
  <w:style w:type="paragraph" w:customStyle="1" w:styleId="2ABB73E66F874C0A829A19556EF1DF543">
    <w:name w:val="2ABB73E66F874C0A829A19556EF1DF543"/>
    <w:rsid w:val="00B637E3"/>
    <w:rPr>
      <w:rFonts w:eastAsiaTheme="minorHAnsi"/>
      <w:lang w:eastAsia="en-US"/>
    </w:rPr>
  </w:style>
  <w:style w:type="paragraph" w:customStyle="1" w:styleId="511C9211858F495C8385DAAC46059FC23">
    <w:name w:val="511C9211858F495C8385DAAC46059FC23"/>
    <w:rsid w:val="00B637E3"/>
    <w:rPr>
      <w:rFonts w:eastAsiaTheme="minorHAnsi"/>
      <w:lang w:eastAsia="en-US"/>
    </w:rPr>
  </w:style>
  <w:style w:type="paragraph" w:customStyle="1" w:styleId="03CD2C3A74D14135865F7A4B95F691BB3">
    <w:name w:val="03CD2C3A74D14135865F7A4B95F691BB3"/>
    <w:rsid w:val="00B637E3"/>
    <w:rPr>
      <w:rFonts w:eastAsiaTheme="minorHAnsi"/>
      <w:lang w:eastAsia="en-US"/>
    </w:rPr>
  </w:style>
  <w:style w:type="paragraph" w:customStyle="1" w:styleId="F45ECF1005FD490E953E0E44BC2150E93">
    <w:name w:val="F45ECF1005FD490E953E0E44BC2150E93"/>
    <w:rsid w:val="00B637E3"/>
    <w:rPr>
      <w:rFonts w:eastAsiaTheme="minorHAnsi"/>
      <w:lang w:eastAsia="en-US"/>
    </w:rPr>
  </w:style>
  <w:style w:type="paragraph" w:customStyle="1" w:styleId="27A3DFF4768240C4BFF7DF0EC2888EA53">
    <w:name w:val="27A3DFF4768240C4BFF7DF0EC2888EA53"/>
    <w:rsid w:val="00B637E3"/>
    <w:rPr>
      <w:rFonts w:eastAsiaTheme="minorHAnsi"/>
      <w:lang w:eastAsia="en-US"/>
    </w:rPr>
  </w:style>
  <w:style w:type="paragraph" w:customStyle="1" w:styleId="4F6E519084D249CD876B82AE9D796CB83">
    <w:name w:val="4F6E519084D249CD876B82AE9D796CB83"/>
    <w:rsid w:val="00B637E3"/>
    <w:rPr>
      <w:rFonts w:eastAsiaTheme="minorHAnsi"/>
      <w:lang w:eastAsia="en-US"/>
    </w:rPr>
  </w:style>
  <w:style w:type="paragraph" w:customStyle="1" w:styleId="29142387158045348568C64B2367A4403">
    <w:name w:val="29142387158045348568C64B2367A4403"/>
    <w:rsid w:val="00B637E3"/>
    <w:rPr>
      <w:rFonts w:eastAsiaTheme="minorHAnsi"/>
      <w:lang w:eastAsia="en-US"/>
    </w:rPr>
  </w:style>
  <w:style w:type="paragraph" w:customStyle="1" w:styleId="71D8DD155B8F400E9767AE7C976A09603">
    <w:name w:val="71D8DD155B8F400E9767AE7C976A09603"/>
    <w:rsid w:val="00B637E3"/>
    <w:rPr>
      <w:rFonts w:eastAsiaTheme="minorHAnsi"/>
      <w:lang w:eastAsia="en-US"/>
    </w:rPr>
  </w:style>
  <w:style w:type="paragraph" w:customStyle="1" w:styleId="F5262E137388474A9AC08BBE7C5CF5943">
    <w:name w:val="F5262E137388474A9AC08BBE7C5CF5943"/>
    <w:rsid w:val="00B637E3"/>
    <w:rPr>
      <w:rFonts w:eastAsiaTheme="minorHAnsi"/>
      <w:lang w:eastAsia="en-US"/>
    </w:rPr>
  </w:style>
  <w:style w:type="paragraph" w:customStyle="1" w:styleId="660EB379D92745BCA720878B7AF4496B3">
    <w:name w:val="660EB379D92745BCA720878B7AF4496B3"/>
    <w:rsid w:val="00B637E3"/>
    <w:rPr>
      <w:rFonts w:eastAsiaTheme="minorHAnsi"/>
      <w:lang w:eastAsia="en-US"/>
    </w:rPr>
  </w:style>
  <w:style w:type="paragraph" w:customStyle="1" w:styleId="8778ADA5983A40F29A2824A47A2366BA3">
    <w:name w:val="8778ADA5983A40F29A2824A47A2366BA3"/>
    <w:rsid w:val="00B637E3"/>
    <w:rPr>
      <w:rFonts w:eastAsiaTheme="minorHAnsi"/>
      <w:lang w:eastAsia="en-US"/>
    </w:rPr>
  </w:style>
  <w:style w:type="paragraph" w:customStyle="1" w:styleId="E3ED45A54C7C46AA9D3FC155AD2A2FD44">
    <w:name w:val="E3ED45A54C7C46AA9D3FC155AD2A2FD44"/>
    <w:rsid w:val="00B637E3"/>
    <w:rPr>
      <w:rFonts w:eastAsiaTheme="minorHAnsi"/>
      <w:lang w:eastAsia="en-US"/>
    </w:rPr>
  </w:style>
  <w:style w:type="paragraph" w:customStyle="1" w:styleId="072C43A6A5A940AABBB529AAB370B1844">
    <w:name w:val="072C43A6A5A940AABBB529AAB370B1844"/>
    <w:rsid w:val="00B637E3"/>
    <w:rPr>
      <w:rFonts w:eastAsiaTheme="minorHAnsi"/>
      <w:lang w:eastAsia="en-US"/>
    </w:rPr>
  </w:style>
  <w:style w:type="paragraph" w:customStyle="1" w:styleId="8FAF859152F14AA0B08ADAFD87F01D391">
    <w:name w:val="8FAF859152F14AA0B08ADAFD87F01D391"/>
    <w:rsid w:val="00B637E3"/>
    <w:rPr>
      <w:rFonts w:eastAsiaTheme="minorHAnsi"/>
      <w:lang w:eastAsia="en-US"/>
    </w:rPr>
  </w:style>
  <w:style w:type="paragraph" w:customStyle="1" w:styleId="960A17A8A1DD460991AA32570A7BB77D2">
    <w:name w:val="960A17A8A1DD460991AA32570A7BB77D2"/>
    <w:rsid w:val="00B637E3"/>
    <w:rPr>
      <w:rFonts w:eastAsiaTheme="minorHAnsi"/>
      <w:lang w:eastAsia="en-US"/>
    </w:rPr>
  </w:style>
  <w:style w:type="paragraph" w:customStyle="1" w:styleId="8FE096D2AE514E2497679BD66E59B4D12">
    <w:name w:val="8FE096D2AE514E2497679BD66E59B4D12"/>
    <w:rsid w:val="00B637E3"/>
    <w:rPr>
      <w:rFonts w:eastAsiaTheme="minorHAnsi"/>
      <w:lang w:eastAsia="en-US"/>
    </w:rPr>
  </w:style>
  <w:style w:type="paragraph" w:customStyle="1" w:styleId="20C4F2A180604E1CA90595E301EF3E3B1">
    <w:name w:val="20C4F2A180604E1CA90595E301EF3E3B1"/>
    <w:rsid w:val="00B637E3"/>
    <w:rPr>
      <w:rFonts w:eastAsiaTheme="minorHAnsi"/>
      <w:lang w:eastAsia="en-US"/>
    </w:rPr>
  </w:style>
  <w:style w:type="paragraph" w:customStyle="1" w:styleId="1102A78286554B4E8EC7AA1762F1990D3">
    <w:name w:val="1102A78286554B4E8EC7AA1762F1990D3"/>
    <w:rsid w:val="00B637E3"/>
    <w:rPr>
      <w:rFonts w:eastAsiaTheme="minorHAnsi"/>
      <w:lang w:eastAsia="en-US"/>
    </w:rPr>
  </w:style>
  <w:style w:type="paragraph" w:customStyle="1" w:styleId="369F6D802CB74731B026FEE9FBF608FE">
    <w:name w:val="369F6D802CB74731B026FEE9FBF608FE"/>
    <w:rsid w:val="00B637E3"/>
  </w:style>
  <w:style w:type="paragraph" w:customStyle="1" w:styleId="FB1A49753CA349F99380227CDB1D3306">
    <w:name w:val="FB1A49753CA349F99380227CDB1D3306"/>
    <w:rsid w:val="00B637E3"/>
  </w:style>
  <w:style w:type="paragraph" w:customStyle="1" w:styleId="BBEA6499027C43308794BAD085CE7BF3">
    <w:name w:val="BBEA6499027C43308794BAD085CE7BF3"/>
    <w:rsid w:val="00B637E3"/>
  </w:style>
  <w:style w:type="paragraph" w:customStyle="1" w:styleId="95815313720847E8B170C17B8780EE5A">
    <w:name w:val="95815313720847E8B170C17B8780EE5A"/>
    <w:rsid w:val="00B637E3"/>
  </w:style>
  <w:style w:type="paragraph" w:customStyle="1" w:styleId="8AC5F8EE9F144659AFC1381FF23A56E8">
    <w:name w:val="8AC5F8EE9F144659AFC1381FF23A56E8"/>
    <w:rsid w:val="00B637E3"/>
  </w:style>
  <w:style w:type="paragraph" w:customStyle="1" w:styleId="E6DDE2D0519340A1A18F3C8F12FCC8BD">
    <w:name w:val="E6DDE2D0519340A1A18F3C8F12FCC8BD"/>
    <w:rsid w:val="00B637E3"/>
  </w:style>
  <w:style w:type="paragraph" w:customStyle="1" w:styleId="8FED1E667FD64AC498E59F71C64E8219">
    <w:name w:val="8FED1E667FD64AC498E59F71C64E8219"/>
    <w:rsid w:val="00B637E3"/>
  </w:style>
  <w:style w:type="paragraph" w:customStyle="1" w:styleId="3F823868C0B34996AAEF9F0F8073A791">
    <w:name w:val="3F823868C0B34996AAEF9F0F8073A791"/>
    <w:rsid w:val="00B637E3"/>
  </w:style>
  <w:style w:type="paragraph" w:customStyle="1" w:styleId="54A86E1CC7BB413A9EBA3F9930C1294E">
    <w:name w:val="54A86E1CC7BB413A9EBA3F9930C1294E"/>
    <w:rsid w:val="00B637E3"/>
  </w:style>
  <w:style w:type="paragraph" w:customStyle="1" w:styleId="C4AC5F5DDA0547DF872480044D0CB902">
    <w:name w:val="C4AC5F5DDA0547DF872480044D0CB902"/>
    <w:rsid w:val="00B637E3"/>
  </w:style>
  <w:style w:type="paragraph" w:customStyle="1" w:styleId="1FFCC74D95334667917F8D44532495AC">
    <w:name w:val="1FFCC74D95334667917F8D44532495AC"/>
    <w:rsid w:val="00B637E3"/>
  </w:style>
  <w:style w:type="paragraph" w:customStyle="1" w:styleId="7A6EB29301D84C83B73D8E63E90E7218">
    <w:name w:val="7A6EB29301D84C83B73D8E63E90E7218"/>
    <w:rsid w:val="00B637E3"/>
  </w:style>
  <w:style w:type="paragraph" w:customStyle="1" w:styleId="74BDBB6F233E48A6A7370319ECDAB77D">
    <w:name w:val="74BDBB6F233E48A6A7370319ECDAB77D"/>
    <w:rsid w:val="00B637E3"/>
  </w:style>
  <w:style w:type="paragraph" w:customStyle="1" w:styleId="62981E4BDD7342479310778266337925">
    <w:name w:val="62981E4BDD7342479310778266337925"/>
    <w:rsid w:val="00B637E3"/>
  </w:style>
  <w:style w:type="paragraph" w:customStyle="1" w:styleId="A88172980BC24FE6A2ECA951759C5DB9">
    <w:name w:val="A88172980BC24FE6A2ECA951759C5DB9"/>
    <w:rsid w:val="00B637E3"/>
  </w:style>
  <w:style w:type="paragraph" w:customStyle="1" w:styleId="14D7828FCDDE4480BDC157A7A2998161">
    <w:name w:val="14D7828FCDDE4480BDC157A7A2998161"/>
    <w:rsid w:val="00B637E3"/>
  </w:style>
  <w:style w:type="paragraph" w:customStyle="1" w:styleId="D2291F9BF83E483E96F802F1BC8B656A">
    <w:name w:val="D2291F9BF83E483E96F802F1BC8B656A"/>
    <w:rsid w:val="00B637E3"/>
  </w:style>
  <w:style w:type="paragraph" w:customStyle="1" w:styleId="D15BC072CD7644F3B3EE7AF4EF1BDA7E">
    <w:name w:val="D15BC072CD7644F3B3EE7AF4EF1BDA7E"/>
    <w:rsid w:val="00B637E3"/>
  </w:style>
  <w:style w:type="paragraph" w:customStyle="1" w:styleId="28B6E702C23A429C86D70AAA661D8438">
    <w:name w:val="28B6E702C23A429C86D70AAA661D8438"/>
    <w:rsid w:val="00B637E3"/>
  </w:style>
  <w:style w:type="paragraph" w:customStyle="1" w:styleId="1A6D4B806434432EAAD7C4EDF072F5BB">
    <w:name w:val="1A6D4B806434432EAAD7C4EDF072F5BB"/>
    <w:rsid w:val="00B637E3"/>
  </w:style>
  <w:style w:type="paragraph" w:customStyle="1" w:styleId="3137A45367D7479B912306B6F9AFF83A">
    <w:name w:val="3137A45367D7479B912306B6F9AFF83A"/>
    <w:rsid w:val="00B637E3"/>
  </w:style>
  <w:style w:type="paragraph" w:customStyle="1" w:styleId="4E2420F11C844277A7F81A9E27049007">
    <w:name w:val="4E2420F11C844277A7F81A9E27049007"/>
    <w:rsid w:val="00B637E3"/>
  </w:style>
  <w:style w:type="paragraph" w:customStyle="1" w:styleId="6F7CCAA1552F4C2C9451DDE329BE9016">
    <w:name w:val="6F7CCAA1552F4C2C9451DDE329BE9016"/>
    <w:rsid w:val="00B637E3"/>
  </w:style>
  <w:style w:type="paragraph" w:customStyle="1" w:styleId="55E136D6CCBD4DE3B8801EB4817BAFAF">
    <w:name w:val="55E136D6CCBD4DE3B8801EB4817BAFAF"/>
    <w:rsid w:val="00B637E3"/>
  </w:style>
  <w:style w:type="paragraph" w:customStyle="1" w:styleId="5B3C424710D949CA863E5784460345CB">
    <w:name w:val="5B3C424710D949CA863E5784460345CB"/>
    <w:rsid w:val="00B637E3"/>
  </w:style>
  <w:style w:type="paragraph" w:customStyle="1" w:styleId="517CC53A069449F08B301DF718104B75">
    <w:name w:val="517CC53A069449F08B301DF718104B75"/>
    <w:rsid w:val="00B637E3"/>
  </w:style>
  <w:style w:type="paragraph" w:customStyle="1" w:styleId="9C564DE4D77A43459DE8D1C0A68B84AB">
    <w:name w:val="9C564DE4D77A43459DE8D1C0A68B84AB"/>
    <w:rsid w:val="00B637E3"/>
  </w:style>
  <w:style w:type="paragraph" w:customStyle="1" w:styleId="72889C798D0147E1BC9A3C8DDEC74F5D">
    <w:name w:val="72889C798D0147E1BC9A3C8DDEC74F5D"/>
    <w:rsid w:val="00B637E3"/>
  </w:style>
  <w:style w:type="paragraph" w:customStyle="1" w:styleId="2824EE0B6EB34E0AB89E0B52E8C71A30">
    <w:name w:val="2824EE0B6EB34E0AB89E0B52E8C71A30"/>
    <w:rsid w:val="00B637E3"/>
  </w:style>
  <w:style w:type="paragraph" w:customStyle="1" w:styleId="A0F98D347FBF4FDBB55BBBFC0F029F2A">
    <w:name w:val="A0F98D347FBF4FDBB55BBBFC0F029F2A"/>
    <w:rsid w:val="00B637E3"/>
  </w:style>
  <w:style w:type="paragraph" w:customStyle="1" w:styleId="5B473D1E32934231B959B94F02259C95">
    <w:name w:val="5B473D1E32934231B959B94F02259C95"/>
    <w:rsid w:val="00B637E3"/>
  </w:style>
  <w:style w:type="paragraph" w:customStyle="1" w:styleId="2D34C597AC9F472D9A340D57D09E18BF">
    <w:name w:val="2D34C597AC9F472D9A340D57D09E18BF"/>
    <w:rsid w:val="00B637E3"/>
  </w:style>
  <w:style w:type="paragraph" w:customStyle="1" w:styleId="261D66448AB740DD810956B7308A0B61">
    <w:name w:val="261D66448AB740DD810956B7308A0B61"/>
    <w:rsid w:val="00B637E3"/>
  </w:style>
  <w:style w:type="paragraph" w:customStyle="1" w:styleId="6CD869B7C6B5431BBA69F7E4AC6C6D3B">
    <w:name w:val="6CD869B7C6B5431BBA69F7E4AC6C6D3B"/>
    <w:rsid w:val="00B637E3"/>
  </w:style>
  <w:style w:type="paragraph" w:customStyle="1" w:styleId="B5E6393448184FED85B0F62AD58DEA08">
    <w:name w:val="B5E6393448184FED85B0F62AD58DEA08"/>
    <w:rsid w:val="00B637E3"/>
  </w:style>
  <w:style w:type="paragraph" w:customStyle="1" w:styleId="040F28C1DF6A4AB08861C8531587ADDC">
    <w:name w:val="040F28C1DF6A4AB08861C8531587ADDC"/>
    <w:rsid w:val="00B637E3"/>
  </w:style>
  <w:style w:type="paragraph" w:customStyle="1" w:styleId="EE13074CAB4447C5BDF919644F98CED5">
    <w:name w:val="EE13074CAB4447C5BDF919644F98CED5"/>
    <w:rsid w:val="00B637E3"/>
  </w:style>
  <w:style w:type="paragraph" w:customStyle="1" w:styleId="D72E8E8952A14E95A83C5DB7F4FE8DDD">
    <w:name w:val="D72E8E8952A14E95A83C5DB7F4FE8DDD"/>
    <w:rsid w:val="00B637E3"/>
  </w:style>
  <w:style w:type="paragraph" w:customStyle="1" w:styleId="63265428ED534194928582A1F378DAD5">
    <w:name w:val="63265428ED534194928582A1F378DAD5"/>
    <w:rsid w:val="00B637E3"/>
  </w:style>
  <w:style w:type="paragraph" w:customStyle="1" w:styleId="5E5CD2AECB5F4875A10A4B6A074DC6B2">
    <w:name w:val="5E5CD2AECB5F4875A10A4B6A074DC6B2"/>
    <w:rsid w:val="00B637E3"/>
  </w:style>
  <w:style w:type="paragraph" w:customStyle="1" w:styleId="28C800D5F6F84E4AB1FF089B57514EE8">
    <w:name w:val="28C800D5F6F84E4AB1FF089B57514EE8"/>
    <w:rsid w:val="00B637E3"/>
  </w:style>
  <w:style w:type="paragraph" w:customStyle="1" w:styleId="4535D159053A4AC0BFFCA28FD74D3B7D4">
    <w:name w:val="4535D159053A4AC0BFFCA28FD74D3B7D4"/>
    <w:rsid w:val="00B637E3"/>
    <w:rPr>
      <w:rFonts w:eastAsiaTheme="minorHAnsi"/>
      <w:lang w:eastAsia="en-US"/>
    </w:rPr>
  </w:style>
  <w:style w:type="paragraph" w:customStyle="1" w:styleId="10A17A67AF8D46C9B83CA7A87C3F166E4">
    <w:name w:val="10A17A67AF8D46C9B83CA7A87C3F166E4"/>
    <w:rsid w:val="00B637E3"/>
    <w:rPr>
      <w:rFonts w:eastAsiaTheme="minorHAnsi"/>
      <w:lang w:eastAsia="en-US"/>
    </w:rPr>
  </w:style>
  <w:style w:type="paragraph" w:customStyle="1" w:styleId="BEF030EDDCB1489BA6C5A017FEACA20E4">
    <w:name w:val="BEF030EDDCB1489BA6C5A017FEACA20E4"/>
    <w:rsid w:val="00B637E3"/>
    <w:rPr>
      <w:rFonts w:eastAsiaTheme="minorHAnsi"/>
      <w:lang w:eastAsia="en-US"/>
    </w:rPr>
  </w:style>
  <w:style w:type="paragraph" w:customStyle="1" w:styleId="CF50B4583DBD4CBC8720C038148F7A094">
    <w:name w:val="CF50B4583DBD4CBC8720C038148F7A094"/>
    <w:rsid w:val="00B637E3"/>
    <w:rPr>
      <w:rFonts w:eastAsiaTheme="minorHAnsi"/>
      <w:lang w:eastAsia="en-US"/>
    </w:rPr>
  </w:style>
  <w:style w:type="paragraph" w:customStyle="1" w:styleId="4998AD4FEAC4402E914D5BFF280012114">
    <w:name w:val="4998AD4FEAC4402E914D5BFF280012114"/>
    <w:rsid w:val="00B637E3"/>
    <w:rPr>
      <w:rFonts w:eastAsiaTheme="minorHAnsi"/>
      <w:lang w:eastAsia="en-US"/>
    </w:rPr>
  </w:style>
  <w:style w:type="paragraph" w:customStyle="1" w:styleId="50B9135090F94BCD93663AD4ABB3E3EC4">
    <w:name w:val="50B9135090F94BCD93663AD4ABB3E3EC4"/>
    <w:rsid w:val="00B637E3"/>
    <w:rPr>
      <w:rFonts w:eastAsiaTheme="minorHAnsi"/>
      <w:lang w:eastAsia="en-US"/>
    </w:rPr>
  </w:style>
  <w:style w:type="paragraph" w:customStyle="1" w:styleId="3AC904D7B2944E3FBCCC0AB8A0B072964">
    <w:name w:val="3AC904D7B2944E3FBCCC0AB8A0B072964"/>
    <w:rsid w:val="00B637E3"/>
    <w:rPr>
      <w:rFonts w:eastAsiaTheme="minorHAnsi"/>
      <w:lang w:eastAsia="en-US"/>
    </w:rPr>
  </w:style>
  <w:style w:type="paragraph" w:customStyle="1" w:styleId="D38BD3FCBE4B40C8B54A7671B59732774">
    <w:name w:val="D38BD3FCBE4B40C8B54A7671B59732774"/>
    <w:rsid w:val="00B637E3"/>
    <w:rPr>
      <w:rFonts w:eastAsiaTheme="minorHAnsi"/>
      <w:lang w:eastAsia="en-US"/>
    </w:rPr>
  </w:style>
  <w:style w:type="paragraph" w:customStyle="1" w:styleId="D2B310F021314ACFA5218491B5C572F54">
    <w:name w:val="D2B310F021314ACFA5218491B5C572F54"/>
    <w:rsid w:val="00B637E3"/>
    <w:rPr>
      <w:rFonts w:eastAsiaTheme="minorHAnsi"/>
      <w:lang w:eastAsia="en-US"/>
    </w:rPr>
  </w:style>
  <w:style w:type="paragraph" w:customStyle="1" w:styleId="52F55EE76E454BA996A506E862D95D6C4">
    <w:name w:val="52F55EE76E454BA996A506E862D95D6C4"/>
    <w:rsid w:val="00B637E3"/>
    <w:rPr>
      <w:rFonts w:eastAsiaTheme="minorHAnsi"/>
      <w:lang w:eastAsia="en-US"/>
    </w:rPr>
  </w:style>
  <w:style w:type="paragraph" w:customStyle="1" w:styleId="C0BB0A344137460EA7DC02AFBA11C92F4">
    <w:name w:val="C0BB0A344137460EA7DC02AFBA11C92F4"/>
    <w:rsid w:val="00B637E3"/>
    <w:rPr>
      <w:rFonts w:eastAsiaTheme="minorHAnsi"/>
      <w:lang w:eastAsia="en-US"/>
    </w:rPr>
  </w:style>
  <w:style w:type="paragraph" w:customStyle="1" w:styleId="2ABB73E66F874C0A829A19556EF1DF544">
    <w:name w:val="2ABB73E66F874C0A829A19556EF1DF544"/>
    <w:rsid w:val="00B637E3"/>
    <w:rPr>
      <w:rFonts w:eastAsiaTheme="minorHAnsi"/>
      <w:lang w:eastAsia="en-US"/>
    </w:rPr>
  </w:style>
  <w:style w:type="paragraph" w:customStyle="1" w:styleId="511C9211858F495C8385DAAC46059FC24">
    <w:name w:val="511C9211858F495C8385DAAC46059FC24"/>
    <w:rsid w:val="00B637E3"/>
    <w:rPr>
      <w:rFonts w:eastAsiaTheme="minorHAnsi"/>
      <w:lang w:eastAsia="en-US"/>
    </w:rPr>
  </w:style>
  <w:style w:type="paragraph" w:customStyle="1" w:styleId="03CD2C3A74D14135865F7A4B95F691BB4">
    <w:name w:val="03CD2C3A74D14135865F7A4B95F691BB4"/>
    <w:rsid w:val="00B637E3"/>
    <w:rPr>
      <w:rFonts w:eastAsiaTheme="minorHAnsi"/>
      <w:lang w:eastAsia="en-US"/>
    </w:rPr>
  </w:style>
  <w:style w:type="paragraph" w:customStyle="1" w:styleId="F45ECF1005FD490E953E0E44BC2150E94">
    <w:name w:val="F45ECF1005FD490E953E0E44BC2150E94"/>
    <w:rsid w:val="00B637E3"/>
    <w:rPr>
      <w:rFonts w:eastAsiaTheme="minorHAnsi"/>
      <w:lang w:eastAsia="en-US"/>
    </w:rPr>
  </w:style>
  <w:style w:type="paragraph" w:customStyle="1" w:styleId="27A3DFF4768240C4BFF7DF0EC2888EA54">
    <w:name w:val="27A3DFF4768240C4BFF7DF0EC2888EA54"/>
    <w:rsid w:val="00B637E3"/>
    <w:rPr>
      <w:rFonts w:eastAsiaTheme="minorHAnsi"/>
      <w:lang w:eastAsia="en-US"/>
    </w:rPr>
  </w:style>
  <w:style w:type="paragraph" w:customStyle="1" w:styleId="4F6E519084D249CD876B82AE9D796CB84">
    <w:name w:val="4F6E519084D249CD876B82AE9D796CB84"/>
    <w:rsid w:val="00B637E3"/>
    <w:rPr>
      <w:rFonts w:eastAsiaTheme="minorHAnsi"/>
      <w:lang w:eastAsia="en-US"/>
    </w:rPr>
  </w:style>
  <w:style w:type="paragraph" w:customStyle="1" w:styleId="29142387158045348568C64B2367A4404">
    <w:name w:val="29142387158045348568C64B2367A4404"/>
    <w:rsid w:val="00B637E3"/>
    <w:rPr>
      <w:rFonts w:eastAsiaTheme="minorHAnsi"/>
      <w:lang w:eastAsia="en-US"/>
    </w:rPr>
  </w:style>
  <w:style w:type="paragraph" w:customStyle="1" w:styleId="71D8DD155B8F400E9767AE7C976A09604">
    <w:name w:val="71D8DD155B8F400E9767AE7C976A09604"/>
    <w:rsid w:val="00B637E3"/>
    <w:rPr>
      <w:rFonts w:eastAsiaTheme="minorHAnsi"/>
      <w:lang w:eastAsia="en-US"/>
    </w:rPr>
  </w:style>
  <w:style w:type="paragraph" w:customStyle="1" w:styleId="F5262E137388474A9AC08BBE7C5CF5944">
    <w:name w:val="F5262E137388474A9AC08BBE7C5CF5944"/>
    <w:rsid w:val="00B637E3"/>
    <w:rPr>
      <w:rFonts w:eastAsiaTheme="minorHAnsi"/>
      <w:lang w:eastAsia="en-US"/>
    </w:rPr>
  </w:style>
  <w:style w:type="paragraph" w:customStyle="1" w:styleId="660EB379D92745BCA720878B7AF4496B4">
    <w:name w:val="660EB379D92745BCA720878B7AF4496B4"/>
    <w:rsid w:val="00B637E3"/>
    <w:rPr>
      <w:rFonts w:eastAsiaTheme="minorHAnsi"/>
      <w:lang w:eastAsia="en-US"/>
    </w:rPr>
  </w:style>
  <w:style w:type="paragraph" w:customStyle="1" w:styleId="8778ADA5983A40F29A2824A47A2366BA4">
    <w:name w:val="8778ADA5983A40F29A2824A47A2366BA4"/>
    <w:rsid w:val="00B637E3"/>
    <w:rPr>
      <w:rFonts w:eastAsiaTheme="minorHAnsi"/>
      <w:lang w:eastAsia="en-US"/>
    </w:rPr>
  </w:style>
  <w:style w:type="paragraph" w:customStyle="1" w:styleId="E3ED45A54C7C46AA9D3FC155AD2A2FD45">
    <w:name w:val="E3ED45A54C7C46AA9D3FC155AD2A2FD45"/>
    <w:rsid w:val="00B637E3"/>
    <w:rPr>
      <w:rFonts w:eastAsiaTheme="minorHAnsi"/>
      <w:lang w:eastAsia="en-US"/>
    </w:rPr>
  </w:style>
  <w:style w:type="paragraph" w:customStyle="1" w:styleId="072C43A6A5A940AABBB529AAB370B1845">
    <w:name w:val="072C43A6A5A940AABBB529AAB370B1845"/>
    <w:rsid w:val="00B637E3"/>
    <w:rPr>
      <w:rFonts w:eastAsiaTheme="minorHAnsi"/>
      <w:lang w:eastAsia="en-US"/>
    </w:rPr>
  </w:style>
  <w:style w:type="paragraph" w:customStyle="1" w:styleId="8FAF859152F14AA0B08ADAFD87F01D392">
    <w:name w:val="8FAF859152F14AA0B08ADAFD87F01D392"/>
    <w:rsid w:val="00B637E3"/>
    <w:rPr>
      <w:rFonts w:eastAsiaTheme="minorHAnsi"/>
      <w:lang w:eastAsia="en-US"/>
    </w:rPr>
  </w:style>
  <w:style w:type="paragraph" w:customStyle="1" w:styleId="960A17A8A1DD460991AA32570A7BB77D3">
    <w:name w:val="960A17A8A1DD460991AA32570A7BB77D3"/>
    <w:rsid w:val="00B637E3"/>
    <w:rPr>
      <w:rFonts w:eastAsiaTheme="minorHAnsi"/>
      <w:lang w:eastAsia="en-US"/>
    </w:rPr>
  </w:style>
  <w:style w:type="paragraph" w:customStyle="1" w:styleId="8FE096D2AE514E2497679BD66E59B4D13">
    <w:name w:val="8FE096D2AE514E2497679BD66E59B4D13"/>
    <w:rsid w:val="00B637E3"/>
    <w:rPr>
      <w:rFonts w:eastAsiaTheme="minorHAnsi"/>
      <w:lang w:eastAsia="en-US"/>
    </w:rPr>
  </w:style>
  <w:style w:type="paragraph" w:customStyle="1" w:styleId="20C4F2A180604E1CA90595E301EF3E3B2">
    <w:name w:val="20C4F2A180604E1CA90595E301EF3E3B2"/>
    <w:rsid w:val="00B637E3"/>
    <w:rPr>
      <w:rFonts w:eastAsiaTheme="minorHAnsi"/>
      <w:lang w:eastAsia="en-US"/>
    </w:rPr>
  </w:style>
  <w:style w:type="paragraph" w:customStyle="1" w:styleId="14D7828FCDDE4480BDC157A7A29981611">
    <w:name w:val="14D7828FCDDE4480BDC157A7A29981611"/>
    <w:rsid w:val="00B637E3"/>
    <w:rPr>
      <w:rFonts w:eastAsiaTheme="minorHAnsi"/>
      <w:lang w:eastAsia="en-US"/>
    </w:rPr>
  </w:style>
  <w:style w:type="paragraph" w:customStyle="1" w:styleId="D2291F9BF83E483E96F802F1BC8B656A1">
    <w:name w:val="D2291F9BF83E483E96F802F1BC8B656A1"/>
    <w:rsid w:val="00B637E3"/>
    <w:rPr>
      <w:rFonts w:eastAsiaTheme="minorHAnsi"/>
      <w:lang w:eastAsia="en-US"/>
    </w:rPr>
  </w:style>
  <w:style w:type="paragraph" w:customStyle="1" w:styleId="D15BC072CD7644F3B3EE7AF4EF1BDA7E1">
    <w:name w:val="D15BC072CD7644F3B3EE7AF4EF1BDA7E1"/>
    <w:rsid w:val="00B637E3"/>
    <w:rPr>
      <w:rFonts w:eastAsiaTheme="minorHAnsi"/>
      <w:lang w:eastAsia="en-US"/>
    </w:rPr>
  </w:style>
  <w:style w:type="paragraph" w:customStyle="1" w:styleId="28B6E702C23A429C86D70AAA661D84381">
    <w:name w:val="28B6E702C23A429C86D70AAA661D84381"/>
    <w:rsid w:val="00B637E3"/>
    <w:rPr>
      <w:rFonts w:eastAsiaTheme="minorHAnsi"/>
      <w:lang w:eastAsia="en-US"/>
    </w:rPr>
  </w:style>
  <w:style w:type="paragraph" w:customStyle="1" w:styleId="F0FE75BD223F45C8B95E1F63B06385D1">
    <w:name w:val="F0FE75BD223F45C8B95E1F63B06385D1"/>
    <w:rsid w:val="00B637E3"/>
    <w:rPr>
      <w:rFonts w:eastAsiaTheme="minorHAnsi"/>
      <w:lang w:eastAsia="en-US"/>
    </w:rPr>
  </w:style>
  <w:style w:type="paragraph" w:customStyle="1" w:styleId="A80CAA0C4CB140F79683C5A27B034096">
    <w:name w:val="A80CAA0C4CB140F79683C5A27B034096"/>
    <w:rsid w:val="00B637E3"/>
    <w:rPr>
      <w:rFonts w:eastAsiaTheme="minorHAnsi"/>
      <w:lang w:eastAsia="en-US"/>
    </w:rPr>
  </w:style>
  <w:style w:type="paragraph" w:customStyle="1" w:styleId="5DDE55A06DDE4D6685E23387427148C8">
    <w:name w:val="5DDE55A06DDE4D6685E23387427148C8"/>
    <w:rsid w:val="00B637E3"/>
    <w:rPr>
      <w:rFonts w:eastAsiaTheme="minorHAnsi"/>
      <w:lang w:eastAsia="en-US"/>
    </w:rPr>
  </w:style>
  <w:style w:type="paragraph" w:customStyle="1" w:styleId="1A6D4B806434432EAAD7C4EDF072F5BB1">
    <w:name w:val="1A6D4B806434432EAAD7C4EDF072F5BB1"/>
    <w:rsid w:val="00B637E3"/>
    <w:rPr>
      <w:rFonts w:eastAsiaTheme="minorHAnsi"/>
      <w:lang w:eastAsia="en-US"/>
    </w:rPr>
  </w:style>
  <w:style w:type="paragraph" w:customStyle="1" w:styleId="3137A45367D7479B912306B6F9AFF83A1">
    <w:name w:val="3137A45367D7479B912306B6F9AFF83A1"/>
    <w:rsid w:val="00B637E3"/>
    <w:rPr>
      <w:rFonts w:eastAsiaTheme="minorHAnsi"/>
      <w:lang w:eastAsia="en-US"/>
    </w:rPr>
  </w:style>
  <w:style w:type="paragraph" w:customStyle="1" w:styleId="4E2420F11C844277A7F81A9E270490071">
    <w:name w:val="4E2420F11C844277A7F81A9E270490071"/>
    <w:rsid w:val="00B637E3"/>
    <w:rPr>
      <w:rFonts w:eastAsiaTheme="minorHAnsi"/>
      <w:lang w:eastAsia="en-US"/>
    </w:rPr>
  </w:style>
  <w:style w:type="paragraph" w:customStyle="1" w:styleId="11FDD7D30B9D4AB0ADDA45B61D8CF6D9">
    <w:name w:val="11FDD7D30B9D4AB0ADDA45B61D8CF6D9"/>
    <w:rsid w:val="00B637E3"/>
    <w:rPr>
      <w:rFonts w:eastAsiaTheme="minorHAnsi"/>
      <w:lang w:eastAsia="en-US"/>
    </w:rPr>
  </w:style>
  <w:style w:type="paragraph" w:customStyle="1" w:styleId="2D34C597AC9F472D9A340D57D09E18BF1">
    <w:name w:val="2D34C597AC9F472D9A340D57D09E18BF1"/>
    <w:rsid w:val="00B637E3"/>
    <w:rPr>
      <w:rFonts w:eastAsiaTheme="minorHAnsi"/>
      <w:lang w:eastAsia="en-US"/>
    </w:rPr>
  </w:style>
  <w:style w:type="paragraph" w:customStyle="1" w:styleId="261D66448AB740DD810956B7308A0B611">
    <w:name w:val="261D66448AB740DD810956B7308A0B611"/>
    <w:rsid w:val="00B637E3"/>
    <w:rPr>
      <w:rFonts w:eastAsiaTheme="minorHAnsi"/>
      <w:lang w:eastAsia="en-US"/>
    </w:rPr>
  </w:style>
  <w:style w:type="paragraph" w:customStyle="1" w:styleId="7F11FDFA534A465DB782D6874C902FE1">
    <w:name w:val="7F11FDFA534A465DB782D6874C902FE1"/>
    <w:rsid w:val="00B637E3"/>
    <w:rPr>
      <w:rFonts w:eastAsiaTheme="minorHAnsi"/>
      <w:lang w:eastAsia="en-US"/>
    </w:rPr>
  </w:style>
  <w:style w:type="paragraph" w:customStyle="1" w:styleId="6F7CCAA1552F4C2C9451DDE329BE90161">
    <w:name w:val="6F7CCAA1552F4C2C9451DDE329BE90161"/>
    <w:rsid w:val="00B637E3"/>
    <w:rPr>
      <w:rFonts w:eastAsiaTheme="minorHAnsi"/>
      <w:lang w:eastAsia="en-US"/>
    </w:rPr>
  </w:style>
  <w:style w:type="paragraph" w:customStyle="1" w:styleId="55E136D6CCBD4DE3B8801EB4817BAFAF1">
    <w:name w:val="55E136D6CCBD4DE3B8801EB4817BAFAF1"/>
    <w:rsid w:val="00B637E3"/>
    <w:rPr>
      <w:rFonts w:eastAsiaTheme="minorHAnsi"/>
      <w:lang w:eastAsia="en-US"/>
    </w:rPr>
  </w:style>
  <w:style w:type="paragraph" w:customStyle="1" w:styleId="9C564DE4D77A43459DE8D1C0A68B84AB1">
    <w:name w:val="9C564DE4D77A43459DE8D1C0A68B84AB1"/>
    <w:rsid w:val="00B637E3"/>
    <w:rPr>
      <w:rFonts w:eastAsiaTheme="minorHAnsi"/>
      <w:lang w:eastAsia="en-US"/>
    </w:rPr>
  </w:style>
  <w:style w:type="paragraph" w:customStyle="1" w:styleId="6E5CF607BCB143348CF0643BEE05A2AB">
    <w:name w:val="6E5CF607BCB143348CF0643BEE05A2AB"/>
    <w:rsid w:val="00B637E3"/>
    <w:rPr>
      <w:rFonts w:eastAsiaTheme="minorHAnsi"/>
      <w:lang w:eastAsia="en-US"/>
    </w:rPr>
  </w:style>
  <w:style w:type="paragraph" w:customStyle="1" w:styleId="A0F98D347FBF4FDBB55BBBFC0F029F2A1">
    <w:name w:val="A0F98D347FBF4FDBB55BBBFC0F029F2A1"/>
    <w:rsid w:val="00B637E3"/>
    <w:rPr>
      <w:rFonts w:eastAsiaTheme="minorHAnsi"/>
      <w:lang w:eastAsia="en-US"/>
    </w:rPr>
  </w:style>
  <w:style w:type="paragraph" w:customStyle="1" w:styleId="6CD869B7C6B5431BBA69F7E4AC6C6D3B1">
    <w:name w:val="6CD869B7C6B5431BBA69F7E4AC6C6D3B1"/>
    <w:rsid w:val="00B637E3"/>
    <w:rPr>
      <w:rFonts w:eastAsiaTheme="minorHAnsi"/>
      <w:lang w:eastAsia="en-US"/>
    </w:rPr>
  </w:style>
  <w:style w:type="paragraph" w:customStyle="1" w:styleId="5B3C424710D949CA863E5784460345CB1">
    <w:name w:val="5B3C424710D949CA863E5784460345CB1"/>
    <w:rsid w:val="00B637E3"/>
    <w:rPr>
      <w:rFonts w:eastAsiaTheme="minorHAnsi"/>
      <w:lang w:eastAsia="en-US"/>
    </w:rPr>
  </w:style>
  <w:style w:type="paragraph" w:customStyle="1" w:styleId="517CC53A069449F08B301DF718104B751">
    <w:name w:val="517CC53A069449F08B301DF718104B751"/>
    <w:rsid w:val="00B637E3"/>
    <w:rPr>
      <w:rFonts w:eastAsiaTheme="minorHAnsi"/>
      <w:lang w:eastAsia="en-US"/>
    </w:rPr>
  </w:style>
  <w:style w:type="paragraph" w:customStyle="1" w:styleId="72889C798D0147E1BC9A3C8DDEC74F5D1">
    <w:name w:val="72889C798D0147E1BC9A3C8DDEC74F5D1"/>
    <w:rsid w:val="00B637E3"/>
    <w:rPr>
      <w:rFonts w:eastAsiaTheme="minorHAnsi"/>
      <w:lang w:eastAsia="en-US"/>
    </w:rPr>
  </w:style>
  <w:style w:type="paragraph" w:customStyle="1" w:styleId="2824EE0B6EB34E0AB89E0B52E8C71A301">
    <w:name w:val="2824EE0B6EB34E0AB89E0B52E8C71A301"/>
    <w:rsid w:val="00B637E3"/>
    <w:rPr>
      <w:rFonts w:eastAsiaTheme="minorHAnsi"/>
      <w:lang w:eastAsia="en-US"/>
    </w:rPr>
  </w:style>
  <w:style w:type="paragraph" w:customStyle="1" w:styleId="5B473D1E32934231B959B94F02259C951">
    <w:name w:val="5B473D1E32934231B959B94F02259C951"/>
    <w:rsid w:val="00B637E3"/>
    <w:rPr>
      <w:rFonts w:eastAsiaTheme="minorHAnsi"/>
      <w:lang w:eastAsia="en-US"/>
    </w:rPr>
  </w:style>
  <w:style w:type="paragraph" w:customStyle="1" w:styleId="B5E6393448184FED85B0F62AD58DEA081">
    <w:name w:val="B5E6393448184FED85B0F62AD58DEA081"/>
    <w:rsid w:val="00B637E3"/>
    <w:rPr>
      <w:rFonts w:eastAsiaTheme="minorHAnsi"/>
      <w:lang w:eastAsia="en-US"/>
    </w:rPr>
  </w:style>
  <w:style w:type="paragraph" w:customStyle="1" w:styleId="DAB00825161E45BDA8B4A61AAA5DBD92">
    <w:name w:val="DAB00825161E45BDA8B4A61AAA5DBD92"/>
    <w:rsid w:val="00B637E3"/>
    <w:rPr>
      <w:rFonts w:eastAsiaTheme="minorHAnsi"/>
      <w:lang w:eastAsia="en-US"/>
    </w:rPr>
  </w:style>
  <w:style w:type="paragraph" w:customStyle="1" w:styleId="7978985C8C0742EEB89CFBDBF5D38165">
    <w:name w:val="7978985C8C0742EEB89CFBDBF5D38165"/>
    <w:rsid w:val="00B637E3"/>
    <w:rPr>
      <w:rFonts w:eastAsiaTheme="minorHAnsi"/>
      <w:lang w:eastAsia="en-US"/>
    </w:rPr>
  </w:style>
  <w:style w:type="paragraph" w:customStyle="1" w:styleId="486D14A0B84B4BD89F173830AC4F5DAE">
    <w:name w:val="486D14A0B84B4BD89F173830AC4F5DAE"/>
    <w:rsid w:val="00B637E3"/>
    <w:rPr>
      <w:rFonts w:eastAsiaTheme="minorHAnsi"/>
      <w:lang w:eastAsia="en-US"/>
    </w:rPr>
  </w:style>
  <w:style w:type="paragraph" w:customStyle="1" w:styleId="7021C44681044D23815044E432DFEB59">
    <w:name w:val="7021C44681044D23815044E432DFEB59"/>
    <w:rsid w:val="00B637E3"/>
    <w:rPr>
      <w:rFonts w:eastAsiaTheme="minorHAnsi"/>
      <w:lang w:eastAsia="en-US"/>
    </w:rPr>
  </w:style>
  <w:style w:type="paragraph" w:customStyle="1" w:styleId="A41956E171DE454E97A6F3E137B6CB2F">
    <w:name w:val="A41956E171DE454E97A6F3E137B6CB2F"/>
    <w:rsid w:val="00B637E3"/>
    <w:rPr>
      <w:rFonts w:eastAsiaTheme="minorHAnsi"/>
      <w:lang w:eastAsia="en-US"/>
    </w:rPr>
  </w:style>
  <w:style w:type="paragraph" w:customStyle="1" w:styleId="AB1DC2C6059B4E03B1F170AB7C0D64D9">
    <w:name w:val="AB1DC2C6059B4E03B1F170AB7C0D64D9"/>
    <w:rsid w:val="00B637E3"/>
    <w:rPr>
      <w:rFonts w:eastAsiaTheme="minorHAnsi"/>
      <w:lang w:eastAsia="en-US"/>
    </w:rPr>
  </w:style>
  <w:style w:type="paragraph" w:customStyle="1" w:styleId="040F28C1DF6A4AB08861C8531587ADDC1">
    <w:name w:val="040F28C1DF6A4AB08861C8531587ADDC1"/>
    <w:rsid w:val="00B637E3"/>
    <w:rPr>
      <w:rFonts w:eastAsiaTheme="minorHAnsi"/>
      <w:lang w:eastAsia="en-US"/>
    </w:rPr>
  </w:style>
  <w:style w:type="paragraph" w:customStyle="1" w:styleId="EE13074CAB4447C5BDF919644F98CED51">
    <w:name w:val="EE13074CAB4447C5BDF919644F98CED51"/>
    <w:rsid w:val="00B637E3"/>
    <w:rPr>
      <w:rFonts w:eastAsiaTheme="minorHAnsi"/>
      <w:lang w:eastAsia="en-US"/>
    </w:rPr>
  </w:style>
  <w:style w:type="paragraph" w:customStyle="1" w:styleId="D72E8E8952A14E95A83C5DB7F4FE8DDD1">
    <w:name w:val="D72E8E8952A14E95A83C5DB7F4FE8DDD1"/>
    <w:rsid w:val="00B637E3"/>
    <w:rPr>
      <w:rFonts w:eastAsiaTheme="minorHAnsi"/>
      <w:lang w:eastAsia="en-US"/>
    </w:rPr>
  </w:style>
  <w:style w:type="paragraph" w:customStyle="1" w:styleId="63265428ED534194928582A1F378DAD51">
    <w:name w:val="63265428ED534194928582A1F378DAD51"/>
    <w:rsid w:val="00B637E3"/>
    <w:rPr>
      <w:rFonts w:eastAsiaTheme="minorHAnsi"/>
      <w:lang w:eastAsia="en-US"/>
    </w:rPr>
  </w:style>
  <w:style w:type="paragraph" w:customStyle="1" w:styleId="5E5CD2AECB5F4875A10A4B6A074DC6B21">
    <w:name w:val="5E5CD2AECB5F4875A10A4B6A074DC6B21"/>
    <w:rsid w:val="00B637E3"/>
    <w:rPr>
      <w:rFonts w:eastAsiaTheme="minorHAnsi"/>
      <w:lang w:eastAsia="en-US"/>
    </w:rPr>
  </w:style>
  <w:style w:type="paragraph" w:customStyle="1" w:styleId="28C800D5F6F84E4AB1FF089B57514EE81">
    <w:name w:val="28C800D5F6F84E4AB1FF089B57514EE81"/>
    <w:rsid w:val="00B637E3"/>
    <w:rPr>
      <w:rFonts w:eastAsiaTheme="minorHAnsi"/>
      <w:lang w:eastAsia="en-US"/>
    </w:rPr>
  </w:style>
  <w:style w:type="paragraph" w:customStyle="1" w:styleId="3032334DE6E04172A365AE53B1036339">
    <w:name w:val="3032334DE6E04172A365AE53B1036339"/>
    <w:rsid w:val="00B637E3"/>
    <w:rPr>
      <w:rFonts w:eastAsiaTheme="minorHAnsi"/>
      <w:lang w:eastAsia="en-US"/>
    </w:rPr>
  </w:style>
  <w:style w:type="paragraph" w:customStyle="1" w:styleId="7BBE64D320AE4107B2C8F54D714B6A92">
    <w:name w:val="7BBE64D320AE4107B2C8F54D714B6A92"/>
    <w:rsid w:val="00B637E3"/>
    <w:rPr>
      <w:rFonts w:eastAsiaTheme="minorHAnsi"/>
      <w:lang w:eastAsia="en-US"/>
    </w:rPr>
  </w:style>
  <w:style w:type="paragraph" w:customStyle="1" w:styleId="9FA02D29AF484FA3AD1054E48226BB06">
    <w:name w:val="9FA02D29AF484FA3AD1054E48226BB06"/>
    <w:rsid w:val="00B637E3"/>
    <w:rPr>
      <w:rFonts w:eastAsiaTheme="minorHAnsi"/>
      <w:lang w:eastAsia="en-US"/>
    </w:rPr>
  </w:style>
  <w:style w:type="paragraph" w:customStyle="1" w:styleId="0EE002F6E3344D3FAF5580FA1192CCBD">
    <w:name w:val="0EE002F6E3344D3FAF5580FA1192CCBD"/>
    <w:rsid w:val="00B637E3"/>
    <w:rPr>
      <w:rFonts w:eastAsiaTheme="minorHAnsi"/>
      <w:lang w:eastAsia="en-US"/>
    </w:rPr>
  </w:style>
  <w:style w:type="paragraph" w:customStyle="1" w:styleId="DC5862440C434E06977F7FB0D4249B5A">
    <w:name w:val="DC5862440C434E06977F7FB0D4249B5A"/>
    <w:rsid w:val="00B637E3"/>
    <w:rPr>
      <w:rFonts w:eastAsiaTheme="minorHAnsi"/>
      <w:lang w:eastAsia="en-US"/>
    </w:rPr>
  </w:style>
  <w:style w:type="paragraph" w:customStyle="1" w:styleId="8239858C99B94A968123C81C74B7EF0B">
    <w:name w:val="8239858C99B94A968123C81C74B7EF0B"/>
    <w:rsid w:val="00B637E3"/>
    <w:rPr>
      <w:rFonts w:eastAsiaTheme="minorHAnsi"/>
      <w:lang w:eastAsia="en-US"/>
    </w:rPr>
  </w:style>
  <w:style w:type="paragraph" w:customStyle="1" w:styleId="7ADAF2BB89644D74ADC6DBDD124BBC22">
    <w:name w:val="7ADAF2BB89644D74ADC6DBDD124BBC22"/>
    <w:rsid w:val="00B637E3"/>
    <w:rPr>
      <w:rFonts w:eastAsiaTheme="minorHAnsi"/>
      <w:lang w:eastAsia="en-US"/>
    </w:rPr>
  </w:style>
  <w:style w:type="paragraph" w:customStyle="1" w:styleId="1102A78286554B4E8EC7AA1762F1990D4">
    <w:name w:val="1102A78286554B4E8EC7AA1762F1990D4"/>
    <w:rsid w:val="00B637E3"/>
    <w:rPr>
      <w:rFonts w:eastAsiaTheme="minorHAnsi"/>
      <w:lang w:eastAsia="en-US"/>
    </w:rPr>
  </w:style>
  <w:style w:type="paragraph" w:customStyle="1" w:styleId="0C49225EA5AE47BFBD802291B2EB0771">
    <w:name w:val="0C49225EA5AE47BFBD802291B2EB0771"/>
    <w:rsid w:val="00B637E3"/>
  </w:style>
  <w:style w:type="paragraph" w:customStyle="1" w:styleId="DF799E0F4F9143B39DFBB4E58C0A4AE4">
    <w:name w:val="DF799E0F4F9143B39DFBB4E58C0A4AE4"/>
    <w:rsid w:val="00B637E3"/>
  </w:style>
  <w:style w:type="paragraph" w:customStyle="1" w:styleId="8B3F9D1A7E0C42A1A5F3A6907056D901">
    <w:name w:val="8B3F9D1A7E0C42A1A5F3A6907056D901"/>
    <w:rsid w:val="00B637E3"/>
  </w:style>
  <w:style w:type="paragraph" w:customStyle="1" w:styleId="5644A615ADE5496C8241E29848B8D54B">
    <w:name w:val="5644A615ADE5496C8241E29848B8D54B"/>
    <w:rsid w:val="00B637E3"/>
  </w:style>
  <w:style w:type="paragraph" w:customStyle="1" w:styleId="E593D276FD5A460DA08CB05DD0F4EFBD">
    <w:name w:val="E593D276FD5A460DA08CB05DD0F4EFBD"/>
    <w:rsid w:val="00B637E3"/>
  </w:style>
  <w:style w:type="paragraph" w:customStyle="1" w:styleId="3DC293ACB9604DD797BEF9EB832A3CF4">
    <w:name w:val="3DC293ACB9604DD797BEF9EB832A3CF4"/>
    <w:rsid w:val="00B637E3"/>
  </w:style>
  <w:style w:type="paragraph" w:customStyle="1" w:styleId="355B6B5F54AC4436911AD51406ED1A1C">
    <w:name w:val="355B6B5F54AC4436911AD51406ED1A1C"/>
    <w:rsid w:val="00B637E3"/>
  </w:style>
  <w:style w:type="paragraph" w:customStyle="1" w:styleId="0E3FB4991F434970AE9B611C0370FC10">
    <w:name w:val="0E3FB4991F434970AE9B611C0370FC10"/>
    <w:rsid w:val="00BA4131"/>
  </w:style>
  <w:style w:type="paragraph" w:customStyle="1" w:styleId="9EAFCB56F07C4931941071DAD673DBDE">
    <w:name w:val="9EAFCB56F07C4931941071DAD673DBDE"/>
    <w:rsid w:val="00BA4131"/>
  </w:style>
  <w:style w:type="paragraph" w:customStyle="1" w:styleId="FA0131FF9A444E93839B75E2B9D106E2">
    <w:name w:val="FA0131FF9A444E93839B75E2B9D106E2"/>
    <w:rsid w:val="00BA4131"/>
  </w:style>
  <w:style w:type="paragraph" w:customStyle="1" w:styleId="DD2EAAF7DF614CE0A814A0F9A7695F19">
    <w:name w:val="DD2EAAF7DF614CE0A814A0F9A7695F19"/>
    <w:rsid w:val="00BA4131"/>
  </w:style>
  <w:style w:type="paragraph" w:customStyle="1" w:styleId="7BEADD6059714DDF9C26B85B21C43F77">
    <w:name w:val="7BEADD6059714DDF9C26B85B21C43F77"/>
    <w:rsid w:val="00BA4131"/>
  </w:style>
  <w:style w:type="paragraph" w:customStyle="1" w:styleId="FF2AF088F1194103B8B3780418076E45">
    <w:name w:val="FF2AF088F1194103B8B3780418076E45"/>
    <w:rsid w:val="00BA4131"/>
  </w:style>
  <w:style w:type="paragraph" w:customStyle="1" w:styleId="3F7DB261E4BB4CF58EA806D122847A79">
    <w:name w:val="3F7DB261E4BB4CF58EA806D122847A79"/>
    <w:rsid w:val="00BA4131"/>
  </w:style>
  <w:style w:type="paragraph" w:customStyle="1" w:styleId="78D3C3CA4181402CBBECAE5DBF6D7717">
    <w:name w:val="78D3C3CA4181402CBBECAE5DBF6D7717"/>
    <w:rsid w:val="00BA4131"/>
  </w:style>
  <w:style w:type="paragraph" w:customStyle="1" w:styleId="B020CF716FC74187969EA570E08BBF24">
    <w:name w:val="B020CF716FC74187969EA570E08BBF24"/>
    <w:rsid w:val="00BA4131"/>
  </w:style>
  <w:style w:type="paragraph" w:customStyle="1" w:styleId="5093376F4397431A8CAFDE66C28F3758">
    <w:name w:val="5093376F4397431A8CAFDE66C28F3758"/>
    <w:rsid w:val="00BA4131"/>
  </w:style>
  <w:style w:type="paragraph" w:customStyle="1" w:styleId="85131A6C955B480DB29344ABA31B5DCF">
    <w:name w:val="85131A6C955B480DB29344ABA31B5DCF"/>
    <w:rsid w:val="00BA4131"/>
  </w:style>
  <w:style w:type="paragraph" w:customStyle="1" w:styleId="30AB467F48F841319DC488647366A443">
    <w:name w:val="30AB467F48F841319DC488647366A443"/>
    <w:rsid w:val="00BA4131"/>
  </w:style>
  <w:style w:type="paragraph" w:customStyle="1" w:styleId="D8E58FCB1A2D43D08BDCC654DF1A424F">
    <w:name w:val="D8E58FCB1A2D43D08BDCC654DF1A424F"/>
    <w:rsid w:val="00BA4131"/>
  </w:style>
  <w:style w:type="paragraph" w:customStyle="1" w:styleId="7321CB37D5894C12B8141FBC03CB7242">
    <w:name w:val="7321CB37D5894C12B8141FBC03CB7242"/>
    <w:rsid w:val="00BA4131"/>
  </w:style>
  <w:style w:type="paragraph" w:customStyle="1" w:styleId="306475A063D7461ABA73D5E61E093896">
    <w:name w:val="306475A063D7461ABA73D5E61E093896"/>
    <w:rsid w:val="00BA4131"/>
  </w:style>
  <w:style w:type="paragraph" w:customStyle="1" w:styleId="BC89E241D02E49379EA167744B5F7478">
    <w:name w:val="BC89E241D02E49379EA167744B5F7478"/>
    <w:rsid w:val="00BA4131"/>
  </w:style>
  <w:style w:type="paragraph" w:customStyle="1" w:styleId="9187BDA311D24815A110D0DF48DD67DC">
    <w:name w:val="9187BDA311D24815A110D0DF48DD67DC"/>
    <w:rsid w:val="00BA4131"/>
  </w:style>
  <w:style w:type="paragraph" w:customStyle="1" w:styleId="2C2AC647F4A34B4E80D86B233D50A8A3">
    <w:name w:val="2C2AC647F4A34B4E80D86B233D50A8A3"/>
    <w:rsid w:val="00BA4131"/>
  </w:style>
  <w:style w:type="paragraph" w:customStyle="1" w:styleId="B924783545CE4F57BCAAAB669A0FBCA6">
    <w:name w:val="B924783545CE4F57BCAAAB669A0FBCA6"/>
    <w:rsid w:val="00FA370A"/>
  </w:style>
  <w:style w:type="paragraph" w:customStyle="1" w:styleId="40AE21125B98482382A145788B2979DB">
    <w:name w:val="40AE21125B98482382A145788B2979DB"/>
    <w:rsid w:val="00FA370A"/>
  </w:style>
  <w:style w:type="paragraph" w:customStyle="1" w:styleId="E45C8BE044DC4172A2199F8D7E28765E">
    <w:name w:val="E45C8BE044DC4172A2199F8D7E28765E"/>
    <w:rsid w:val="00FA370A"/>
  </w:style>
  <w:style w:type="paragraph" w:customStyle="1" w:styleId="0B76C3DC41124FAA8BCA2D9175AC8733">
    <w:name w:val="0B76C3DC41124FAA8BCA2D9175AC8733"/>
    <w:rsid w:val="00FA370A"/>
  </w:style>
  <w:style w:type="paragraph" w:customStyle="1" w:styleId="8139D410D38D435E9EDBDF9C5D4FBFB4">
    <w:name w:val="8139D410D38D435E9EDBDF9C5D4FBFB4"/>
    <w:rsid w:val="00FA370A"/>
  </w:style>
  <w:style w:type="paragraph" w:customStyle="1" w:styleId="B924783545CE4F57BCAAAB669A0FBCA61">
    <w:name w:val="B924783545CE4F57BCAAAB669A0FBCA61"/>
    <w:rsid w:val="00FA370A"/>
    <w:rPr>
      <w:rFonts w:eastAsiaTheme="minorHAnsi"/>
      <w:lang w:eastAsia="en-US"/>
    </w:rPr>
  </w:style>
  <w:style w:type="paragraph" w:customStyle="1" w:styleId="BEF030EDDCB1489BA6C5A017FEACA20E5">
    <w:name w:val="BEF030EDDCB1489BA6C5A017FEACA20E5"/>
    <w:rsid w:val="00FA370A"/>
    <w:rPr>
      <w:rFonts w:eastAsiaTheme="minorHAnsi"/>
      <w:lang w:eastAsia="en-US"/>
    </w:rPr>
  </w:style>
  <w:style w:type="paragraph" w:customStyle="1" w:styleId="CF50B4583DBD4CBC8720C038148F7A095">
    <w:name w:val="CF50B4583DBD4CBC8720C038148F7A095"/>
    <w:rsid w:val="00FA370A"/>
    <w:rPr>
      <w:rFonts w:eastAsiaTheme="minorHAnsi"/>
      <w:lang w:eastAsia="en-US"/>
    </w:rPr>
  </w:style>
  <w:style w:type="paragraph" w:customStyle="1" w:styleId="4998AD4FEAC4402E914D5BFF280012115">
    <w:name w:val="4998AD4FEAC4402E914D5BFF280012115"/>
    <w:rsid w:val="00FA370A"/>
    <w:rPr>
      <w:rFonts w:eastAsiaTheme="minorHAnsi"/>
      <w:lang w:eastAsia="en-US"/>
    </w:rPr>
  </w:style>
  <w:style w:type="paragraph" w:customStyle="1" w:styleId="9187BDA311D24815A110D0DF48DD67DC1">
    <w:name w:val="9187BDA311D24815A110D0DF48DD67DC1"/>
    <w:rsid w:val="00FA370A"/>
    <w:rPr>
      <w:rFonts w:eastAsiaTheme="minorHAnsi"/>
      <w:lang w:eastAsia="en-US"/>
    </w:rPr>
  </w:style>
  <w:style w:type="paragraph" w:customStyle="1" w:styleId="2C2AC647F4A34B4E80D86B233D50A8A31">
    <w:name w:val="2C2AC647F4A34B4E80D86B233D50A8A31"/>
    <w:rsid w:val="00FA370A"/>
    <w:rPr>
      <w:rFonts w:eastAsiaTheme="minorHAnsi"/>
      <w:lang w:eastAsia="en-US"/>
    </w:rPr>
  </w:style>
  <w:style w:type="paragraph" w:customStyle="1" w:styleId="03CD2C3A74D14135865F7A4B95F691BB5">
    <w:name w:val="03CD2C3A74D14135865F7A4B95F691BB5"/>
    <w:rsid w:val="00FA370A"/>
    <w:rPr>
      <w:rFonts w:eastAsiaTheme="minorHAnsi"/>
      <w:lang w:eastAsia="en-US"/>
    </w:rPr>
  </w:style>
  <w:style w:type="paragraph" w:customStyle="1" w:styleId="F45ECF1005FD490E953E0E44BC2150E95">
    <w:name w:val="F45ECF1005FD490E953E0E44BC2150E95"/>
    <w:rsid w:val="00FA370A"/>
    <w:rPr>
      <w:rFonts w:eastAsiaTheme="minorHAnsi"/>
      <w:lang w:eastAsia="en-US"/>
    </w:rPr>
  </w:style>
  <w:style w:type="paragraph" w:customStyle="1" w:styleId="27A3DFF4768240C4BFF7DF0EC2888EA55">
    <w:name w:val="27A3DFF4768240C4BFF7DF0EC2888EA55"/>
    <w:rsid w:val="00FA370A"/>
    <w:rPr>
      <w:rFonts w:eastAsiaTheme="minorHAnsi"/>
      <w:lang w:eastAsia="en-US"/>
    </w:rPr>
  </w:style>
  <w:style w:type="paragraph" w:customStyle="1" w:styleId="40AE21125B98482382A145788B2979DB1">
    <w:name w:val="40AE21125B98482382A145788B2979DB1"/>
    <w:rsid w:val="00FA370A"/>
    <w:rPr>
      <w:rFonts w:eastAsiaTheme="minorHAnsi"/>
      <w:lang w:eastAsia="en-US"/>
    </w:rPr>
  </w:style>
  <w:style w:type="paragraph" w:customStyle="1" w:styleId="E45C8BE044DC4172A2199F8D7E28765E1">
    <w:name w:val="E45C8BE044DC4172A2199F8D7E28765E1"/>
    <w:rsid w:val="00FA370A"/>
    <w:rPr>
      <w:rFonts w:eastAsiaTheme="minorHAnsi"/>
      <w:lang w:eastAsia="en-US"/>
    </w:rPr>
  </w:style>
  <w:style w:type="paragraph" w:customStyle="1" w:styleId="B020CF716FC74187969EA570E08BBF241">
    <w:name w:val="B020CF716FC74187969EA570E08BBF241"/>
    <w:rsid w:val="00FA370A"/>
    <w:rPr>
      <w:rFonts w:eastAsiaTheme="minorHAnsi"/>
      <w:lang w:eastAsia="en-US"/>
    </w:rPr>
  </w:style>
  <w:style w:type="paragraph" w:customStyle="1" w:styleId="5093376F4397431A8CAFDE66C28F37581">
    <w:name w:val="5093376F4397431A8CAFDE66C28F37581"/>
    <w:rsid w:val="00FA370A"/>
    <w:rPr>
      <w:rFonts w:eastAsiaTheme="minorHAnsi"/>
      <w:lang w:eastAsia="en-US"/>
    </w:rPr>
  </w:style>
  <w:style w:type="paragraph" w:customStyle="1" w:styleId="0B76C3DC41124FAA8BCA2D9175AC87331">
    <w:name w:val="0B76C3DC41124FAA8BCA2D9175AC87331"/>
    <w:rsid w:val="00FA370A"/>
    <w:rPr>
      <w:rFonts w:eastAsiaTheme="minorHAnsi"/>
      <w:lang w:eastAsia="en-US"/>
    </w:rPr>
  </w:style>
  <w:style w:type="paragraph" w:customStyle="1" w:styleId="8139D410D38D435E9EDBDF9C5D4FBFB41">
    <w:name w:val="8139D410D38D435E9EDBDF9C5D4FBFB41"/>
    <w:rsid w:val="00FA370A"/>
    <w:rPr>
      <w:rFonts w:eastAsiaTheme="minorHAnsi"/>
      <w:lang w:eastAsia="en-US"/>
    </w:rPr>
  </w:style>
  <w:style w:type="paragraph" w:customStyle="1" w:styleId="85131A6C955B480DB29344ABA31B5DCF1">
    <w:name w:val="85131A6C955B480DB29344ABA31B5DCF1"/>
    <w:rsid w:val="00FA370A"/>
    <w:rPr>
      <w:rFonts w:eastAsiaTheme="minorHAnsi"/>
      <w:lang w:eastAsia="en-US"/>
    </w:rPr>
  </w:style>
  <w:style w:type="paragraph" w:customStyle="1" w:styleId="30AB467F48F841319DC488647366A4431">
    <w:name w:val="30AB467F48F841319DC488647366A4431"/>
    <w:rsid w:val="00FA370A"/>
    <w:rPr>
      <w:rFonts w:eastAsiaTheme="minorHAnsi"/>
      <w:lang w:eastAsia="en-US"/>
    </w:rPr>
  </w:style>
  <w:style w:type="paragraph" w:customStyle="1" w:styleId="D8E58FCB1A2D43D08BDCC654DF1A424F1">
    <w:name w:val="D8E58FCB1A2D43D08BDCC654DF1A424F1"/>
    <w:rsid w:val="00FA370A"/>
    <w:rPr>
      <w:rFonts w:eastAsiaTheme="minorHAnsi"/>
      <w:lang w:eastAsia="en-US"/>
    </w:rPr>
  </w:style>
  <w:style w:type="paragraph" w:customStyle="1" w:styleId="7321CB37D5894C12B8141FBC03CB72421">
    <w:name w:val="7321CB37D5894C12B8141FBC03CB72421"/>
    <w:rsid w:val="00FA370A"/>
    <w:rPr>
      <w:rFonts w:eastAsiaTheme="minorHAnsi"/>
      <w:lang w:eastAsia="en-US"/>
    </w:rPr>
  </w:style>
  <w:style w:type="paragraph" w:customStyle="1" w:styleId="306475A063D7461ABA73D5E61E0938961">
    <w:name w:val="306475A063D7461ABA73D5E61E0938961"/>
    <w:rsid w:val="00FA370A"/>
    <w:rPr>
      <w:rFonts w:eastAsiaTheme="minorHAnsi"/>
      <w:lang w:eastAsia="en-US"/>
    </w:rPr>
  </w:style>
  <w:style w:type="paragraph" w:customStyle="1" w:styleId="BC89E241D02E49379EA167744B5F74781">
    <w:name w:val="BC89E241D02E49379EA167744B5F74781"/>
    <w:rsid w:val="00FA370A"/>
    <w:rPr>
      <w:rFonts w:eastAsiaTheme="minorHAnsi"/>
      <w:lang w:eastAsia="en-US"/>
    </w:rPr>
  </w:style>
  <w:style w:type="paragraph" w:customStyle="1" w:styleId="B924783545CE4F57BCAAAB669A0FBCA62">
    <w:name w:val="B924783545CE4F57BCAAAB669A0FBCA62"/>
    <w:rsid w:val="00FA370A"/>
    <w:rPr>
      <w:rFonts w:eastAsiaTheme="minorHAnsi"/>
      <w:lang w:eastAsia="en-US"/>
    </w:rPr>
  </w:style>
  <w:style w:type="paragraph" w:customStyle="1" w:styleId="BEF030EDDCB1489BA6C5A017FEACA20E6">
    <w:name w:val="BEF030EDDCB1489BA6C5A017FEACA20E6"/>
    <w:rsid w:val="00FA370A"/>
    <w:rPr>
      <w:rFonts w:eastAsiaTheme="minorHAnsi"/>
      <w:lang w:eastAsia="en-US"/>
    </w:rPr>
  </w:style>
  <w:style w:type="paragraph" w:customStyle="1" w:styleId="CF50B4583DBD4CBC8720C038148F7A096">
    <w:name w:val="CF50B4583DBD4CBC8720C038148F7A096"/>
    <w:rsid w:val="00FA370A"/>
    <w:rPr>
      <w:rFonts w:eastAsiaTheme="minorHAnsi"/>
      <w:lang w:eastAsia="en-US"/>
    </w:rPr>
  </w:style>
  <w:style w:type="paragraph" w:customStyle="1" w:styleId="4998AD4FEAC4402E914D5BFF280012116">
    <w:name w:val="4998AD4FEAC4402E914D5BFF280012116"/>
    <w:rsid w:val="00FA370A"/>
    <w:rPr>
      <w:rFonts w:eastAsiaTheme="minorHAnsi"/>
      <w:lang w:eastAsia="en-US"/>
    </w:rPr>
  </w:style>
  <w:style w:type="paragraph" w:customStyle="1" w:styleId="9187BDA311D24815A110D0DF48DD67DC2">
    <w:name w:val="9187BDA311D24815A110D0DF48DD67DC2"/>
    <w:rsid w:val="00FA370A"/>
    <w:rPr>
      <w:rFonts w:eastAsiaTheme="minorHAnsi"/>
      <w:lang w:eastAsia="en-US"/>
    </w:rPr>
  </w:style>
  <w:style w:type="paragraph" w:customStyle="1" w:styleId="2C2AC647F4A34B4E80D86B233D50A8A32">
    <w:name w:val="2C2AC647F4A34B4E80D86B233D50A8A32"/>
    <w:rsid w:val="00FA370A"/>
    <w:rPr>
      <w:rFonts w:eastAsiaTheme="minorHAnsi"/>
      <w:lang w:eastAsia="en-US"/>
    </w:rPr>
  </w:style>
  <w:style w:type="paragraph" w:customStyle="1" w:styleId="03CD2C3A74D14135865F7A4B95F691BB6">
    <w:name w:val="03CD2C3A74D14135865F7A4B95F691BB6"/>
    <w:rsid w:val="00FA370A"/>
    <w:rPr>
      <w:rFonts w:eastAsiaTheme="minorHAnsi"/>
      <w:lang w:eastAsia="en-US"/>
    </w:rPr>
  </w:style>
  <w:style w:type="paragraph" w:customStyle="1" w:styleId="F45ECF1005FD490E953E0E44BC2150E96">
    <w:name w:val="F45ECF1005FD490E953E0E44BC2150E96"/>
    <w:rsid w:val="00FA370A"/>
    <w:rPr>
      <w:rFonts w:eastAsiaTheme="minorHAnsi"/>
      <w:lang w:eastAsia="en-US"/>
    </w:rPr>
  </w:style>
  <w:style w:type="paragraph" w:customStyle="1" w:styleId="27A3DFF4768240C4BFF7DF0EC2888EA56">
    <w:name w:val="27A3DFF4768240C4BFF7DF0EC2888EA56"/>
    <w:rsid w:val="00FA370A"/>
    <w:rPr>
      <w:rFonts w:eastAsiaTheme="minorHAnsi"/>
      <w:lang w:eastAsia="en-US"/>
    </w:rPr>
  </w:style>
  <w:style w:type="paragraph" w:customStyle="1" w:styleId="40AE21125B98482382A145788B2979DB2">
    <w:name w:val="40AE21125B98482382A145788B2979DB2"/>
    <w:rsid w:val="00FA370A"/>
    <w:rPr>
      <w:rFonts w:eastAsiaTheme="minorHAnsi"/>
      <w:lang w:eastAsia="en-US"/>
    </w:rPr>
  </w:style>
  <w:style w:type="paragraph" w:customStyle="1" w:styleId="E45C8BE044DC4172A2199F8D7E28765E2">
    <w:name w:val="E45C8BE044DC4172A2199F8D7E28765E2"/>
    <w:rsid w:val="00FA370A"/>
    <w:rPr>
      <w:rFonts w:eastAsiaTheme="minorHAnsi"/>
      <w:lang w:eastAsia="en-US"/>
    </w:rPr>
  </w:style>
  <w:style w:type="paragraph" w:customStyle="1" w:styleId="B020CF716FC74187969EA570E08BBF242">
    <w:name w:val="B020CF716FC74187969EA570E08BBF242"/>
    <w:rsid w:val="00FA370A"/>
    <w:rPr>
      <w:rFonts w:eastAsiaTheme="minorHAnsi"/>
      <w:lang w:eastAsia="en-US"/>
    </w:rPr>
  </w:style>
  <w:style w:type="paragraph" w:customStyle="1" w:styleId="5093376F4397431A8CAFDE66C28F37582">
    <w:name w:val="5093376F4397431A8CAFDE66C28F37582"/>
    <w:rsid w:val="00FA370A"/>
    <w:rPr>
      <w:rFonts w:eastAsiaTheme="minorHAnsi"/>
      <w:lang w:eastAsia="en-US"/>
    </w:rPr>
  </w:style>
  <w:style w:type="paragraph" w:customStyle="1" w:styleId="0B76C3DC41124FAA8BCA2D9175AC87332">
    <w:name w:val="0B76C3DC41124FAA8BCA2D9175AC87332"/>
    <w:rsid w:val="00FA370A"/>
    <w:rPr>
      <w:rFonts w:eastAsiaTheme="minorHAnsi"/>
      <w:lang w:eastAsia="en-US"/>
    </w:rPr>
  </w:style>
  <w:style w:type="paragraph" w:customStyle="1" w:styleId="8139D410D38D435E9EDBDF9C5D4FBFB42">
    <w:name w:val="8139D410D38D435E9EDBDF9C5D4FBFB42"/>
    <w:rsid w:val="00FA370A"/>
    <w:rPr>
      <w:rFonts w:eastAsiaTheme="minorHAnsi"/>
      <w:lang w:eastAsia="en-US"/>
    </w:rPr>
  </w:style>
  <w:style w:type="paragraph" w:customStyle="1" w:styleId="85131A6C955B480DB29344ABA31B5DCF2">
    <w:name w:val="85131A6C955B480DB29344ABA31B5DCF2"/>
    <w:rsid w:val="00FA370A"/>
    <w:rPr>
      <w:rFonts w:eastAsiaTheme="minorHAnsi"/>
      <w:lang w:eastAsia="en-US"/>
    </w:rPr>
  </w:style>
  <w:style w:type="paragraph" w:customStyle="1" w:styleId="30AB467F48F841319DC488647366A4432">
    <w:name w:val="30AB467F48F841319DC488647366A4432"/>
    <w:rsid w:val="00FA370A"/>
    <w:rPr>
      <w:rFonts w:eastAsiaTheme="minorHAnsi"/>
      <w:lang w:eastAsia="en-US"/>
    </w:rPr>
  </w:style>
  <w:style w:type="paragraph" w:customStyle="1" w:styleId="D8E58FCB1A2D43D08BDCC654DF1A424F2">
    <w:name w:val="D8E58FCB1A2D43D08BDCC654DF1A424F2"/>
    <w:rsid w:val="00FA370A"/>
    <w:rPr>
      <w:rFonts w:eastAsiaTheme="minorHAnsi"/>
      <w:lang w:eastAsia="en-US"/>
    </w:rPr>
  </w:style>
  <w:style w:type="paragraph" w:customStyle="1" w:styleId="7321CB37D5894C12B8141FBC03CB72422">
    <w:name w:val="7321CB37D5894C12B8141FBC03CB72422"/>
    <w:rsid w:val="00FA370A"/>
    <w:rPr>
      <w:rFonts w:eastAsiaTheme="minorHAnsi"/>
      <w:lang w:eastAsia="en-US"/>
    </w:rPr>
  </w:style>
  <w:style w:type="paragraph" w:customStyle="1" w:styleId="306475A063D7461ABA73D5E61E0938962">
    <w:name w:val="306475A063D7461ABA73D5E61E0938962"/>
    <w:rsid w:val="00FA370A"/>
    <w:rPr>
      <w:rFonts w:eastAsiaTheme="minorHAnsi"/>
      <w:lang w:eastAsia="en-US"/>
    </w:rPr>
  </w:style>
  <w:style w:type="paragraph" w:customStyle="1" w:styleId="BC89E241D02E49379EA167744B5F74782">
    <w:name w:val="BC89E241D02E49379EA167744B5F74782"/>
    <w:rsid w:val="00FA370A"/>
    <w:rPr>
      <w:rFonts w:eastAsiaTheme="minorHAnsi"/>
      <w:lang w:eastAsia="en-US"/>
    </w:rPr>
  </w:style>
  <w:style w:type="paragraph" w:customStyle="1" w:styleId="552AEF6D35C0459C89D368E0DDC3E336">
    <w:name w:val="552AEF6D35C0459C89D368E0DDC3E336"/>
    <w:rsid w:val="00FA370A"/>
  </w:style>
  <w:style w:type="paragraph" w:customStyle="1" w:styleId="C176B62B9A9C40719A289CE79E86A118">
    <w:name w:val="C176B62B9A9C40719A289CE79E86A118"/>
    <w:rsid w:val="00FA370A"/>
  </w:style>
  <w:style w:type="paragraph" w:customStyle="1" w:styleId="B924783545CE4F57BCAAAB669A0FBCA63">
    <w:name w:val="B924783545CE4F57BCAAAB669A0FBCA63"/>
    <w:rsid w:val="00FA370A"/>
    <w:rPr>
      <w:rFonts w:eastAsiaTheme="minorHAnsi"/>
      <w:lang w:eastAsia="en-US"/>
    </w:rPr>
  </w:style>
  <w:style w:type="paragraph" w:customStyle="1" w:styleId="BEF030EDDCB1489BA6C5A017FEACA20E7">
    <w:name w:val="BEF030EDDCB1489BA6C5A017FEACA20E7"/>
    <w:rsid w:val="00FA370A"/>
    <w:rPr>
      <w:rFonts w:eastAsiaTheme="minorHAnsi"/>
      <w:lang w:eastAsia="en-US"/>
    </w:rPr>
  </w:style>
  <w:style w:type="paragraph" w:customStyle="1" w:styleId="CF50B4583DBD4CBC8720C038148F7A097">
    <w:name w:val="CF50B4583DBD4CBC8720C038148F7A097"/>
    <w:rsid w:val="00FA370A"/>
    <w:rPr>
      <w:rFonts w:eastAsiaTheme="minorHAnsi"/>
      <w:lang w:eastAsia="en-US"/>
    </w:rPr>
  </w:style>
  <w:style w:type="paragraph" w:customStyle="1" w:styleId="4998AD4FEAC4402E914D5BFF280012117">
    <w:name w:val="4998AD4FEAC4402E914D5BFF280012117"/>
    <w:rsid w:val="00FA370A"/>
    <w:rPr>
      <w:rFonts w:eastAsiaTheme="minorHAnsi"/>
      <w:lang w:eastAsia="en-US"/>
    </w:rPr>
  </w:style>
  <w:style w:type="paragraph" w:customStyle="1" w:styleId="9187BDA311D24815A110D0DF48DD67DC3">
    <w:name w:val="9187BDA311D24815A110D0DF48DD67DC3"/>
    <w:rsid w:val="00FA370A"/>
    <w:rPr>
      <w:rFonts w:eastAsiaTheme="minorHAnsi"/>
      <w:lang w:eastAsia="en-US"/>
    </w:rPr>
  </w:style>
  <w:style w:type="paragraph" w:customStyle="1" w:styleId="2C2AC647F4A34B4E80D86B233D50A8A33">
    <w:name w:val="2C2AC647F4A34B4E80D86B233D50A8A33"/>
    <w:rsid w:val="00FA370A"/>
    <w:rPr>
      <w:rFonts w:eastAsiaTheme="minorHAnsi"/>
      <w:lang w:eastAsia="en-US"/>
    </w:rPr>
  </w:style>
  <w:style w:type="paragraph" w:customStyle="1" w:styleId="03CD2C3A74D14135865F7A4B95F691BB7">
    <w:name w:val="03CD2C3A74D14135865F7A4B95F691BB7"/>
    <w:rsid w:val="00FA370A"/>
    <w:rPr>
      <w:rFonts w:eastAsiaTheme="minorHAnsi"/>
      <w:lang w:eastAsia="en-US"/>
    </w:rPr>
  </w:style>
  <w:style w:type="paragraph" w:customStyle="1" w:styleId="F45ECF1005FD490E953E0E44BC2150E97">
    <w:name w:val="F45ECF1005FD490E953E0E44BC2150E97"/>
    <w:rsid w:val="00FA370A"/>
    <w:rPr>
      <w:rFonts w:eastAsiaTheme="minorHAnsi"/>
      <w:lang w:eastAsia="en-US"/>
    </w:rPr>
  </w:style>
  <w:style w:type="paragraph" w:customStyle="1" w:styleId="27A3DFF4768240C4BFF7DF0EC2888EA57">
    <w:name w:val="27A3DFF4768240C4BFF7DF0EC2888EA57"/>
    <w:rsid w:val="00FA370A"/>
    <w:rPr>
      <w:rFonts w:eastAsiaTheme="minorHAnsi"/>
      <w:lang w:eastAsia="en-US"/>
    </w:rPr>
  </w:style>
  <w:style w:type="paragraph" w:customStyle="1" w:styleId="40AE21125B98482382A145788B2979DB3">
    <w:name w:val="40AE21125B98482382A145788B2979DB3"/>
    <w:rsid w:val="00FA370A"/>
    <w:rPr>
      <w:rFonts w:eastAsiaTheme="minorHAnsi"/>
      <w:lang w:eastAsia="en-US"/>
    </w:rPr>
  </w:style>
  <w:style w:type="paragraph" w:customStyle="1" w:styleId="E45C8BE044DC4172A2199F8D7E28765E3">
    <w:name w:val="E45C8BE044DC4172A2199F8D7E28765E3"/>
    <w:rsid w:val="00FA370A"/>
    <w:rPr>
      <w:rFonts w:eastAsiaTheme="minorHAnsi"/>
      <w:lang w:eastAsia="en-US"/>
    </w:rPr>
  </w:style>
  <w:style w:type="paragraph" w:customStyle="1" w:styleId="B020CF716FC74187969EA570E08BBF243">
    <w:name w:val="B020CF716FC74187969EA570E08BBF243"/>
    <w:rsid w:val="00FA370A"/>
    <w:rPr>
      <w:rFonts w:eastAsiaTheme="minorHAnsi"/>
      <w:lang w:eastAsia="en-US"/>
    </w:rPr>
  </w:style>
  <w:style w:type="paragraph" w:customStyle="1" w:styleId="5093376F4397431A8CAFDE66C28F37583">
    <w:name w:val="5093376F4397431A8CAFDE66C28F37583"/>
    <w:rsid w:val="00FA370A"/>
    <w:rPr>
      <w:rFonts w:eastAsiaTheme="minorHAnsi"/>
      <w:lang w:eastAsia="en-US"/>
    </w:rPr>
  </w:style>
  <w:style w:type="paragraph" w:customStyle="1" w:styleId="0B76C3DC41124FAA8BCA2D9175AC87333">
    <w:name w:val="0B76C3DC41124FAA8BCA2D9175AC87333"/>
    <w:rsid w:val="00FA370A"/>
    <w:rPr>
      <w:rFonts w:eastAsiaTheme="minorHAnsi"/>
      <w:lang w:eastAsia="en-US"/>
    </w:rPr>
  </w:style>
  <w:style w:type="paragraph" w:customStyle="1" w:styleId="8139D410D38D435E9EDBDF9C5D4FBFB43">
    <w:name w:val="8139D410D38D435E9EDBDF9C5D4FBFB43"/>
    <w:rsid w:val="00FA370A"/>
    <w:rPr>
      <w:rFonts w:eastAsiaTheme="minorHAnsi"/>
      <w:lang w:eastAsia="en-US"/>
    </w:rPr>
  </w:style>
  <w:style w:type="paragraph" w:customStyle="1" w:styleId="85131A6C955B480DB29344ABA31B5DCF3">
    <w:name w:val="85131A6C955B480DB29344ABA31B5DCF3"/>
    <w:rsid w:val="00FA370A"/>
    <w:rPr>
      <w:rFonts w:eastAsiaTheme="minorHAnsi"/>
      <w:lang w:eastAsia="en-US"/>
    </w:rPr>
  </w:style>
  <w:style w:type="paragraph" w:customStyle="1" w:styleId="30AB467F48F841319DC488647366A4433">
    <w:name w:val="30AB467F48F841319DC488647366A4433"/>
    <w:rsid w:val="00FA370A"/>
    <w:rPr>
      <w:rFonts w:eastAsiaTheme="minorHAnsi"/>
      <w:lang w:eastAsia="en-US"/>
    </w:rPr>
  </w:style>
  <w:style w:type="paragraph" w:customStyle="1" w:styleId="D8E58FCB1A2D43D08BDCC654DF1A424F3">
    <w:name w:val="D8E58FCB1A2D43D08BDCC654DF1A424F3"/>
    <w:rsid w:val="00FA370A"/>
    <w:rPr>
      <w:rFonts w:eastAsiaTheme="minorHAnsi"/>
      <w:lang w:eastAsia="en-US"/>
    </w:rPr>
  </w:style>
  <w:style w:type="paragraph" w:customStyle="1" w:styleId="7321CB37D5894C12B8141FBC03CB72423">
    <w:name w:val="7321CB37D5894C12B8141FBC03CB72423"/>
    <w:rsid w:val="00FA370A"/>
    <w:rPr>
      <w:rFonts w:eastAsiaTheme="minorHAnsi"/>
      <w:lang w:eastAsia="en-US"/>
    </w:rPr>
  </w:style>
  <w:style w:type="paragraph" w:customStyle="1" w:styleId="306475A063D7461ABA73D5E61E0938963">
    <w:name w:val="306475A063D7461ABA73D5E61E0938963"/>
    <w:rsid w:val="00FA370A"/>
    <w:rPr>
      <w:rFonts w:eastAsiaTheme="minorHAnsi"/>
      <w:lang w:eastAsia="en-US"/>
    </w:rPr>
  </w:style>
  <w:style w:type="paragraph" w:customStyle="1" w:styleId="BC89E241D02E49379EA167744B5F74783">
    <w:name w:val="BC89E241D02E49379EA167744B5F74783"/>
    <w:rsid w:val="00FA370A"/>
    <w:rPr>
      <w:rFonts w:eastAsiaTheme="minorHAnsi"/>
      <w:lang w:eastAsia="en-US"/>
    </w:rPr>
  </w:style>
  <w:style w:type="paragraph" w:customStyle="1" w:styleId="552AEF6D35C0459C89D368E0DDC3E3361">
    <w:name w:val="552AEF6D35C0459C89D368E0DDC3E3361"/>
    <w:rsid w:val="00FA370A"/>
    <w:rPr>
      <w:rFonts w:eastAsiaTheme="minorHAnsi"/>
      <w:lang w:eastAsia="en-US"/>
    </w:rPr>
  </w:style>
  <w:style w:type="paragraph" w:customStyle="1" w:styleId="C176B62B9A9C40719A289CE79E86A1181">
    <w:name w:val="C176B62B9A9C40719A289CE79E86A1181"/>
    <w:rsid w:val="00FA370A"/>
    <w:rPr>
      <w:rFonts w:eastAsiaTheme="minorHAnsi"/>
      <w:lang w:eastAsia="en-US"/>
    </w:rPr>
  </w:style>
  <w:style w:type="paragraph" w:customStyle="1" w:styleId="B924783545CE4F57BCAAAB669A0FBCA64">
    <w:name w:val="B924783545CE4F57BCAAAB669A0FBCA64"/>
    <w:rsid w:val="00D4691F"/>
    <w:rPr>
      <w:rFonts w:eastAsiaTheme="minorHAnsi"/>
      <w:lang w:eastAsia="en-US"/>
    </w:rPr>
  </w:style>
  <w:style w:type="paragraph" w:customStyle="1" w:styleId="BEF030EDDCB1489BA6C5A017FEACA20E8">
    <w:name w:val="BEF030EDDCB1489BA6C5A017FEACA20E8"/>
    <w:rsid w:val="00D4691F"/>
    <w:rPr>
      <w:rFonts w:eastAsiaTheme="minorHAnsi"/>
      <w:lang w:eastAsia="en-US"/>
    </w:rPr>
  </w:style>
  <w:style w:type="paragraph" w:customStyle="1" w:styleId="CF50B4583DBD4CBC8720C038148F7A098">
    <w:name w:val="CF50B4583DBD4CBC8720C038148F7A098"/>
    <w:rsid w:val="00D4691F"/>
    <w:rPr>
      <w:rFonts w:eastAsiaTheme="minorHAnsi"/>
      <w:lang w:eastAsia="en-US"/>
    </w:rPr>
  </w:style>
  <w:style w:type="paragraph" w:customStyle="1" w:styleId="4998AD4FEAC4402E914D5BFF280012118">
    <w:name w:val="4998AD4FEAC4402E914D5BFF280012118"/>
    <w:rsid w:val="00D4691F"/>
    <w:rPr>
      <w:rFonts w:eastAsiaTheme="minorHAnsi"/>
      <w:lang w:eastAsia="en-US"/>
    </w:rPr>
  </w:style>
  <w:style w:type="paragraph" w:customStyle="1" w:styleId="9187BDA311D24815A110D0DF48DD67DC4">
    <w:name w:val="9187BDA311D24815A110D0DF48DD67DC4"/>
    <w:rsid w:val="00D4691F"/>
    <w:rPr>
      <w:rFonts w:eastAsiaTheme="minorHAnsi"/>
      <w:lang w:eastAsia="en-US"/>
    </w:rPr>
  </w:style>
  <w:style w:type="paragraph" w:customStyle="1" w:styleId="2C2AC647F4A34B4E80D86B233D50A8A34">
    <w:name w:val="2C2AC647F4A34B4E80D86B233D50A8A34"/>
    <w:rsid w:val="00D4691F"/>
    <w:rPr>
      <w:rFonts w:eastAsiaTheme="minorHAnsi"/>
      <w:lang w:eastAsia="en-US"/>
    </w:rPr>
  </w:style>
  <w:style w:type="paragraph" w:customStyle="1" w:styleId="03CD2C3A74D14135865F7A4B95F691BB8">
    <w:name w:val="03CD2C3A74D14135865F7A4B95F691BB8"/>
    <w:rsid w:val="00D4691F"/>
    <w:rPr>
      <w:rFonts w:eastAsiaTheme="minorHAnsi"/>
      <w:lang w:eastAsia="en-US"/>
    </w:rPr>
  </w:style>
  <w:style w:type="paragraph" w:customStyle="1" w:styleId="F45ECF1005FD490E953E0E44BC2150E98">
    <w:name w:val="F45ECF1005FD490E953E0E44BC2150E98"/>
    <w:rsid w:val="00D4691F"/>
    <w:rPr>
      <w:rFonts w:eastAsiaTheme="minorHAnsi"/>
      <w:lang w:eastAsia="en-US"/>
    </w:rPr>
  </w:style>
  <w:style w:type="paragraph" w:customStyle="1" w:styleId="27A3DFF4768240C4BFF7DF0EC2888EA58">
    <w:name w:val="27A3DFF4768240C4BFF7DF0EC2888EA58"/>
    <w:rsid w:val="00D4691F"/>
    <w:rPr>
      <w:rFonts w:eastAsiaTheme="minorHAnsi"/>
      <w:lang w:eastAsia="en-US"/>
    </w:rPr>
  </w:style>
  <w:style w:type="paragraph" w:customStyle="1" w:styleId="40AE21125B98482382A145788B2979DB4">
    <w:name w:val="40AE21125B98482382A145788B2979DB4"/>
    <w:rsid w:val="00D4691F"/>
    <w:rPr>
      <w:rFonts w:eastAsiaTheme="minorHAnsi"/>
      <w:lang w:eastAsia="en-US"/>
    </w:rPr>
  </w:style>
  <w:style w:type="paragraph" w:customStyle="1" w:styleId="E45C8BE044DC4172A2199F8D7E28765E4">
    <w:name w:val="E45C8BE044DC4172A2199F8D7E28765E4"/>
    <w:rsid w:val="00D4691F"/>
    <w:rPr>
      <w:rFonts w:eastAsiaTheme="minorHAnsi"/>
      <w:lang w:eastAsia="en-US"/>
    </w:rPr>
  </w:style>
  <w:style w:type="paragraph" w:customStyle="1" w:styleId="B020CF716FC74187969EA570E08BBF244">
    <w:name w:val="B020CF716FC74187969EA570E08BBF244"/>
    <w:rsid w:val="00D4691F"/>
    <w:rPr>
      <w:rFonts w:eastAsiaTheme="minorHAnsi"/>
      <w:lang w:eastAsia="en-US"/>
    </w:rPr>
  </w:style>
  <w:style w:type="paragraph" w:customStyle="1" w:styleId="5093376F4397431A8CAFDE66C28F37584">
    <w:name w:val="5093376F4397431A8CAFDE66C28F37584"/>
    <w:rsid w:val="00D4691F"/>
    <w:rPr>
      <w:rFonts w:eastAsiaTheme="minorHAnsi"/>
      <w:lang w:eastAsia="en-US"/>
    </w:rPr>
  </w:style>
  <w:style w:type="paragraph" w:customStyle="1" w:styleId="0B76C3DC41124FAA8BCA2D9175AC87334">
    <w:name w:val="0B76C3DC41124FAA8BCA2D9175AC87334"/>
    <w:rsid w:val="00D4691F"/>
    <w:rPr>
      <w:rFonts w:eastAsiaTheme="minorHAnsi"/>
      <w:lang w:eastAsia="en-US"/>
    </w:rPr>
  </w:style>
  <w:style w:type="paragraph" w:customStyle="1" w:styleId="8139D410D38D435E9EDBDF9C5D4FBFB44">
    <w:name w:val="8139D410D38D435E9EDBDF9C5D4FBFB44"/>
    <w:rsid w:val="00D4691F"/>
    <w:rPr>
      <w:rFonts w:eastAsiaTheme="minorHAnsi"/>
      <w:lang w:eastAsia="en-US"/>
    </w:rPr>
  </w:style>
  <w:style w:type="paragraph" w:customStyle="1" w:styleId="85131A6C955B480DB29344ABA31B5DCF4">
    <w:name w:val="85131A6C955B480DB29344ABA31B5DCF4"/>
    <w:rsid w:val="00D4691F"/>
    <w:rPr>
      <w:rFonts w:eastAsiaTheme="minorHAnsi"/>
      <w:lang w:eastAsia="en-US"/>
    </w:rPr>
  </w:style>
  <w:style w:type="paragraph" w:customStyle="1" w:styleId="30AB467F48F841319DC488647366A4434">
    <w:name w:val="30AB467F48F841319DC488647366A4434"/>
    <w:rsid w:val="00D4691F"/>
    <w:rPr>
      <w:rFonts w:eastAsiaTheme="minorHAnsi"/>
      <w:lang w:eastAsia="en-US"/>
    </w:rPr>
  </w:style>
  <w:style w:type="paragraph" w:customStyle="1" w:styleId="D8E58FCB1A2D43D08BDCC654DF1A424F4">
    <w:name w:val="D8E58FCB1A2D43D08BDCC654DF1A424F4"/>
    <w:rsid w:val="00D4691F"/>
    <w:rPr>
      <w:rFonts w:eastAsiaTheme="minorHAnsi"/>
      <w:lang w:eastAsia="en-US"/>
    </w:rPr>
  </w:style>
  <w:style w:type="paragraph" w:customStyle="1" w:styleId="7321CB37D5894C12B8141FBC03CB72424">
    <w:name w:val="7321CB37D5894C12B8141FBC03CB72424"/>
    <w:rsid w:val="00D4691F"/>
    <w:rPr>
      <w:rFonts w:eastAsiaTheme="minorHAnsi"/>
      <w:lang w:eastAsia="en-US"/>
    </w:rPr>
  </w:style>
  <w:style w:type="paragraph" w:customStyle="1" w:styleId="306475A063D7461ABA73D5E61E0938964">
    <w:name w:val="306475A063D7461ABA73D5E61E0938964"/>
    <w:rsid w:val="00D4691F"/>
    <w:rPr>
      <w:rFonts w:eastAsiaTheme="minorHAnsi"/>
      <w:lang w:eastAsia="en-US"/>
    </w:rPr>
  </w:style>
  <w:style w:type="paragraph" w:customStyle="1" w:styleId="BC89E241D02E49379EA167744B5F74784">
    <w:name w:val="BC89E241D02E49379EA167744B5F74784"/>
    <w:rsid w:val="00D4691F"/>
    <w:rPr>
      <w:rFonts w:eastAsiaTheme="minorHAnsi"/>
      <w:lang w:eastAsia="en-US"/>
    </w:rPr>
  </w:style>
  <w:style w:type="paragraph" w:customStyle="1" w:styleId="552AEF6D35C0459C89D368E0DDC3E3362">
    <w:name w:val="552AEF6D35C0459C89D368E0DDC3E3362"/>
    <w:rsid w:val="00D4691F"/>
    <w:rPr>
      <w:rFonts w:eastAsiaTheme="minorHAnsi"/>
      <w:lang w:eastAsia="en-US"/>
    </w:rPr>
  </w:style>
  <w:style w:type="paragraph" w:customStyle="1" w:styleId="C176B62B9A9C40719A289CE79E86A1182">
    <w:name w:val="C176B62B9A9C40719A289CE79E86A1182"/>
    <w:rsid w:val="00D4691F"/>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3867F-22B3-4C17-9708-E340522FD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3678F505.dotm</Template>
  <TotalTime>0</TotalTime>
  <Pages>4</Pages>
  <Words>686</Words>
  <Characters>3646</Characters>
  <Application>Microsoft Office Word</Application>
  <DocSecurity>0</DocSecurity>
  <Lines>122</Lines>
  <Paragraphs>76</Paragraphs>
  <ScaleCrop>false</ScaleCrop>
  <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Independently Qualified Pool Inspectors Complaint Form – for Territorial Authorities</dc:title>
  <dc:creator/>
  <cp:keywords>Form</cp:keywords>
  <cp:lastModifiedBy/>
  <cp:revision>1</cp:revision>
  <dcterms:created xsi:type="dcterms:W3CDTF">2018-04-16T02:50:00Z</dcterms:created>
  <dcterms:modified xsi:type="dcterms:W3CDTF">2018-04-16T02:50:00Z</dcterms:modified>
</cp:coreProperties>
</file>